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622" w:rsidRPr="00F60622" w:rsidRDefault="00F60622" w:rsidP="00F60622">
      <w:pPr>
        <w:rPr>
          <w:rFonts w:cs="Arial"/>
        </w:rPr>
      </w:pPr>
      <w:r w:rsidRPr="00F60622">
        <w:rPr>
          <w:rFonts w:cs="Arial"/>
        </w:rPr>
        <w:t>ŠT. JAVNEGA RAZPISA:</w:t>
      </w:r>
      <w:r w:rsidRPr="00F60622">
        <w:rPr>
          <w:rFonts w:cs="Arial"/>
        </w:rPr>
        <w:tab/>
        <w:t>201</w:t>
      </w:r>
      <w:r w:rsidR="00265082">
        <w:rPr>
          <w:rFonts w:cs="Arial"/>
        </w:rPr>
        <w:t>9</w:t>
      </w:r>
      <w:r w:rsidRPr="00F60622">
        <w:rPr>
          <w:rFonts w:cs="Arial"/>
        </w:rPr>
        <w:t>/</w:t>
      </w:r>
      <w:r w:rsidR="002C25B1">
        <w:rPr>
          <w:rFonts w:cs="Arial"/>
        </w:rPr>
        <w:t>338</w:t>
      </w:r>
      <w:bookmarkStart w:id="0" w:name="_GoBack"/>
      <w:bookmarkEnd w:id="0"/>
    </w:p>
    <w:p w:rsidR="00F60622" w:rsidRPr="00F60622" w:rsidRDefault="00F60622" w:rsidP="00F60622">
      <w:pPr>
        <w:rPr>
          <w:rFonts w:cs="Arial"/>
        </w:rPr>
      </w:pPr>
      <w:r w:rsidRPr="00F60622">
        <w:rPr>
          <w:rFonts w:cs="Arial"/>
        </w:rPr>
        <w:t xml:space="preserve">DATUM: </w:t>
      </w:r>
      <w:r w:rsidRPr="00F60622">
        <w:rPr>
          <w:rFonts w:cs="Arial"/>
        </w:rPr>
        <w:tab/>
      </w:r>
      <w:r w:rsidRPr="00F60622">
        <w:rPr>
          <w:rFonts w:cs="Arial"/>
        </w:rPr>
        <w:tab/>
      </w:r>
      <w:r w:rsidRPr="00F60622">
        <w:rPr>
          <w:rFonts w:cs="Arial"/>
        </w:rPr>
        <w:tab/>
      </w:r>
      <w:r w:rsidR="00F93567">
        <w:rPr>
          <w:rFonts w:cs="Arial"/>
        </w:rPr>
        <w:t>16</w:t>
      </w:r>
      <w:r w:rsidR="00265082">
        <w:rPr>
          <w:rFonts w:cs="Arial"/>
        </w:rPr>
        <w:t>.9.2019</w:t>
      </w:r>
    </w:p>
    <w:p w:rsidR="00204F73" w:rsidRPr="00773870" w:rsidRDefault="00F60622" w:rsidP="00204F73">
      <w:r>
        <w:t>PREDMET</w:t>
      </w:r>
      <w:r w:rsidR="00204F73" w:rsidRPr="00773870">
        <w:t xml:space="preserve">: </w:t>
      </w:r>
      <w:r>
        <w:tab/>
      </w:r>
      <w:r>
        <w:tab/>
      </w:r>
      <w:r>
        <w:tab/>
      </w:r>
      <w:r w:rsidR="00C92018" w:rsidRPr="00773870">
        <w:rPr>
          <w:rFonts w:cs="Arial"/>
        </w:rPr>
        <w:t>Menjava naftnih derivatov</w:t>
      </w:r>
    </w:p>
    <w:p w:rsidR="007838D2" w:rsidRDefault="007838D2" w:rsidP="0010261F">
      <w:pPr>
        <w:pStyle w:val="a0"/>
        <w:rPr>
          <w:rFonts w:ascii="Arial" w:hAnsi="Arial" w:cs="Arial"/>
          <w:b/>
          <w:i w:val="0"/>
          <w:color w:val="auto"/>
          <w:sz w:val="22"/>
          <w:szCs w:val="22"/>
          <w:lang w:val="sl-SI"/>
        </w:rPr>
      </w:pPr>
    </w:p>
    <w:p w:rsidR="00213CCB" w:rsidRDefault="00213CCB" w:rsidP="0010261F">
      <w:pPr>
        <w:pStyle w:val="Pripombabesedilo"/>
        <w:jc w:val="both"/>
        <w:rPr>
          <w:lang w:eastAsia="x-none"/>
        </w:rPr>
      </w:pPr>
    </w:p>
    <w:p w:rsidR="00C92018" w:rsidRPr="00213CCB" w:rsidRDefault="00C92018" w:rsidP="0010261F">
      <w:pPr>
        <w:pStyle w:val="Pripombabesedilo"/>
        <w:jc w:val="both"/>
        <w:rPr>
          <w:lang w:eastAsia="x-none"/>
        </w:rPr>
      </w:pPr>
    </w:p>
    <w:p w:rsidR="007838D2" w:rsidRPr="007838D2" w:rsidRDefault="007838D2" w:rsidP="00213CCB">
      <w:pPr>
        <w:pStyle w:val="a0"/>
        <w:jc w:val="center"/>
        <w:rPr>
          <w:rFonts w:cs="Arial"/>
        </w:rPr>
      </w:pPr>
      <w:r w:rsidRPr="007838D2">
        <w:rPr>
          <w:rFonts w:ascii="Arial" w:hAnsi="Arial" w:cs="Arial"/>
          <w:b/>
          <w:i w:val="0"/>
          <w:color w:val="auto"/>
          <w:sz w:val="22"/>
          <w:szCs w:val="22"/>
          <w:lang w:val="sl-SI"/>
        </w:rPr>
        <w:t xml:space="preserve">PODATKI O </w:t>
      </w:r>
      <w:r w:rsidR="00213CCB">
        <w:rPr>
          <w:rFonts w:ascii="Arial" w:hAnsi="Arial" w:cs="Arial"/>
          <w:b/>
          <w:i w:val="0"/>
          <w:color w:val="auto"/>
          <w:sz w:val="22"/>
          <w:szCs w:val="22"/>
          <w:lang w:val="sl-SI"/>
        </w:rPr>
        <w:t>SODELUJOČEM PODJETJU</w:t>
      </w:r>
    </w:p>
    <w:p w:rsidR="007838D2" w:rsidRPr="0010261F" w:rsidRDefault="007838D2" w:rsidP="007838D2">
      <w:pPr>
        <w:jc w:val="both"/>
        <w:rPr>
          <w:rFonts w:cs="Arial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7838D2" w:rsidRPr="007838D2" w:rsidTr="002B6580">
        <w:tc>
          <w:tcPr>
            <w:tcW w:w="3878" w:type="dxa"/>
          </w:tcPr>
          <w:p w:rsidR="007838D2" w:rsidRPr="007838D2" w:rsidRDefault="007838D2" w:rsidP="008A3239">
            <w:pPr>
              <w:rPr>
                <w:rFonts w:cs="Arial"/>
              </w:rPr>
            </w:pPr>
            <w:r w:rsidRPr="007838D2">
              <w:rPr>
                <w:rFonts w:cs="Arial"/>
              </w:rPr>
              <w:t>Naziv</w:t>
            </w:r>
          </w:p>
        </w:tc>
        <w:tc>
          <w:tcPr>
            <w:tcW w:w="5426" w:type="dxa"/>
          </w:tcPr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</w:tc>
      </w:tr>
      <w:tr w:rsidR="007838D2" w:rsidRPr="007838D2" w:rsidTr="002B6580">
        <w:tc>
          <w:tcPr>
            <w:tcW w:w="3878" w:type="dxa"/>
          </w:tcPr>
          <w:p w:rsidR="007838D2" w:rsidRPr="007838D2" w:rsidRDefault="007838D2" w:rsidP="008A3239">
            <w:pPr>
              <w:rPr>
                <w:rFonts w:cs="Arial"/>
              </w:rPr>
            </w:pPr>
            <w:r w:rsidRPr="007838D2">
              <w:rPr>
                <w:rFonts w:cs="Arial"/>
              </w:rPr>
              <w:t>Naslov</w:t>
            </w:r>
            <w:r w:rsidR="008A3239">
              <w:rPr>
                <w:rFonts w:cs="Arial"/>
              </w:rPr>
              <w:t xml:space="preserve"> sedeža</w:t>
            </w:r>
          </w:p>
        </w:tc>
        <w:tc>
          <w:tcPr>
            <w:tcW w:w="5426" w:type="dxa"/>
          </w:tcPr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rPr>
                <w:rFonts w:cs="Arial"/>
              </w:rPr>
            </w:pPr>
            <w:r w:rsidRPr="007838D2">
              <w:rPr>
                <w:rFonts w:cs="Arial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rPr>
                <w:rFonts w:cs="Arial"/>
              </w:rPr>
            </w:pPr>
            <w:r w:rsidRPr="007838D2">
              <w:rPr>
                <w:rFonts w:cs="Arial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1590A">
            <w:pPr>
              <w:rPr>
                <w:rFonts w:cs="Arial"/>
              </w:rPr>
            </w:pPr>
            <w:r w:rsidRPr="007838D2">
              <w:rPr>
                <w:rFonts w:cs="Arial"/>
              </w:rPr>
              <w:t>Številk</w:t>
            </w:r>
            <w:r w:rsidR="00A1590A">
              <w:rPr>
                <w:rFonts w:cs="Arial"/>
              </w:rPr>
              <w:t>a</w:t>
            </w:r>
            <w:r w:rsidRPr="007838D2">
              <w:rPr>
                <w:rFonts w:cs="Arial"/>
              </w:rPr>
              <w:t xml:space="preserve"> transakcijsk</w:t>
            </w:r>
            <w:r w:rsidR="00A1590A">
              <w:rPr>
                <w:rFonts w:cs="Arial"/>
              </w:rPr>
              <w:t>ega</w:t>
            </w:r>
            <w:r w:rsidRPr="007838D2">
              <w:rPr>
                <w:rFonts w:cs="Arial"/>
              </w:rPr>
              <w:t xml:space="preserve"> račun</w:t>
            </w:r>
            <w:r w:rsidR="00A1590A">
              <w:rPr>
                <w:rFonts w:cs="Arial"/>
              </w:rPr>
              <w:t>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A1590A" w:rsidP="008A3239">
            <w:pPr>
              <w:rPr>
                <w:rFonts w:cs="Arial"/>
              </w:rPr>
            </w:pPr>
            <w:r>
              <w:rPr>
                <w:rFonts w:cs="Arial"/>
              </w:rPr>
              <w:t>Poslovna b</w:t>
            </w:r>
            <w:r w:rsidR="00213CCB" w:rsidRPr="007838D2">
              <w:rPr>
                <w:rFonts w:cs="Arial"/>
              </w:rPr>
              <w:t>ank</w:t>
            </w:r>
            <w:r>
              <w:rPr>
                <w:rFonts w:cs="Arial"/>
              </w:rPr>
              <w:t>a</w:t>
            </w:r>
            <w:r w:rsidR="008A3239">
              <w:rPr>
                <w:rFonts w:cs="Arial"/>
              </w:rPr>
              <w:t xml:space="preserve">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7838D2" w:rsidRPr="007838D2" w:rsidTr="002B6580">
        <w:tc>
          <w:tcPr>
            <w:tcW w:w="3878" w:type="dxa"/>
          </w:tcPr>
          <w:p w:rsidR="007838D2" w:rsidRDefault="007838D2" w:rsidP="002B6580">
            <w:pPr>
              <w:rPr>
                <w:rFonts w:cs="Arial"/>
              </w:rPr>
            </w:pPr>
            <w:r w:rsidRPr="007838D2">
              <w:rPr>
                <w:rFonts w:cs="Arial"/>
              </w:rPr>
              <w:t>Zakoniti zastopnik</w:t>
            </w:r>
            <w:r w:rsidR="00A1590A">
              <w:rPr>
                <w:rFonts w:cs="Arial"/>
              </w:rPr>
              <w:t>: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A1590A" w:rsidRPr="007838D2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</w:tcPr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Default="00213CCB" w:rsidP="00A74BCE">
            <w:pPr>
              <w:rPr>
                <w:rFonts w:cs="Arial"/>
              </w:rPr>
            </w:pPr>
            <w:r w:rsidRPr="007838D2">
              <w:rPr>
                <w:rFonts w:cs="Arial"/>
              </w:rPr>
              <w:t>Odgovorna oseba za podpis pogodbe</w:t>
            </w:r>
            <w:r w:rsidR="00A1590A">
              <w:rPr>
                <w:rFonts w:cs="Arial"/>
              </w:rPr>
              <w:t>: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A1590A" w:rsidRPr="007838D2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8707C8" w:rsidRPr="007838D2" w:rsidTr="008707C8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A3239" w:rsidP="00A74BCE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8707C8" w:rsidRPr="007838D2">
              <w:rPr>
                <w:rFonts w:cs="Arial"/>
              </w:rPr>
              <w:t>krbnik pogodbe</w:t>
            </w:r>
            <w:r w:rsidR="008707C8">
              <w:rPr>
                <w:rFonts w:cs="Arial"/>
              </w:rPr>
              <w:t>: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8707C8" w:rsidRPr="007838D2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</w:tc>
      </w:tr>
      <w:tr w:rsidR="008707C8" w:rsidRPr="007838D2" w:rsidTr="008707C8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A3239" w:rsidP="00A74BCE">
            <w:pPr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8707C8" w:rsidRPr="007838D2">
              <w:rPr>
                <w:rFonts w:cs="Arial"/>
              </w:rPr>
              <w:t>ontaktn</w:t>
            </w:r>
            <w:r>
              <w:rPr>
                <w:rFonts w:cs="Arial"/>
              </w:rPr>
              <w:t>a</w:t>
            </w:r>
            <w:r w:rsidR="008707C8" w:rsidRPr="007838D2">
              <w:rPr>
                <w:rFonts w:cs="Arial"/>
              </w:rPr>
              <w:t xml:space="preserve"> oseb</w:t>
            </w:r>
            <w:r>
              <w:rPr>
                <w:rFonts w:cs="Arial"/>
              </w:rPr>
              <w:t>a za izvedbo naročila</w:t>
            </w:r>
            <w:r w:rsidR="008707C8">
              <w:rPr>
                <w:rFonts w:cs="Arial"/>
              </w:rPr>
              <w:t>: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8707C8" w:rsidRPr="007838D2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</w:tc>
      </w:tr>
    </w:tbl>
    <w:p w:rsidR="007838D2" w:rsidRPr="007838D2" w:rsidRDefault="007838D2" w:rsidP="007838D2">
      <w:pPr>
        <w:rPr>
          <w:rFonts w:cs="Arial"/>
        </w:rPr>
      </w:pPr>
    </w:p>
    <w:p w:rsidR="0010261F" w:rsidRDefault="0010261F" w:rsidP="0010261F">
      <w:pPr>
        <w:jc w:val="both"/>
        <w:rPr>
          <w:rFonts w:cs="Arial"/>
        </w:rPr>
      </w:pPr>
    </w:p>
    <w:p w:rsidR="0010261F" w:rsidRDefault="0010261F" w:rsidP="0010261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10261F" w:rsidRDefault="0010261F" w:rsidP="0010261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:rsidR="007838D2" w:rsidRPr="007838D2" w:rsidRDefault="007838D2" w:rsidP="007838D2">
      <w:pPr>
        <w:rPr>
          <w:rFonts w:cs="Arial"/>
        </w:rPr>
      </w:pPr>
    </w:p>
    <w:p w:rsidR="00284768" w:rsidRPr="007838D2" w:rsidRDefault="00284768" w:rsidP="007838D2">
      <w:pPr>
        <w:rPr>
          <w:rFonts w:cs="Arial"/>
        </w:rPr>
      </w:pPr>
    </w:p>
    <w:p w:rsidR="00D47195" w:rsidRDefault="00213CCB" w:rsidP="007838D2">
      <w:pPr>
        <w:rPr>
          <w:rFonts w:cs="Arial"/>
          <w:i/>
        </w:rPr>
      </w:pPr>
      <w:r w:rsidRPr="00213CCB">
        <w:rPr>
          <w:rFonts w:cs="Arial"/>
          <w:i/>
        </w:rPr>
        <w:t>O</w:t>
      </w:r>
      <w:r w:rsidR="007838D2" w:rsidRPr="00213CCB">
        <w:rPr>
          <w:rFonts w:cs="Arial"/>
          <w:i/>
        </w:rPr>
        <w:t>brazec</w:t>
      </w:r>
      <w:r w:rsidRPr="00213CCB">
        <w:rPr>
          <w:rFonts w:cs="Arial"/>
          <w:i/>
        </w:rPr>
        <w:t xml:space="preserve"> morajo izpolniti vsa sodelujoča podjetja, zato se ga </w:t>
      </w:r>
      <w:r w:rsidR="00D9332E">
        <w:rPr>
          <w:rFonts w:cs="Arial"/>
          <w:i/>
        </w:rPr>
        <w:t>razmnoži.</w:t>
      </w:r>
    </w:p>
    <w:p w:rsidR="00D9332E" w:rsidRDefault="00D9332E" w:rsidP="007838D2">
      <w:pPr>
        <w:rPr>
          <w:rFonts w:cs="Arial"/>
          <w:i/>
        </w:rPr>
      </w:pPr>
    </w:p>
    <w:p w:rsidR="00D9332E" w:rsidRPr="00D9332E" w:rsidRDefault="00D9332E" w:rsidP="00D9332E">
      <w:pPr>
        <w:pStyle w:val="Telobesedila"/>
        <w:tabs>
          <w:tab w:val="num" w:pos="1080"/>
        </w:tabs>
        <w:spacing w:after="120"/>
        <w:rPr>
          <w:rFonts w:cs="Arial"/>
        </w:rPr>
      </w:pPr>
      <w:r>
        <w:rPr>
          <w:rFonts w:cs="Arial"/>
          <w:szCs w:val="22"/>
        </w:rPr>
        <w:t>Ta obrazec je sestavni del in priloga ponudbe, s katero se prijavljamo na razpis za izvedbo javnega naročila.</w:t>
      </w:r>
    </w:p>
    <w:sectPr w:rsidR="00D9332E" w:rsidRPr="00D9332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5BB" w:rsidRDefault="006955BB">
      <w:r>
        <w:separator/>
      </w:r>
    </w:p>
  </w:endnote>
  <w:endnote w:type="continuationSeparator" w:id="0">
    <w:p w:rsidR="006955BB" w:rsidRDefault="0069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C92018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673209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4C5BBA4" wp14:editId="60BC6B40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C25B1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C25B1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5BB" w:rsidRDefault="006955BB">
      <w:r>
        <w:separator/>
      </w:r>
    </w:p>
  </w:footnote>
  <w:footnote w:type="continuationSeparator" w:id="0">
    <w:p w:rsidR="006955BB" w:rsidRDefault="00695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149432B" wp14:editId="12A27AFA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C0552D" w:rsidRPr="00673209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673209" w:rsidRDefault="00C0552D" w:rsidP="00A1445A">
          <w:pPr>
            <w:ind w:right="6"/>
            <w:jc w:val="both"/>
            <w:rPr>
              <w:rFonts w:cs="Arial"/>
              <w:b/>
              <w:i/>
              <w:color w:val="000000"/>
              <w:sz w:val="20"/>
              <w:szCs w:val="2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673209" w:rsidRDefault="00C0552D" w:rsidP="00C0552D">
          <w:pPr>
            <w:rPr>
              <w:rFonts w:cs="Arial"/>
              <w:b/>
              <w:i/>
              <w:color w:val="000000"/>
              <w:sz w:val="20"/>
              <w:szCs w:val="2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144B8D" w:rsidRPr="00673209" w:rsidRDefault="00673209" w:rsidP="00144B8D">
          <w:pPr>
            <w:pStyle w:val="Telobesedila"/>
            <w:jc w:val="right"/>
            <w:rPr>
              <w:rFonts w:cs="Arial"/>
              <w:b/>
              <w:i/>
              <w:sz w:val="20"/>
            </w:rPr>
          </w:pPr>
          <w:r w:rsidRPr="00673209">
            <w:rPr>
              <w:rFonts w:cs="Arial"/>
              <w:b/>
              <w:i/>
              <w:sz w:val="20"/>
            </w:rPr>
            <w:t>Priloga 1</w:t>
          </w:r>
        </w:p>
        <w:p w:rsidR="00C0552D" w:rsidRPr="00673209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cs="Arial"/>
              <w:b/>
              <w:i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0261F"/>
    <w:rsid w:val="00114401"/>
    <w:rsid w:val="0012533E"/>
    <w:rsid w:val="001314C1"/>
    <w:rsid w:val="001352C1"/>
    <w:rsid w:val="0014021F"/>
    <w:rsid w:val="00144B8D"/>
    <w:rsid w:val="001565F0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1F7C95"/>
    <w:rsid w:val="0020233B"/>
    <w:rsid w:val="00204F73"/>
    <w:rsid w:val="00213ABA"/>
    <w:rsid w:val="00213CCB"/>
    <w:rsid w:val="00227FB0"/>
    <w:rsid w:val="00231CFA"/>
    <w:rsid w:val="00235E41"/>
    <w:rsid w:val="002413BB"/>
    <w:rsid w:val="00241698"/>
    <w:rsid w:val="00251D3F"/>
    <w:rsid w:val="002618E0"/>
    <w:rsid w:val="00263BEF"/>
    <w:rsid w:val="00265082"/>
    <w:rsid w:val="002711AE"/>
    <w:rsid w:val="00273761"/>
    <w:rsid w:val="00277706"/>
    <w:rsid w:val="00283EE6"/>
    <w:rsid w:val="00284768"/>
    <w:rsid w:val="00285B81"/>
    <w:rsid w:val="002A6A46"/>
    <w:rsid w:val="002B28E0"/>
    <w:rsid w:val="002C25B1"/>
    <w:rsid w:val="002D6A3C"/>
    <w:rsid w:val="002E1329"/>
    <w:rsid w:val="002E2FD3"/>
    <w:rsid w:val="002E6105"/>
    <w:rsid w:val="002E6B63"/>
    <w:rsid w:val="002F0041"/>
    <w:rsid w:val="002F68A9"/>
    <w:rsid w:val="00301033"/>
    <w:rsid w:val="00315EE6"/>
    <w:rsid w:val="00324C4C"/>
    <w:rsid w:val="00325D8B"/>
    <w:rsid w:val="00326834"/>
    <w:rsid w:val="0035043A"/>
    <w:rsid w:val="00367250"/>
    <w:rsid w:val="00370866"/>
    <w:rsid w:val="0037231D"/>
    <w:rsid w:val="00386A17"/>
    <w:rsid w:val="003B31C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3025"/>
    <w:rsid w:val="00445049"/>
    <w:rsid w:val="004527D6"/>
    <w:rsid w:val="00455EB9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30EA"/>
    <w:rsid w:val="00537622"/>
    <w:rsid w:val="005608A6"/>
    <w:rsid w:val="005724B4"/>
    <w:rsid w:val="005753D9"/>
    <w:rsid w:val="00582831"/>
    <w:rsid w:val="0058399F"/>
    <w:rsid w:val="005A785E"/>
    <w:rsid w:val="005B253B"/>
    <w:rsid w:val="005B3910"/>
    <w:rsid w:val="005C4C41"/>
    <w:rsid w:val="005C71B5"/>
    <w:rsid w:val="005C7E8F"/>
    <w:rsid w:val="005D7E01"/>
    <w:rsid w:val="005E7E0B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004"/>
    <w:rsid w:val="00670A28"/>
    <w:rsid w:val="00670D1D"/>
    <w:rsid w:val="00673209"/>
    <w:rsid w:val="006776D7"/>
    <w:rsid w:val="006955BB"/>
    <w:rsid w:val="006A307A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73870"/>
    <w:rsid w:val="007748AC"/>
    <w:rsid w:val="00780396"/>
    <w:rsid w:val="0078319E"/>
    <w:rsid w:val="00783525"/>
    <w:rsid w:val="007838D2"/>
    <w:rsid w:val="007D302C"/>
    <w:rsid w:val="007D4174"/>
    <w:rsid w:val="007E0866"/>
    <w:rsid w:val="007E31E3"/>
    <w:rsid w:val="007E500E"/>
    <w:rsid w:val="007F3757"/>
    <w:rsid w:val="007F4AC2"/>
    <w:rsid w:val="007F7EE3"/>
    <w:rsid w:val="008155E7"/>
    <w:rsid w:val="0082456D"/>
    <w:rsid w:val="00824D1D"/>
    <w:rsid w:val="00833AC6"/>
    <w:rsid w:val="00843739"/>
    <w:rsid w:val="00847017"/>
    <w:rsid w:val="00847295"/>
    <w:rsid w:val="00861923"/>
    <w:rsid w:val="008707C8"/>
    <w:rsid w:val="00882006"/>
    <w:rsid w:val="00895F3B"/>
    <w:rsid w:val="008A3239"/>
    <w:rsid w:val="008A757F"/>
    <w:rsid w:val="008B25C9"/>
    <w:rsid w:val="008C2AC2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53D79"/>
    <w:rsid w:val="00965BB4"/>
    <w:rsid w:val="009A46DA"/>
    <w:rsid w:val="009B0FC7"/>
    <w:rsid w:val="009B361A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287C"/>
    <w:rsid w:val="00A1445A"/>
    <w:rsid w:val="00A1590A"/>
    <w:rsid w:val="00A22650"/>
    <w:rsid w:val="00A3063E"/>
    <w:rsid w:val="00A33BE0"/>
    <w:rsid w:val="00A515E0"/>
    <w:rsid w:val="00A55B4C"/>
    <w:rsid w:val="00A57325"/>
    <w:rsid w:val="00A6595A"/>
    <w:rsid w:val="00A75802"/>
    <w:rsid w:val="00A83E62"/>
    <w:rsid w:val="00A92149"/>
    <w:rsid w:val="00AA2F1C"/>
    <w:rsid w:val="00AB1522"/>
    <w:rsid w:val="00AB3346"/>
    <w:rsid w:val="00AB4674"/>
    <w:rsid w:val="00AC2133"/>
    <w:rsid w:val="00AC72E5"/>
    <w:rsid w:val="00AD3618"/>
    <w:rsid w:val="00AF0AD6"/>
    <w:rsid w:val="00B021F9"/>
    <w:rsid w:val="00B02DB6"/>
    <w:rsid w:val="00B16F2C"/>
    <w:rsid w:val="00B20079"/>
    <w:rsid w:val="00B200E4"/>
    <w:rsid w:val="00B26132"/>
    <w:rsid w:val="00B2757C"/>
    <w:rsid w:val="00B32A8A"/>
    <w:rsid w:val="00B33EED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6F67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7569E"/>
    <w:rsid w:val="00C82B34"/>
    <w:rsid w:val="00C92018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27CE9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9332E"/>
    <w:rsid w:val="00DA031C"/>
    <w:rsid w:val="00DA0B86"/>
    <w:rsid w:val="00DA754D"/>
    <w:rsid w:val="00DB3E61"/>
    <w:rsid w:val="00DF116B"/>
    <w:rsid w:val="00DF3D50"/>
    <w:rsid w:val="00E029F3"/>
    <w:rsid w:val="00E02C2C"/>
    <w:rsid w:val="00E0340C"/>
    <w:rsid w:val="00E31A51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0622"/>
    <w:rsid w:val="00F65355"/>
    <w:rsid w:val="00F70BB8"/>
    <w:rsid w:val="00F71C13"/>
    <w:rsid w:val="00F758D0"/>
    <w:rsid w:val="00F92D1D"/>
    <w:rsid w:val="00F93567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CB09067"/>
  <w15:docId w15:val="{CC346FA9-6E5D-4F2F-8AC1-20DB15D4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606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F606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606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semiHidden/>
    <w:rsid w:val="00F606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0DC2B4-0585-4CCB-8505-8AAEFB8D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200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820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49</cp:revision>
  <cp:lastPrinted>2018-11-12T12:47:00Z</cp:lastPrinted>
  <dcterms:created xsi:type="dcterms:W3CDTF">2015-03-03T09:37:00Z</dcterms:created>
  <dcterms:modified xsi:type="dcterms:W3CDTF">2019-09-13T10:29:00Z</dcterms:modified>
</cp:coreProperties>
</file>