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F6F04" w14:textId="77777777" w:rsidR="0004202F" w:rsidRPr="0004202F" w:rsidRDefault="0004202F" w:rsidP="0004202F">
      <w:pPr>
        <w:tabs>
          <w:tab w:val="left" w:pos="1083"/>
        </w:tabs>
        <w:ind w:left="7788"/>
        <w:rPr>
          <w:rFonts w:ascii="Arial" w:hAnsi="Arial" w:cs="Arial"/>
          <w:b/>
          <w:i/>
          <w:color w:val="000000"/>
          <w:sz w:val="20"/>
          <w:szCs w:val="20"/>
        </w:rPr>
      </w:pPr>
      <w:r w:rsidRPr="0004202F">
        <w:rPr>
          <w:rFonts w:ascii="Arial" w:hAnsi="Arial" w:cs="Arial"/>
          <w:b/>
          <w:i/>
          <w:color w:val="000000"/>
          <w:sz w:val="20"/>
          <w:szCs w:val="20"/>
        </w:rPr>
        <w:t>Priloga 9</w:t>
      </w:r>
    </w:p>
    <w:p w14:paraId="1D52DDE6" w14:textId="77777777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>ŠT. JAVNEGA RAZPISA:</w:t>
      </w:r>
      <w:r w:rsidRPr="0004202F">
        <w:rPr>
          <w:rFonts w:ascii="Arial" w:hAnsi="Arial" w:cs="Arial"/>
          <w:i/>
          <w:sz w:val="20"/>
          <w:szCs w:val="20"/>
        </w:rPr>
        <w:tab/>
        <w:t>2020/053</w:t>
      </w:r>
    </w:p>
    <w:p w14:paraId="0F177455" w14:textId="103AABD4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 xml:space="preserve">DATUM: </w:t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>30.1.2020</w:t>
      </w:r>
    </w:p>
    <w:p w14:paraId="11D6A810" w14:textId="77777777" w:rsidR="0004202F" w:rsidRPr="0004202F" w:rsidRDefault="0004202F" w:rsidP="0004202F">
      <w:pPr>
        <w:rPr>
          <w:rFonts w:ascii="Arial" w:hAnsi="Arial" w:cs="Arial"/>
          <w:i/>
          <w:sz w:val="20"/>
          <w:szCs w:val="20"/>
        </w:rPr>
      </w:pPr>
      <w:r w:rsidRPr="0004202F">
        <w:rPr>
          <w:rFonts w:ascii="Arial" w:hAnsi="Arial" w:cs="Arial"/>
          <w:i/>
          <w:sz w:val="20"/>
          <w:szCs w:val="20"/>
        </w:rPr>
        <w:t xml:space="preserve">PREDMET: </w:t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</w:r>
      <w:r w:rsidRPr="0004202F">
        <w:rPr>
          <w:rFonts w:ascii="Arial" w:hAnsi="Arial" w:cs="Arial"/>
          <w:i/>
          <w:sz w:val="20"/>
          <w:szCs w:val="20"/>
        </w:rPr>
        <w:tab/>
        <w:t>Menjava naftnih derivatov</w:t>
      </w:r>
    </w:p>
    <w:p w14:paraId="72FA36B7" w14:textId="77777777" w:rsidR="0004202F" w:rsidRPr="0004202F" w:rsidRDefault="0004202F" w:rsidP="0004202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412009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41AC9EB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PONUDNIK:</w:t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16514C0A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7DEDDA5" w14:textId="77777777" w:rsidR="0004202F" w:rsidRPr="0004202F" w:rsidRDefault="0004202F" w:rsidP="000420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______________________</w:t>
      </w:r>
    </w:p>
    <w:p w14:paraId="4BE9DDC1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5ED14A5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IZJAVA ZAKONITEGA ZASTOPNIKA</w:t>
      </w:r>
    </w:p>
    <w:p w14:paraId="533DEE7C" w14:textId="77777777" w:rsidR="0004202F" w:rsidRPr="0004202F" w:rsidRDefault="0004202F" w:rsidP="0004202F">
      <w:pPr>
        <w:pStyle w:val="Naslov2"/>
        <w:jc w:val="center"/>
        <w:rPr>
          <w:rFonts w:ascii="Arial" w:hAnsi="Arial" w:cs="Arial"/>
          <w:color w:val="auto"/>
          <w:sz w:val="22"/>
          <w:szCs w:val="22"/>
        </w:rPr>
      </w:pPr>
      <w:r w:rsidRPr="0004202F">
        <w:rPr>
          <w:rFonts w:ascii="Arial" w:hAnsi="Arial" w:cs="Arial"/>
          <w:color w:val="auto"/>
          <w:sz w:val="22"/>
          <w:szCs w:val="22"/>
        </w:rPr>
        <w:t>za pridobitev podatkov</w:t>
      </w:r>
    </w:p>
    <w:p w14:paraId="09F2DE25" w14:textId="77777777" w:rsidR="0004202F" w:rsidRPr="0004202F" w:rsidRDefault="0004202F" w:rsidP="0004202F">
      <w:pPr>
        <w:jc w:val="center"/>
        <w:rPr>
          <w:rFonts w:ascii="Arial" w:hAnsi="Arial" w:cs="Arial"/>
          <w:sz w:val="22"/>
          <w:szCs w:val="22"/>
        </w:rPr>
      </w:pPr>
    </w:p>
    <w:p w14:paraId="4540F5C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68219FF1" w14:textId="77777777" w:rsidR="0004202F" w:rsidRPr="0004202F" w:rsidRDefault="0004202F" w:rsidP="0004202F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D01D9C8" w14:textId="3D2BAEC8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Podpisani zakoniti zastopnik ponudnika:</w:t>
      </w:r>
      <w:r w:rsidRPr="0004202F">
        <w:rPr>
          <w:rFonts w:ascii="Arial" w:hAnsi="Arial" w:cs="Arial"/>
          <w:sz w:val="22"/>
          <w:szCs w:val="22"/>
        </w:rPr>
        <w:tab/>
        <w:t>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7B0CC9CF" w14:textId="45A2236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EMŠO: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A709A7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>datum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072A2476" w14:textId="527F48D3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kraj rojstva: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6C57FB5" w14:textId="51DA7B01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občina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11C12F7A" w14:textId="5818D570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država rojstva: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B47246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državljanstvo: 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34B5489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naslov stalnega/začasnega bivališča: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6BF6E7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moje prejšnje osebno ime se je glasilo:</w:t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7A1E1FFA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0BDC183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pooblaščam naročnika Zavod Republike Slovenije za blagovne rezerve, Dunajska cesta 106, 1000 Ljubljana, da lahko za namene objavljenega javnega naročila na portalu javnih naročil in v Dodatku k Uradnemu listu EU, pridobi moje osebne podatke iz uradnih evidenc državnih organov, organov lokalnih skupnosti in nosilcev javnega pooblastila.</w:t>
      </w:r>
    </w:p>
    <w:p w14:paraId="3AB5BCF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 xml:space="preserve">. </w:t>
      </w:r>
    </w:p>
    <w:p w14:paraId="69204698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16412BC2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 xml:space="preserve">V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</w:rPr>
        <w:t xml:space="preserve">, dne </w:t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5D38729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5990DEC6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25BF3C8E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  <w:u w:val="single"/>
        </w:rPr>
        <w:t>______________________________</w:t>
      </w:r>
      <w:r w:rsidRPr="0004202F">
        <w:rPr>
          <w:rFonts w:ascii="Arial" w:hAnsi="Arial" w:cs="Arial"/>
          <w:sz w:val="22"/>
          <w:szCs w:val="22"/>
          <w:u w:val="single"/>
        </w:rPr>
        <w:tab/>
      </w:r>
    </w:p>
    <w:p w14:paraId="3482D945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</w:r>
      <w:r w:rsidRPr="0004202F">
        <w:rPr>
          <w:rFonts w:ascii="Arial" w:hAnsi="Arial" w:cs="Arial"/>
          <w:sz w:val="22"/>
          <w:szCs w:val="22"/>
        </w:rPr>
        <w:tab/>
        <w:t>Podpis zakonitega zastopnika ponudnika</w:t>
      </w:r>
    </w:p>
    <w:p w14:paraId="1AD60310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F402BDF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</w:rPr>
      </w:pPr>
    </w:p>
    <w:p w14:paraId="7BDFC02E" w14:textId="77777777" w:rsidR="0004202F" w:rsidRPr="0004202F" w:rsidRDefault="0004202F" w:rsidP="0004202F">
      <w:pPr>
        <w:pStyle w:val="Telobesedila"/>
        <w:tabs>
          <w:tab w:val="num" w:pos="1080"/>
        </w:tabs>
        <w:jc w:val="both"/>
        <w:rPr>
          <w:rFonts w:ascii="Arial" w:hAnsi="Arial" w:cs="Arial"/>
          <w:sz w:val="22"/>
          <w:szCs w:val="22"/>
        </w:rPr>
      </w:pPr>
      <w:r w:rsidRPr="0004202F">
        <w:rPr>
          <w:rFonts w:ascii="Arial" w:hAnsi="Arial" w:cs="Arial"/>
          <w:sz w:val="22"/>
          <w:szCs w:val="22"/>
        </w:rPr>
        <w:t>Ta izjava je sestavni del in priloga ponudbe, s katero se prijavljamo na obvestilo o javnem naročilu,.</w:t>
      </w:r>
    </w:p>
    <w:p w14:paraId="51DCB16D" w14:textId="77777777" w:rsidR="0004202F" w:rsidRPr="0004202F" w:rsidRDefault="0004202F" w:rsidP="0004202F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A8F813C" w14:textId="77777777" w:rsidR="0004202F" w:rsidRPr="0004202F" w:rsidRDefault="0004202F" w:rsidP="0004202F">
      <w:pPr>
        <w:rPr>
          <w:rFonts w:ascii="Arial" w:hAnsi="Arial" w:cs="Arial"/>
          <w:color w:val="000000"/>
          <w:sz w:val="22"/>
          <w:szCs w:val="22"/>
        </w:rPr>
      </w:pPr>
    </w:p>
    <w:p w14:paraId="48B80526" w14:textId="77777777" w:rsidR="00AC7136" w:rsidRPr="0004202F" w:rsidRDefault="00AC7136" w:rsidP="006F481E">
      <w:pPr>
        <w:jc w:val="both"/>
        <w:rPr>
          <w:rFonts w:ascii="Arial" w:hAnsi="Arial" w:cs="Arial"/>
          <w:sz w:val="22"/>
          <w:szCs w:val="22"/>
        </w:rPr>
      </w:pPr>
    </w:p>
    <w:sectPr w:rsidR="00AC7136" w:rsidRPr="0004202F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F7D7D" w14:textId="77777777" w:rsidR="00E114BC" w:rsidRDefault="00E114BC">
      <w:r>
        <w:separator/>
      </w:r>
    </w:p>
  </w:endnote>
  <w:endnote w:type="continuationSeparator" w:id="0">
    <w:p w14:paraId="471B9E8E" w14:textId="77777777" w:rsidR="00E114BC" w:rsidRDefault="00E1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E872B6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481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8681008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4202F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04202F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89923" w14:textId="77777777" w:rsidR="00E114BC" w:rsidRDefault="00E114BC">
      <w:r>
        <w:separator/>
      </w:r>
    </w:p>
  </w:footnote>
  <w:footnote w:type="continuationSeparator" w:id="0">
    <w:p w14:paraId="68C6D212" w14:textId="77777777" w:rsidR="00E114BC" w:rsidRDefault="00E1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381044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381044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4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6"/>
  </w:num>
  <w:num w:numId="6">
    <w:abstractNumId w:val="8"/>
  </w:num>
  <w:num w:numId="7">
    <w:abstractNumId w:val="19"/>
  </w:num>
  <w:num w:numId="8">
    <w:abstractNumId w:val="9"/>
  </w:num>
  <w:num w:numId="9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3"/>
  </w:num>
  <w:num w:numId="16">
    <w:abstractNumId w:val="13"/>
  </w:num>
  <w:num w:numId="17">
    <w:abstractNumId w:val="0"/>
  </w:num>
  <w:num w:numId="18">
    <w:abstractNumId w:val="4"/>
  </w:num>
  <w:num w:numId="19">
    <w:abstractNumId w:val="18"/>
  </w:num>
  <w:num w:numId="20">
    <w:abstractNumId w:val="11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2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Body Text Inden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uiPriority w:val="99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purl.org/dc/elements/1.1/"/>
    <ds:schemaRef ds:uri="http://schemas.microsoft.com/office/2006/metadata/propertie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B8E49A-EC47-4D9C-BC4E-D743C8DD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</TotalTime>
  <Pages>1</Pages>
  <Words>120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1072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</cp:revision>
  <cp:lastPrinted>2019-11-25T12:52:00Z</cp:lastPrinted>
  <dcterms:created xsi:type="dcterms:W3CDTF">2020-01-31T07:29:00Z</dcterms:created>
  <dcterms:modified xsi:type="dcterms:W3CDTF">2020-01-31T07:29:00Z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