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E93E2B" w14:textId="7122E677" w:rsidR="00967322" w:rsidRDefault="00967322" w:rsidP="00967322">
      <w:pPr>
        <w:tabs>
          <w:tab w:val="left" w:pos="1083"/>
        </w:tabs>
        <w:rPr>
          <w:rFonts w:ascii="Arial" w:hAnsi="Arial" w:cs="Arial"/>
          <w:color w:val="000000"/>
          <w:sz w:val="22"/>
          <w:szCs w:val="22"/>
        </w:rPr>
      </w:pPr>
    </w:p>
    <w:p w14:paraId="62F04E87" w14:textId="374E4170" w:rsidR="00967322" w:rsidRDefault="00967322" w:rsidP="00967322">
      <w:pPr>
        <w:tabs>
          <w:tab w:val="left" w:pos="1083"/>
        </w:tabs>
        <w:rPr>
          <w:rFonts w:ascii="Arial" w:hAnsi="Arial" w:cs="Arial"/>
          <w:color w:val="000000"/>
          <w:sz w:val="22"/>
          <w:szCs w:val="22"/>
        </w:rPr>
      </w:pPr>
    </w:p>
    <w:p w14:paraId="50314705" w14:textId="77777777" w:rsidR="00967322" w:rsidRPr="00967322" w:rsidRDefault="00967322" w:rsidP="00967322">
      <w:pPr>
        <w:tabs>
          <w:tab w:val="left" w:pos="1083"/>
        </w:tabs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14:paraId="0F02A64F" w14:textId="77777777" w:rsidR="00967322" w:rsidRPr="00967322" w:rsidRDefault="00967322" w:rsidP="0096732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67322">
        <w:rPr>
          <w:rFonts w:ascii="Arial" w:hAnsi="Arial" w:cs="Arial"/>
          <w:b/>
          <w:bCs/>
          <w:sz w:val="22"/>
          <w:szCs w:val="22"/>
        </w:rPr>
        <w:t>TENDER DOCUMENTATION</w:t>
      </w:r>
    </w:p>
    <w:p w14:paraId="73B2CF06" w14:textId="77777777" w:rsidR="00967322" w:rsidRPr="00967322" w:rsidRDefault="00967322" w:rsidP="0096732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DBD1E4F" w14:textId="77777777" w:rsidR="00967322" w:rsidRPr="00967322" w:rsidRDefault="00967322" w:rsidP="0096732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67322">
        <w:rPr>
          <w:rFonts w:ascii="Arial" w:hAnsi="Arial" w:cs="Arial"/>
          <w:b/>
          <w:bCs/>
          <w:sz w:val="22"/>
          <w:szCs w:val="22"/>
        </w:rPr>
        <w:t xml:space="preserve">for the award of a public contract in accordance with the open public procurement procedure for the replacement (exchange) of the petroleum products, </w:t>
      </w:r>
    </w:p>
    <w:p w14:paraId="4B4095CA" w14:textId="77777777" w:rsidR="00967322" w:rsidRPr="00967322" w:rsidRDefault="00967322" w:rsidP="0096732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67322">
        <w:rPr>
          <w:rFonts w:ascii="Arial" w:hAnsi="Arial" w:cs="Arial"/>
          <w:b/>
          <w:bCs/>
          <w:sz w:val="22"/>
          <w:szCs w:val="22"/>
        </w:rPr>
        <w:t>and specifically the</w:t>
      </w:r>
    </w:p>
    <w:p w14:paraId="07BF3F1A" w14:textId="77777777" w:rsidR="00967322" w:rsidRPr="00967322" w:rsidRDefault="00967322" w:rsidP="0096732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67322">
        <w:rPr>
          <w:rFonts w:ascii="Arial" w:hAnsi="Arial" w:cs="Arial"/>
          <w:b/>
          <w:bCs/>
          <w:sz w:val="22"/>
          <w:szCs w:val="22"/>
        </w:rPr>
        <w:t xml:space="preserve">sale of app. 9,258 cbm of unleaded gasoline and </w:t>
      </w:r>
    </w:p>
    <w:p w14:paraId="4EE47E51" w14:textId="77777777" w:rsidR="00967322" w:rsidRPr="00967322" w:rsidRDefault="00967322" w:rsidP="00967322">
      <w:pPr>
        <w:jc w:val="center"/>
        <w:rPr>
          <w:rFonts w:ascii="Arial" w:hAnsi="Arial" w:cs="Arial"/>
          <w:sz w:val="22"/>
          <w:szCs w:val="22"/>
        </w:rPr>
      </w:pPr>
      <w:r w:rsidRPr="00967322">
        <w:rPr>
          <w:rFonts w:ascii="Arial" w:hAnsi="Arial" w:cs="Arial"/>
          <w:b/>
          <w:bCs/>
          <w:sz w:val="22"/>
          <w:szCs w:val="22"/>
        </w:rPr>
        <w:t xml:space="preserve">the procurement of 9,258 cbm of unleaded gasoline </w:t>
      </w:r>
    </w:p>
    <w:p w14:paraId="2ECEDA45" w14:textId="77777777" w:rsidR="00967322" w:rsidRPr="00967322" w:rsidRDefault="00967322" w:rsidP="00967322">
      <w:pPr>
        <w:pStyle w:val="Glava"/>
        <w:rPr>
          <w:rFonts w:ascii="Arial" w:hAnsi="Arial" w:cs="Arial"/>
          <w:sz w:val="22"/>
          <w:szCs w:val="22"/>
        </w:rPr>
      </w:pPr>
    </w:p>
    <w:p w14:paraId="509851AC" w14:textId="77777777" w:rsidR="00967322" w:rsidRPr="00967322" w:rsidRDefault="00967322" w:rsidP="00967322">
      <w:pPr>
        <w:jc w:val="both"/>
        <w:rPr>
          <w:rFonts w:ascii="Arial" w:hAnsi="Arial" w:cs="Arial"/>
          <w:sz w:val="22"/>
          <w:szCs w:val="22"/>
        </w:rPr>
      </w:pPr>
    </w:p>
    <w:p w14:paraId="7E820DB2" w14:textId="77777777" w:rsidR="00967322" w:rsidRPr="00967322" w:rsidRDefault="00967322" w:rsidP="00967322">
      <w:pPr>
        <w:pStyle w:val="Telobesedila2"/>
        <w:jc w:val="both"/>
        <w:rPr>
          <w:rFonts w:cs="Arial"/>
        </w:rPr>
      </w:pPr>
      <w:r w:rsidRPr="00967322">
        <w:rPr>
          <w:rFonts w:cs="Arial"/>
        </w:rPr>
        <w:t xml:space="preserve">The Tender Documentation has been drawn up in accordance with </w:t>
      </w:r>
    </w:p>
    <w:p w14:paraId="5E545A2D" w14:textId="77777777" w:rsidR="00967322" w:rsidRPr="00967322" w:rsidRDefault="00967322" w:rsidP="00967322">
      <w:pPr>
        <w:jc w:val="both"/>
        <w:rPr>
          <w:rFonts w:ascii="Arial" w:hAnsi="Arial" w:cs="Arial"/>
          <w:sz w:val="22"/>
          <w:szCs w:val="22"/>
        </w:rPr>
      </w:pPr>
    </w:p>
    <w:p w14:paraId="65145B91" w14:textId="77777777" w:rsidR="00967322" w:rsidRPr="00967322" w:rsidRDefault="00967322" w:rsidP="00967322">
      <w:pPr>
        <w:pStyle w:val="Telobesedila2"/>
        <w:numPr>
          <w:ilvl w:val="0"/>
          <w:numId w:val="27"/>
        </w:numPr>
        <w:spacing w:after="0"/>
        <w:jc w:val="both"/>
        <w:rPr>
          <w:rFonts w:cs="Arial"/>
          <w:bCs/>
        </w:rPr>
      </w:pPr>
      <w:r w:rsidRPr="00967322">
        <w:rPr>
          <w:rFonts w:cs="Arial"/>
          <w:bCs/>
        </w:rPr>
        <w:t xml:space="preserve">Public Procurement Act </w:t>
      </w:r>
    </w:p>
    <w:p w14:paraId="5909C71B" w14:textId="77777777" w:rsidR="00967322" w:rsidRPr="00967322" w:rsidRDefault="00967322" w:rsidP="00967322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967322">
        <w:rPr>
          <w:rFonts w:ascii="Arial" w:hAnsi="Arial" w:cs="Arial"/>
          <w:sz w:val="22"/>
          <w:szCs w:val="22"/>
        </w:rPr>
        <w:t>Act on Legal Protection in Public Procurement Procedures</w:t>
      </w:r>
    </w:p>
    <w:p w14:paraId="67283331" w14:textId="77777777" w:rsidR="00967322" w:rsidRPr="00967322" w:rsidRDefault="00967322" w:rsidP="0096732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0C40DD95" w14:textId="77777777" w:rsidR="00967322" w:rsidRPr="00967322" w:rsidRDefault="00967322" w:rsidP="00967322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967322">
        <w:rPr>
          <w:rFonts w:ascii="Arial" w:hAnsi="Arial" w:cs="Arial"/>
          <w:sz w:val="22"/>
          <w:szCs w:val="22"/>
        </w:rPr>
        <w:t>Commodity Reserves Act</w:t>
      </w:r>
    </w:p>
    <w:p w14:paraId="2F815D7E" w14:textId="77777777" w:rsidR="00967322" w:rsidRPr="00967322" w:rsidRDefault="00967322" w:rsidP="00967322">
      <w:pPr>
        <w:jc w:val="both"/>
        <w:rPr>
          <w:rFonts w:ascii="Arial" w:hAnsi="Arial" w:cs="Arial"/>
          <w:sz w:val="22"/>
          <w:szCs w:val="22"/>
        </w:rPr>
      </w:pPr>
    </w:p>
    <w:p w14:paraId="10EC85BD" w14:textId="77777777" w:rsidR="00967322" w:rsidRPr="00967322" w:rsidRDefault="00967322" w:rsidP="00967322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967322">
        <w:rPr>
          <w:rFonts w:ascii="Arial" w:hAnsi="Arial" w:cs="Arial"/>
          <w:sz w:val="22"/>
          <w:szCs w:val="22"/>
        </w:rPr>
        <w:t>Public Finance Act</w:t>
      </w:r>
    </w:p>
    <w:p w14:paraId="5CD36AC4" w14:textId="77777777" w:rsidR="00967322" w:rsidRPr="00967322" w:rsidRDefault="00967322" w:rsidP="00967322">
      <w:pPr>
        <w:jc w:val="both"/>
        <w:rPr>
          <w:rFonts w:ascii="Arial" w:hAnsi="Arial" w:cs="Arial"/>
          <w:sz w:val="22"/>
          <w:szCs w:val="22"/>
        </w:rPr>
      </w:pPr>
    </w:p>
    <w:p w14:paraId="35B3C981" w14:textId="77777777" w:rsidR="00967322" w:rsidRPr="00967322" w:rsidRDefault="00967322" w:rsidP="00967322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967322">
        <w:rPr>
          <w:rFonts w:ascii="Arial" w:hAnsi="Arial" w:cs="Arial"/>
          <w:sz w:val="22"/>
          <w:szCs w:val="22"/>
        </w:rPr>
        <w:t>other effective legislation and standards governing the public procurement area.</w:t>
      </w:r>
    </w:p>
    <w:p w14:paraId="4D462DB5" w14:textId="77777777" w:rsidR="00967322" w:rsidRPr="00967322" w:rsidRDefault="00967322" w:rsidP="00967322">
      <w:pPr>
        <w:rPr>
          <w:rFonts w:ascii="Arial" w:hAnsi="Arial" w:cs="Arial"/>
          <w:color w:val="000000"/>
          <w:sz w:val="22"/>
          <w:szCs w:val="22"/>
        </w:rPr>
      </w:pPr>
    </w:p>
    <w:p w14:paraId="18545C69" w14:textId="77777777" w:rsidR="00967322" w:rsidRPr="00967322" w:rsidRDefault="00967322" w:rsidP="00967322">
      <w:pPr>
        <w:pStyle w:val="Telobesedila2"/>
        <w:jc w:val="both"/>
        <w:rPr>
          <w:rFonts w:cs="Arial"/>
          <w:color w:val="000000"/>
        </w:rPr>
      </w:pPr>
    </w:p>
    <w:p w14:paraId="48B80526" w14:textId="77777777" w:rsidR="00AC7136" w:rsidRPr="00967322" w:rsidRDefault="00AC7136" w:rsidP="00967322">
      <w:pPr>
        <w:rPr>
          <w:rFonts w:ascii="Arial" w:hAnsi="Arial" w:cs="Arial"/>
          <w:sz w:val="22"/>
          <w:szCs w:val="22"/>
        </w:rPr>
      </w:pPr>
    </w:p>
    <w:sectPr w:rsidR="00AC7136" w:rsidRPr="00967322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682B2" w14:textId="77777777" w:rsidR="0073055A" w:rsidRDefault="0073055A">
      <w:r>
        <w:separator/>
      </w:r>
    </w:p>
  </w:endnote>
  <w:endnote w:type="continuationSeparator" w:id="0">
    <w:p w14:paraId="6FEDE468" w14:textId="77777777" w:rsidR="0073055A" w:rsidRDefault="00730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067AE34A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967322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967322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1B12B06F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967322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967322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B6594" w14:textId="77777777" w:rsidR="0073055A" w:rsidRDefault="0073055A">
      <w:r>
        <w:separator/>
      </w:r>
    </w:p>
  </w:footnote>
  <w:footnote w:type="continuationSeparator" w:id="0">
    <w:p w14:paraId="6610C927" w14:textId="77777777" w:rsidR="0073055A" w:rsidRDefault="00730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967322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967322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4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7"/>
  </w:num>
  <w:num w:numId="6">
    <w:abstractNumId w:val="8"/>
  </w:num>
  <w:num w:numId="7">
    <w:abstractNumId w:val="20"/>
  </w:num>
  <w:num w:numId="8">
    <w:abstractNumId w:val="9"/>
  </w:num>
  <w:num w:numId="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"/>
  </w:num>
  <w:num w:numId="16">
    <w:abstractNumId w:val="13"/>
  </w:num>
  <w:num w:numId="17">
    <w:abstractNumId w:val="0"/>
  </w:num>
  <w:num w:numId="18">
    <w:abstractNumId w:val="4"/>
  </w:num>
  <w:num w:numId="19">
    <w:abstractNumId w:val="19"/>
  </w:num>
  <w:num w:numId="20">
    <w:abstractNumId w:val="11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044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758E"/>
    <w:rsid w:val="007033C0"/>
    <w:rsid w:val="0073055A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67322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14BC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Body Text Inden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uiPriority w:val="99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fef81378-7155-4c2c-9941-e6fa858b3999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8df548e2-49b0-4167-80ee-6fc57c1705d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EE9971-DD60-48AE-83D9-5E3047384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0</TotalTime>
  <Pages>1</Pages>
  <Words>87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572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2</cp:revision>
  <cp:lastPrinted>2019-11-25T12:52:00Z</cp:lastPrinted>
  <dcterms:created xsi:type="dcterms:W3CDTF">2020-01-31T09:18:00Z</dcterms:created>
  <dcterms:modified xsi:type="dcterms:W3CDTF">2020-01-31T09:18:00Z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