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77777777" w:rsidR="00EE6ED9" w:rsidRPr="00E84FBC" w:rsidRDefault="00EE6ED9" w:rsidP="00497AA4">
      <w:pPr>
        <w:tabs>
          <w:tab w:val="left" w:pos="993"/>
        </w:tabs>
        <w:rPr>
          <w:rFonts w:ascii="Arial" w:hAnsi="Arial" w:cs="Arial"/>
          <w:color w:val="000000"/>
          <w:sz w:val="22"/>
          <w:szCs w:val="22"/>
        </w:rPr>
      </w:pPr>
      <w:bookmarkStart w:id="0" w:name="OLE_LINK3"/>
      <w:bookmarkStart w:id="1" w:name="OLE_LINK4"/>
    </w:p>
    <w:bookmarkEnd w:id="0"/>
    <w:bookmarkEnd w:id="1"/>
    <w:p w14:paraId="26D3511A" w14:textId="77777777" w:rsidR="00E84FBC" w:rsidRPr="00E84FBC" w:rsidRDefault="00E84FBC" w:rsidP="00E84FB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84FBC">
        <w:rPr>
          <w:rFonts w:ascii="Arial" w:hAnsi="Arial" w:cs="Arial"/>
          <w:b/>
          <w:bCs/>
          <w:sz w:val="22"/>
          <w:szCs w:val="22"/>
        </w:rPr>
        <w:t>RAZPISNA DOKUMENTACIJA</w:t>
      </w:r>
    </w:p>
    <w:p w14:paraId="13DB2C83" w14:textId="77777777" w:rsidR="00E84FBC" w:rsidRPr="00E84FBC" w:rsidRDefault="00E84FBC" w:rsidP="00E84FB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A475DCD" w14:textId="77777777" w:rsidR="00E84FBC" w:rsidRPr="00E84FBC" w:rsidRDefault="00E84FBC" w:rsidP="00E84FB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EE674DC" w14:textId="77777777" w:rsidR="00E84FBC" w:rsidRPr="00E84FBC" w:rsidRDefault="00E84FBC" w:rsidP="00E84FB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84FBC">
        <w:rPr>
          <w:rFonts w:ascii="Arial" w:hAnsi="Arial" w:cs="Arial"/>
          <w:b/>
          <w:bCs/>
          <w:sz w:val="22"/>
          <w:szCs w:val="22"/>
        </w:rPr>
        <w:t xml:space="preserve">za oddajo javnega naročila po odprtem postopku za </w:t>
      </w:r>
    </w:p>
    <w:p w14:paraId="6A1E11A2" w14:textId="77777777" w:rsidR="00E84FBC" w:rsidRPr="00E84FBC" w:rsidRDefault="00E84FBC" w:rsidP="00E84FB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E975B7B" w14:textId="77777777" w:rsidR="00E84FBC" w:rsidRPr="00E84FBC" w:rsidRDefault="00E84FBC" w:rsidP="00E84FB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84FBC">
        <w:rPr>
          <w:rFonts w:ascii="Arial" w:hAnsi="Arial" w:cs="Arial"/>
          <w:b/>
          <w:bCs/>
          <w:sz w:val="22"/>
          <w:szCs w:val="22"/>
        </w:rPr>
        <w:t>delegiranje naftnih derivatov</w:t>
      </w:r>
    </w:p>
    <w:p w14:paraId="2F9D392E" w14:textId="77777777" w:rsidR="00E84FBC" w:rsidRPr="00E84FBC" w:rsidRDefault="00E84FBC" w:rsidP="00E84FB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DA755BB" w14:textId="77777777" w:rsidR="00E84FBC" w:rsidRPr="00E84FBC" w:rsidRDefault="00E84FBC" w:rsidP="00E84FBC">
      <w:pPr>
        <w:pStyle w:val="Glava"/>
        <w:rPr>
          <w:rFonts w:ascii="Arial" w:hAnsi="Arial" w:cs="Arial"/>
          <w:sz w:val="22"/>
          <w:szCs w:val="22"/>
        </w:rPr>
      </w:pPr>
    </w:p>
    <w:p w14:paraId="5790AD5D" w14:textId="77777777" w:rsidR="00E84FBC" w:rsidRPr="00E84FBC" w:rsidRDefault="00E84FBC" w:rsidP="00E84FBC">
      <w:pPr>
        <w:pStyle w:val="Glava"/>
        <w:rPr>
          <w:rFonts w:ascii="Arial" w:hAnsi="Arial" w:cs="Arial"/>
          <w:sz w:val="22"/>
          <w:szCs w:val="22"/>
          <w:lang w:val="it-IT"/>
        </w:rPr>
      </w:pPr>
    </w:p>
    <w:p w14:paraId="6457BF18" w14:textId="77777777" w:rsidR="00E84FBC" w:rsidRPr="00E84FBC" w:rsidRDefault="00E84FBC" w:rsidP="00E84FBC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54AF4A8" w14:textId="77777777" w:rsidR="00E84FBC" w:rsidRPr="00E84FBC" w:rsidRDefault="00E84FBC" w:rsidP="00E84FBC">
      <w:pPr>
        <w:pStyle w:val="Telobesedila2"/>
        <w:jc w:val="both"/>
        <w:rPr>
          <w:rFonts w:cs="Arial"/>
        </w:rPr>
      </w:pPr>
      <w:r w:rsidRPr="00E84FBC">
        <w:rPr>
          <w:rFonts w:cs="Arial"/>
        </w:rPr>
        <w:t>Razpisna dokumentacija je pripravljena v skladu z:</w:t>
      </w:r>
    </w:p>
    <w:p w14:paraId="77988AF3" w14:textId="77777777" w:rsidR="00E84FBC" w:rsidRPr="00E84FBC" w:rsidRDefault="00E84FBC" w:rsidP="00E84FBC">
      <w:pPr>
        <w:jc w:val="both"/>
        <w:rPr>
          <w:rFonts w:ascii="Arial" w:hAnsi="Arial" w:cs="Arial"/>
          <w:sz w:val="22"/>
          <w:szCs w:val="22"/>
        </w:rPr>
      </w:pPr>
    </w:p>
    <w:p w14:paraId="321775C7" w14:textId="77777777" w:rsidR="00E84FBC" w:rsidRPr="00E84FBC" w:rsidRDefault="00E84FBC" w:rsidP="00E84FBC">
      <w:pPr>
        <w:jc w:val="both"/>
        <w:rPr>
          <w:rFonts w:ascii="Arial" w:hAnsi="Arial" w:cs="Arial"/>
          <w:sz w:val="22"/>
          <w:szCs w:val="22"/>
        </w:rPr>
      </w:pPr>
    </w:p>
    <w:p w14:paraId="490E238A" w14:textId="77777777" w:rsidR="00E84FBC" w:rsidRPr="00E84FBC" w:rsidRDefault="00E84FBC" w:rsidP="00E84FBC">
      <w:pPr>
        <w:pStyle w:val="Telobesedila2"/>
        <w:numPr>
          <w:ilvl w:val="0"/>
          <w:numId w:val="3"/>
        </w:numPr>
        <w:spacing w:after="0"/>
        <w:jc w:val="both"/>
        <w:rPr>
          <w:rFonts w:cs="Arial"/>
        </w:rPr>
      </w:pPr>
      <w:r w:rsidRPr="00E84FBC">
        <w:rPr>
          <w:rFonts w:cs="Arial"/>
        </w:rPr>
        <w:t xml:space="preserve">Zakonom o javnem naročanju </w:t>
      </w:r>
    </w:p>
    <w:p w14:paraId="3E765394" w14:textId="77777777" w:rsidR="00E84FBC" w:rsidRPr="00E84FBC" w:rsidRDefault="00E84FBC" w:rsidP="00E84FB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84FBC">
        <w:rPr>
          <w:rFonts w:ascii="Arial" w:hAnsi="Arial" w:cs="Arial"/>
          <w:sz w:val="22"/>
          <w:szCs w:val="22"/>
        </w:rPr>
        <w:t xml:space="preserve">Zakonom o pravnem varstvu v postopkih javnega naročanja </w:t>
      </w:r>
    </w:p>
    <w:p w14:paraId="5C712490" w14:textId="77777777" w:rsidR="00E84FBC" w:rsidRPr="00E84FBC" w:rsidRDefault="00E84FBC" w:rsidP="00E84FB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B94934F" w14:textId="77777777" w:rsidR="00E84FBC" w:rsidRPr="00E84FBC" w:rsidRDefault="00E84FBC" w:rsidP="00E84FB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84FBC">
        <w:rPr>
          <w:rFonts w:ascii="Arial" w:hAnsi="Arial" w:cs="Arial"/>
          <w:sz w:val="22"/>
          <w:szCs w:val="22"/>
        </w:rPr>
        <w:t xml:space="preserve">Zakonom o blagovnih rezervah </w:t>
      </w:r>
    </w:p>
    <w:p w14:paraId="0DE4263A" w14:textId="77777777" w:rsidR="00E84FBC" w:rsidRPr="00E84FBC" w:rsidRDefault="00E84FBC" w:rsidP="00E84FBC">
      <w:pPr>
        <w:jc w:val="both"/>
        <w:rPr>
          <w:rFonts w:ascii="Arial" w:hAnsi="Arial" w:cs="Arial"/>
          <w:sz w:val="22"/>
          <w:szCs w:val="22"/>
        </w:rPr>
      </w:pPr>
    </w:p>
    <w:p w14:paraId="049B4189" w14:textId="77777777" w:rsidR="00E84FBC" w:rsidRPr="00E84FBC" w:rsidRDefault="00E84FBC" w:rsidP="00E84FB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84FBC">
        <w:rPr>
          <w:rFonts w:ascii="Arial" w:hAnsi="Arial" w:cs="Arial"/>
          <w:sz w:val="22"/>
          <w:szCs w:val="22"/>
        </w:rPr>
        <w:t xml:space="preserve">Zakonom o javnih financah </w:t>
      </w:r>
    </w:p>
    <w:p w14:paraId="532DDCAA" w14:textId="77777777" w:rsidR="00E84FBC" w:rsidRPr="00E84FBC" w:rsidRDefault="00E84FBC" w:rsidP="00E84FBC">
      <w:pPr>
        <w:jc w:val="both"/>
        <w:rPr>
          <w:rFonts w:ascii="Arial" w:hAnsi="Arial" w:cs="Arial"/>
          <w:sz w:val="22"/>
          <w:szCs w:val="22"/>
        </w:rPr>
      </w:pPr>
    </w:p>
    <w:p w14:paraId="217752EE" w14:textId="77777777" w:rsidR="00E84FBC" w:rsidRPr="00E84FBC" w:rsidRDefault="00E84FBC" w:rsidP="00E84FB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84FBC">
        <w:rPr>
          <w:rFonts w:ascii="Arial" w:hAnsi="Arial" w:cs="Arial"/>
          <w:sz w:val="22"/>
          <w:szCs w:val="22"/>
        </w:rPr>
        <w:t>drugo veljavno zakonodajo na področju javnega naročanja.</w:t>
      </w:r>
    </w:p>
    <w:p w14:paraId="79B540E2" w14:textId="77777777" w:rsidR="00E84FBC" w:rsidRPr="00E84FBC" w:rsidRDefault="00E84FBC" w:rsidP="00E84FBC">
      <w:pPr>
        <w:jc w:val="both"/>
        <w:rPr>
          <w:rFonts w:ascii="Arial" w:hAnsi="Arial" w:cs="Arial"/>
          <w:sz w:val="22"/>
          <w:szCs w:val="22"/>
        </w:rPr>
      </w:pPr>
    </w:p>
    <w:p w14:paraId="398728CB" w14:textId="77777777" w:rsidR="00E84FBC" w:rsidRPr="00E84FBC" w:rsidRDefault="00E84FBC" w:rsidP="00E84FBC">
      <w:pPr>
        <w:jc w:val="both"/>
        <w:rPr>
          <w:rFonts w:ascii="Arial" w:hAnsi="Arial" w:cs="Arial"/>
          <w:sz w:val="22"/>
          <w:szCs w:val="22"/>
        </w:rPr>
      </w:pPr>
    </w:p>
    <w:p w14:paraId="1134D5FB" w14:textId="77777777" w:rsidR="00E84FBC" w:rsidRPr="00E84FBC" w:rsidRDefault="00E84FBC" w:rsidP="00E84FBC">
      <w:pPr>
        <w:tabs>
          <w:tab w:val="left" w:pos="1425"/>
        </w:tabs>
        <w:jc w:val="both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7CC962C5" w14:textId="77777777" w:rsidR="00EE6ED9" w:rsidRPr="00E84FBC" w:rsidRDefault="00EE6ED9" w:rsidP="00E84FBC">
      <w:pPr>
        <w:tabs>
          <w:tab w:val="left" w:pos="993"/>
        </w:tabs>
        <w:rPr>
          <w:rFonts w:ascii="Arial" w:hAnsi="Arial" w:cs="Arial"/>
          <w:color w:val="000000"/>
          <w:sz w:val="22"/>
          <w:szCs w:val="22"/>
        </w:rPr>
      </w:pPr>
    </w:p>
    <w:sectPr w:rsidR="00EE6ED9" w:rsidRPr="00E84FBC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39B52" w14:textId="77777777" w:rsidR="003D16FE" w:rsidRDefault="003D16FE">
      <w:r>
        <w:separator/>
      </w:r>
    </w:p>
  </w:endnote>
  <w:endnote w:type="continuationSeparator" w:id="0">
    <w:p w14:paraId="0E80DCAE" w14:textId="77777777" w:rsidR="003D16FE" w:rsidRDefault="003D1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C91370C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Pr="00EE6ED9">
      <w:rPr>
        <w:rStyle w:val="tevilkastrani"/>
        <w:rFonts w:ascii="Arial" w:hAnsi="Arial" w:cs="Arial"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B1560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53BA75F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84FB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84FB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423FA" w14:textId="77777777" w:rsidR="003D16FE" w:rsidRDefault="003D16FE">
      <w:r>
        <w:separator/>
      </w:r>
    </w:p>
  </w:footnote>
  <w:footnote w:type="continuationSeparator" w:id="0">
    <w:p w14:paraId="5747CF29" w14:textId="77777777" w:rsidR="003D16FE" w:rsidRDefault="003D1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E84FBC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E84FBC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4927"/>
    <w:rsid w:val="008C2AC2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84FBC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styleId="Telobesedila2">
    <w:name w:val="Body Text 2"/>
    <w:basedOn w:val="Navaden"/>
    <w:link w:val="Telobesedila2Znak"/>
    <w:uiPriority w:val="99"/>
    <w:unhideWhenUsed/>
    <w:rsid w:val="00E84FBC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E84FBC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purl.org/dc/dcmitype/"/>
    <ds:schemaRef ds:uri="fef81378-7155-4c2c-9941-e6fa858b399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44BF149-E27A-4817-B08C-2FB76E8A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52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370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2019-11-25T12:52:00Z</cp:lastPrinted>
  <dcterms:created xsi:type="dcterms:W3CDTF">2019-12-23T15:36:00Z</dcterms:created>
  <dcterms:modified xsi:type="dcterms:W3CDTF">2019-12-23T15:36:00Z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