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D92383" w14:textId="77777777" w:rsidR="00175788" w:rsidRPr="005803D1" w:rsidRDefault="00175788" w:rsidP="005803D1">
      <w:pPr>
        <w:jc w:val="both"/>
        <w:rPr>
          <w:rFonts w:ascii="Arial" w:hAnsi="Arial" w:cs="Arial"/>
          <w:sz w:val="22"/>
          <w:szCs w:val="22"/>
        </w:rPr>
      </w:pPr>
      <w:bookmarkStart w:id="0" w:name="_GoBack"/>
    </w:p>
    <w:p w14:paraId="7A34331A" w14:textId="77777777" w:rsidR="00175788" w:rsidRPr="005803D1" w:rsidRDefault="00175788" w:rsidP="005803D1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803D1">
        <w:rPr>
          <w:rFonts w:ascii="Arial" w:hAnsi="Arial" w:cs="Arial"/>
          <w:b/>
          <w:bCs/>
          <w:sz w:val="22"/>
          <w:szCs w:val="22"/>
        </w:rPr>
        <w:t>CONTENT</w:t>
      </w:r>
    </w:p>
    <w:p w14:paraId="3F995678" w14:textId="77777777" w:rsidR="00175788" w:rsidRPr="005803D1" w:rsidRDefault="00175788" w:rsidP="005803D1">
      <w:pPr>
        <w:jc w:val="both"/>
        <w:rPr>
          <w:rFonts w:ascii="Arial" w:hAnsi="Arial" w:cs="Arial"/>
          <w:sz w:val="22"/>
          <w:szCs w:val="22"/>
        </w:rPr>
      </w:pPr>
    </w:p>
    <w:p w14:paraId="78971454" w14:textId="77777777" w:rsidR="00175788" w:rsidRPr="005803D1" w:rsidRDefault="00175788" w:rsidP="005803D1">
      <w:pPr>
        <w:jc w:val="both"/>
        <w:rPr>
          <w:rFonts w:ascii="Arial" w:hAnsi="Arial" w:cs="Arial"/>
          <w:sz w:val="22"/>
          <w:szCs w:val="22"/>
        </w:rPr>
      </w:pPr>
    </w:p>
    <w:p w14:paraId="56F3D971" w14:textId="77777777" w:rsidR="00175788" w:rsidRPr="005803D1" w:rsidRDefault="00175788" w:rsidP="005803D1">
      <w:pPr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14:paraId="63E9B8DD" w14:textId="77777777" w:rsidR="00175788" w:rsidRPr="005803D1" w:rsidRDefault="00175788" w:rsidP="005803D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5803D1">
        <w:rPr>
          <w:rFonts w:ascii="Arial" w:hAnsi="Arial" w:cs="Arial"/>
          <w:sz w:val="22"/>
          <w:szCs w:val="22"/>
          <w:lang w:val="it-IT"/>
        </w:rPr>
        <w:t>General Information on the Tenderer – Appendix 1</w:t>
      </w:r>
    </w:p>
    <w:p w14:paraId="1865D6F2" w14:textId="77777777" w:rsidR="00175788" w:rsidRPr="005803D1" w:rsidRDefault="00175788" w:rsidP="005803D1">
      <w:pPr>
        <w:jc w:val="both"/>
        <w:rPr>
          <w:rFonts w:ascii="Arial" w:hAnsi="Arial" w:cs="Arial"/>
          <w:sz w:val="22"/>
          <w:szCs w:val="22"/>
        </w:rPr>
      </w:pPr>
    </w:p>
    <w:p w14:paraId="15F3C188" w14:textId="77777777" w:rsidR="00175788" w:rsidRPr="005803D1" w:rsidRDefault="00175788" w:rsidP="005803D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5803D1">
        <w:rPr>
          <w:rFonts w:ascii="Arial" w:hAnsi="Arial" w:cs="Arial"/>
          <w:sz w:val="22"/>
          <w:szCs w:val="22"/>
          <w:lang w:val="it-IT"/>
        </w:rPr>
        <w:t>Invitation for Tenders– Appendix 2</w:t>
      </w:r>
    </w:p>
    <w:p w14:paraId="43543A0D" w14:textId="77777777" w:rsidR="00175788" w:rsidRPr="005803D1" w:rsidRDefault="00175788" w:rsidP="005803D1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143CEAE" w14:textId="77777777" w:rsidR="00175788" w:rsidRPr="005803D1" w:rsidRDefault="00175788" w:rsidP="005803D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5803D1">
        <w:rPr>
          <w:rFonts w:ascii="Arial" w:hAnsi="Arial" w:cs="Arial"/>
          <w:sz w:val="22"/>
          <w:szCs w:val="22"/>
          <w:lang w:val="it-IT"/>
        </w:rPr>
        <w:t>Instructions to Tenderers for the Preparation of Tenders– Appendix 3</w:t>
      </w:r>
    </w:p>
    <w:p w14:paraId="715CA766" w14:textId="77777777" w:rsidR="00175788" w:rsidRPr="005803D1" w:rsidRDefault="00175788" w:rsidP="005803D1">
      <w:pPr>
        <w:jc w:val="both"/>
        <w:rPr>
          <w:rFonts w:ascii="Arial" w:hAnsi="Arial" w:cs="Arial"/>
          <w:sz w:val="22"/>
          <w:szCs w:val="22"/>
        </w:rPr>
      </w:pPr>
    </w:p>
    <w:p w14:paraId="0A8EEB1F" w14:textId="77777777" w:rsidR="00175788" w:rsidRPr="005803D1" w:rsidRDefault="00175788" w:rsidP="005803D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5803D1">
        <w:rPr>
          <w:rFonts w:ascii="Arial" w:hAnsi="Arial" w:cs="Arial"/>
          <w:sz w:val="22"/>
          <w:szCs w:val="22"/>
          <w:lang w:val="it-IT"/>
        </w:rPr>
        <w:t>Offer form – Appendix 4</w:t>
      </w:r>
    </w:p>
    <w:p w14:paraId="27DEA981" w14:textId="77777777" w:rsidR="00175788" w:rsidRPr="005803D1" w:rsidRDefault="00175788" w:rsidP="005803D1">
      <w:pPr>
        <w:pStyle w:val="Odstavekseznama"/>
        <w:rPr>
          <w:rFonts w:ascii="Arial" w:hAnsi="Arial" w:cs="Arial"/>
          <w:lang w:val="it-IT"/>
        </w:rPr>
      </w:pPr>
    </w:p>
    <w:p w14:paraId="241977E8" w14:textId="77777777" w:rsidR="00175788" w:rsidRPr="005803D1" w:rsidRDefault="00175788" w:rsidP="005803D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5803D1">
        <w:rPr>
          <w:rFonts w:ascii="Arial" w:hAnsi="Arial" w:cs="Arial"/>
          <w:sz w:val="22"/>
          <w:szCs w:val="22"/>
          <w:lang w:val="it-IT"/>
        </w:rPr>
        <w:t>Draft Contract Agreement for the Ticket of Oil Products – Appendix 5</w:t>
      </w:r>
    </w:p>
    <w:p w14:paraId="0019C20C" w14:textId="77777777" w:rsidR="00175788" w:rsidRPr="005803D1" w:rsidRDefault="00175788" w:rsidP="005803D1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735F3C3" w14:textId="77777777" w:rsidR="00175788" w:rsidRPr="005803D1" w:rsidRDefault="00175788" w:rsidP="005803D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5803D1">
        <w:rPr>
          <w:rFonts w:ascii="Arial" w:hAnsi="Arial" w:cs="Arial"/>
          <w:sz w:val="22"/>
          <w:szCs w:val="22"/>
          <w:lang w:val="it-IT"/>
        </w:rPr>
        <w:t>References – Appendix 6</w:t>
      </w:r>
    </w:p>
    <w:p w14:paraId="6BD582E3" w14:textId="77777777" w:rsidR="00175788" w:rsidRPr="005803D1" w:rsidRDefault="00175788" w:rsidP="005803D1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790B4076" w14:textId="77777777" w:rsidR="00175788" w:rsidRPr="005803D1" w:rsidRDefault="00175788" w:rsidP="005803D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5803D1">
        <w:rPr>
          <w:rFonts w:ascii="Arial" w:hAnsi="Arial" w:cs="Arial"/>
          <w:sz w:val="22"/>
          <w:szCs w:val="22"/>
          <w:lang w:val="it-IT"/>
        </w:rPr>
        <w:t>Statement for obtaining information – Appendix 7</w:t>
      </w:r>
    </w:p>
    <w:p w14:paraId="3FB4F4C4" w14:textId="77777777" w:rsidR="00175788" w:rsidRPr="005803D1" w:rsidRDefault="00175788" w:rsidP="005803D1">
      <w:pPr>
        <w:pStyle w:val="Odstavekseznama"/>
        <w:rPr>
          <w:rFonts w:ascii="Arial" w:hAnsi="Arial" w:cs="Arial"/>
          <w:lang w:val="it-IT" w:eastAsia="sl-SI"/>
        </w:rPr>
      </w:pPr>
    </w:p>
    <w:p w14:paraId="1C1ECD76" w14:textId="77777777" w:rsidR="00175788" w:rsidRPr="005803D1" w:rsidRDefault="00175788" w:rsidP="005803D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5803D1">
        <w:rPr>
          <w:rFonts w:ascii="Arial" w:hAnsi="Arial" w:cs="Arial"/>
          <w:sz w:val="22"/>
          <w:szCs w:val="22"/>
          <w:lang w:val="it-IT"/>
        </w:rPr>
        <w:t>Statememnt for obtaining information of the legal representatives – Appendix 8</w:t>
      </w:r>
    </w:p>
    <w:p w14:paraId="64BCDB91" w14:textId="77777777" w:rsidR="00175788" w:rsidRPr="005803D1" w:rsidRDefault="00175788" w:rsidP="005803D1">
      <w:pPr>
        <w:pStyle w:val="Odstavekseznama"/>
        <w:rPr>
          <w:rFonts w:ascii="Arial" w:hAnsi="Arial" w:cs="Arial"/>
          <w:lang w:val="it-IT"/>
        </w:rPr>
      </w:pPr>
    </w:p>
    <w:p w14:paraId="3C403041" w14:textId="77777777" w:rsidR="00175788" w:rsidRPr="005803D1" w:rsidRDefault="00175788" w:rsidP="005803D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5803D1">
        <w:rPr>
          <w:rFonts w:ascii="Arial" w:hAnsi="Arial" w:cs="Arial"/>
          <w:sz w:val="22"/>
          <w:szCs w:val="22"/>
          <w:lang w:val="it-IT"/>
        </w:rPr>
        <w:t>Declaration on the Participation of Natural and Legal Persons in the Ownership Structure of the Participating Enterprise – Appendix 9</w:t>
      </w:r>
    </w:p>
    <w:p w14:paraId="0587FAA5" w14:textId="77777777" w:rsidR="00175788" w:rsidRPr="005803D1" w:rsidRDefault="00175788" w:rsidP="005803D1">
      <w:pPr>
        <w:pStyle w:val="Odstavekseznama"/>
        <w:rPr>
          <w:rFonts w:ascii="Arial" w:hAnsi="Arial" w:cs="Arial"/>
          <w:lang w:val="it-IT"/>
        </w:rPr>
      </w:pPr>
    </w:p>
    <w:p w14:paraId="4CA734ED" w14:textId="77777777" w:rsidR="00175788" w:rsidRPr="005803D1" w:rsidRDefault="00175788" w:rsidP="005803D1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  <w:lang w:val="it-IT"/>
        </w:rPr>
      </w:pPr>
      <w:r w:rsidRPr="005803D1">
        <w:rPr>
          <w:rFonts w:ascii="Arial" w:hAnsi="Arial" w:cs="Arial"/>
          <w:sz w:val="22"/>
          <w:szCs w:val="22"/>
          <w:lang w:val="it-IT"/>
        </w:rPr>
        <w:t>ESPD – Appendix 10</w:t>
      </w:r>
    </w:p>
    <w:p w14:paraId="45A64FA6" w14:textId="77777777" w:rsidR="00175788" w:rsidRPr="005803D1" w:rsidRDefault="00175788" w:rsidP="005803D1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184A6E32" w14:textId="77777777" w:rsidR="00175788" w:rsidRPr="005803D1" w:rsidRDefault="00175788" w:rsidP="005803D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A72344D" w14:textId="77777777" w:rsidR="00175788" w:rsidRPr="005803D1" w:rsidRDefault="00175788" w:rsidP="005803D1">
      <w:pPr>
        <w:jc w:val="both"/>
        <w:rPr>
          <w:rFonts w:ascii="Arial" w:hAnsi="Arial" w:cs="Arial"/>
          <w:color w:val="000000"/>
          <w:sz w:val="22"/>
          <w:szCs w:val="22"/>
        </w:rPr>
      </w:pPr>
    </w:p>
    <w:bookmarkEnd w:id="0"/>
    <w:p w14:paraId="7CC962C5" w14:textId="2E9D0BC4" w:rsidR="00EE6ED9" w:rsidRPr="005803D1" w:rsidRDefault="00EE6ED9" w:rsidP="005803D1">
      <w:pPr>
        <w:jc w:val="both"/>
        <w:rPr>
          <w:sz w:val="22"/>
          <w:szCs w:val="22"/>
        </w:rPr>
      </w:pPr>
    </w:p>
    <w:sectPr w:rsidR="00EE6ED9" w:rsidRPr="005803D1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68911" w14:textId="77777777" w:rsidR="00894DC4" w:rsidRDefault="00894DC4">
      <w:r>
        <w:separator/>
      </w:r>
    </w:p>
  </w:endnote>
  <w:endnote w:type="continuationSeparator" w:id="0">
    <w:p w14:paraId="73DE6353" w14:textId="77777777" w:rsidR="00894DC4" w:rsidRDefault="00894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A543F" w14:textId="49B9F109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17578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175788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F55CAE8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803D1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5803D1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48E68" w14:textId="77777777" w:rsidR="00894DC4" w:rsidRDefault="00894DC4">
      <w:r>
        <w:separator/>
      </w:r>
    </w:p>
  </w:footnote>
  <w:footnote w:type="continuationSeparator" w:id="0">
    <w:p w14:paraId="4077CC4E" w14:textId="77777777" w:rsidR="00894DC4" w:rsidRDefault="00894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5803D1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5803D1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66414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6B63"/>
    <w:rsid w:val="002F0041"/>
    <w:rsid w:val="002F68A9"/>
    <w:rsid w:val="00301033"/>
    <w:rsid w:val="00315EE6"/>
    <w:rsid w:val="00325D8B"/>
    <w:rsid w:val="00326834"/>
    <w:rsid w:val="0035043A"/>
    <w:rsid w:val="00367250"/>
    <w:rsid w:val="00370866"/>
    <w:rsid w:val="0037231D"/>
    <w:rsid w:val="003B36FC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724B4"/>
    <w:rsid w:val="005753D9"/>
    <w:rsid w:val="005803D1"/>
    <w:rsid w:val="0058399F"/>
    <w:rsid w:val="00597D0E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D59F7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4DC4"/>
    <w:rsid w:val="00895F3B"/>
    <w:rsid w:val="008A757F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3300C"/>
    <w:rsid w:val="00E43C3D"/>
    <w:rsid w:val="00E4500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E6ED9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31CA33-8449-462C-82BB-9D57207D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0</TotalTime>
  <Pages>1</Pages>
  <Words>89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575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</cp:revision>
  <cp:lastPrinted>2019-11-25T12:52:00Z</cp:lastPrinted>
  <dcterms:created xsi:type="dcterms:W3CDTF">2019-12-27T14:55:00Z</dcterms:created>
  <dcterms:modified xsi:type="dcterms:W3CDTF">2020-03-16T13:33:00Z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