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2B2BC" w14:textId="3B894135" w:rsidR="00B64331" w:rsidRPr="00080520" w:rsidRDefault="00B64331" w:rsidP="00B91A24">
      <w:pPr>
        <w:spacing w:before="120"/>
        <w:jc w:val="center"/>
        <w:rPr>
          <w:rFonts w:cs="Arial"/>
          <w:b/>
        </w:rPr>
      </w:pPr>
      <w:r w:rsidRPr="00080520">
        <w:rPr>
          <w:rFonts w:cs="Arial"/>
          <w:b/>
        </w:rPr>
        <w:t xml:space="preserve">SPISEK </w:t>
      </w:r>
      <w:r w:rsidR="00B91A24">
        <w:rPr>
          <w:rFonts w:cs="Arial"/>
          <w:b/>
        </w:rPr>
        <w:t xml:space="preserve">IZVEDENIH DOBAV </w:t>
      </w:r>
    </w:p>
    <w:p w14:paraId="5D5FBCDF" w14:textId="77777777" w:rsidR="00B64331" w:rsidRPr="00080520" w:rsidRDefault="00B64331" w:rsidP="00B64331">
      <w:pPr>
        <w:tabs>
          <w:tab w:val="left" w:pos="1083"/>
        </w:tabs>
        <w:rPr>
          <w:rFonts w:cs="Arial"/>
        </w:rPr>
      </w:pPr>
    </w:p>
    <w:p w14:paraId="475AD746" w14:textId="77777777" w:rsidR="00E55F7A" w:rsidRDefault="00E55F7A" w:rsidP="006A0A51">
      <w:pPr>
        <w:tabs>
          <w:tab w:val="left" w:pos="1083"/>
        </w:tabs>
        <w:rPr>
          <w:rFonts w:cs="Arial"/>
        </w:rPr>
      </w:pPr>
    </w:p>
    <w:p w14:paraId="3CDDAA7A" w14:textId="6513E591" w:rsidR="006A0A51" w:rsidRDefault="003F2A82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IN NASLOV NAROČNIKA</w:t>
      </w:r>
      <w:r w:rsidR="006A0A51">
        <w:rPr>
          <w:rFonts w:cs="Arial"/>
        </w:rPr>
        <w:t xml:space="preserve">: </w:t>
      </w:r>
      <w:r>
        <w:rPr>
          <w:rFonts w:cs="Arial"/>
        </w:rPr>
        <w:t>________________</w:t>
      </w:r>
      <w:r w:rsidR="006A0A51">
        <w:rPr>
          <w:rFonts w:cs="Arial"/>
        </w:rPr>
        <w:t>__________________________________________________</w:t>
      </w:r>
      <w:r w:rsidR="00B91A24">
        <w:rPr>
          <w:rFonts w:cs="Arial"/>
        </w:rPr>
        <w:t>________</w:t>
      </w:r>
    </w:p>
    <w:p w14:paraId="66D0A68A" w14:textId="6D91F2D1" w:rsidR="003F2A82" w:rsidRDefault="003F2A82" w:rsidP="006A0A51">
      <w:pPr>
        <w:tabs>
          <w:tab w:val="left" w:pos="1083"/>
        </w:tabs>
        <w:rPr>
          <w:rFonts w:cs="Arial"/>
        </w:rPr>
      </w:pPr>
    </w:p>
    <w:p w14:paraId="131D3157" w14:textId="04BD3F39" w:rsidR="003F2A82" w:rsidRDefault="003F2A82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IN NASLOV IZVAJALCA________________________________________________</w:t>
      </w:r>
    </w:p>
    <w:p w14:paraId="1EE1E0A4" w14:textId="77777777" w:rsidR="006A0A51" w:rsidRDefault="006A0A51" w:rsidP="006A0A51">
      <w:pPr>
        <w:tabs>
          <w:tab w:val="left" w:pos="1083"/>
        </w:tabs>
        <w:rPr>
          <w:rFonts w:cs="Arial"/>
        </w:rPr>
      </w:pPr>
    </w:p>
    <w:p w14:paraId="07C5D485" w14:textId="77777777" w:rsidR="003F2A82" w:rsidRDefault="003F2A82" w:rsidP="00B64331">
      <w:pPr>
        <w:jc w:val="both"/>
        <w:rPr>
          <w:rFonts w:cs="Arial"/>
        </w:rPr>
      </w:pPr>
    </w:p>
    <w:p w14:paraId="68981D99" w14:textId="77777777" w:rsidR="00E55F7A" w:rsidRDefault="00E55F7A" w:rsidP="00B64331">
      <w:pPr>
        <w:jc w:val="both"/>
        <w:rPr>
          <w:rFonts w:cs="Arial"/>
        </w:rPr>
      </w:pPr>
    </w:p>
    <w:p w14:paraId="499EFEDF" w14:textId="7363CEA0" w:rsidR="00B64331" w:rsidRPr="00080520" w:rsidRDefault="003F2A82" w:rsidP="00B64331">
      <w:pPr>
        <w:jc w:val="both"/>
        <w:rPr>
          <w:rFonts w:cs="Arial"/>
        </w:rPr>
      </w:pPr>
      <w:r>
        <w:rPr>
          <w:rFonts w:cs="Arial"/>
        </w:rPr>
        <w:t xml:space="preserve">Potrjujemo, da je izvajalec za naročnika izvedel naslednje dobave </w:t>
      </w:r>
      <w:r w:rsidR="00577661">
        <w:rPr>
          <w:rFonts w:cs="Arial"/>
        </w:rPr>
        <w:t>zaščitn</w:t>
      </w:r>
      <w:r w:rsidR="00D42D90">
        <w:rPr>
          <w:rFonts w:cs="Arial"/>
        </w:rPr>
        <w:t>ih</w:t>
      </w:r>
      <w:r w:rsidR="00577661">
        <w:rPr>
          <w:rFonts w:cs="Arial"/>
        </w:rPr>
        <w:t xml:space="preserve"> </w:t>
      </w:r>
      <w:r w:rsidR="00D42D90">
        <w:rPr>
          <w:rFonts w:cs="Arial"/>
        </w:rPr>
        <w:t>sredst</w:t>
      </w:r>
      <w:r w:rsidR="00D42D90" w:rsidRPr="00D42D90">
        <w:rPr>
          <w:rFonts w:cs="Arial"/>
        </w:rPr>
        <w:t>ev</w:t>
      </w:r>
      <w:r w:rsidRPr="00D42D90">
        <w:rPr>
          <w:rFonts w:cs="Arial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47"/>
        <w:gridCol w:w="3402"/>
        <w:gridCol w:w="2268"/>
      </w:tblGrid>
      <w:tr w:rsidR="003F2A82" w:rsidRPr="00080520" w14:paraId="404E472A" w14:textId="600A1A64" w:rsidTr="00D42D90">
        <w:tc>
          <w:tcPr>
            <w:tcW w:w="534" w:type="dxa"/>
            <w:vAlign w:val="center"/>
          </w:tcPr>
          <w:p w14:paraId="73A488D3" w14:textId="77777777" w:rsidR="003F2A82" w:rsidRPr="00080520" w:rsidRDefault="003F2A82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Z</w:t>
            </w:r>
            <w:r>
              <w:rPr>
                <w:rFonts w:cs="Arial"/>
              </w:rPr>
              <w:t>.</w:t>
            </w:r>
            <w:r w:rsidRPr="00080520">
              <w:rPr>
                <w:rFonts w:cs="Arial"/>
              </w:rPr>
              <w:t xml:space="preserve"> št.</w:t>
            </w:r>
          </w:p>
        </w:tc>
        <w:tc>
          <w:tcPr>
            <w:tcW w:w="3147" w:type="dxa"/>
            <w:vAlign w:val="center"/>
          </w:tcPr>
          <w:p w14:paraId="0DA3047C" w14:textId="77777777" w:rsidR="00E55F7A" w:rsidRDefault="003F2A82" w:rsidP="00CC3E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Pogodba </w:t>
            </w:r>
          </w:p>
          <w:p w14:paraId="0A22025D" w14:textId="11076E01" w:rsidR="003F2A82" w:rsidRPr="00080520" w:rsidRDefault="00E55F7A" w:rsidP="00CC3E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(š</w:t>
            </w:r>
            <w:r w:rsidR="003F2A82">
              <w:rPr>
                <w:rFonts w:cs="Arial"/>
              </w:rPr>
              <w:t>t</w:t>
            </w:r>
            <w:r>
              <w:rPr>
                <w:rFonts w:cs="Arial"/>
              </w:rPr>
              <w:t xml:space="preserve">evilka pri naročniku in </w:t>
            </w:r>
            <w:r w:rsidR="003F2A82">
              <w:rPr>
                <w:rFonts w:cs="Arial"/>
              </w:rPr>
              <w:t xml:space="preserve"> datum</w:t>
            </w:r>
            <w:r>
              <w:rPr>
                <w:rFonts w:cs="Arial"/>
              </w:rPr>
              <w:t>)</w:t>
            </w:r>
            <w:r w:rsidR="003F2A82">
              <w:rPr>
                <w:rFonts w:cs="Arial"/>
              </w:rPr>
              <w:t xml:space="preserve">   </w:t>
            </w:r>
          </w:p>
        </w:tc>
        <w:tc>
          <w:tcPr>
            <w:tcW w:w="3402" w:type="dxa"/>
            <w:vAlign w:val="center"/>
          </w:tcPr>
          <w:p w14:paraId="038A772B" w14:textId="50701E22" w:rsidR="003F2A82" w:rsidRDefault="00D42D90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Vrsta in k</w:t>
            </w:r>
            <w:r w:rsidR="003F2A82">
              <w:rPr>
                <w:rFonts w:cs="Arial"/>
              </w:rPr>
              <w:t xml:space="preserve">oličina </w:t>
            </w:r>
          </w:p>
          <w:p w14:paraId="76F84BF3" w14:textId="3A2E9CB1" w:rsidR="003F2A82" w:rsidRDefault="005149B9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zaščitn</w:t>
            </w:r>
            <w:r w:rsidR="00D42D90">
              <w:rPr>
                <w:rFonts w:cs="Arial"/>
              </w:rPr>
              <w:t>ih</w:t>
            </w:r>
            <w:r>
              <w:rPr>
                <w:rFonts w:cs="Arial"/>
              </w:rPr>
              <w:t xml:space="preserve"> </w:t>
            </w:r>
            <w:r w:rsidR="00D42D90">
              <w:rPr>
                <w:rFonts w:cs="Arial"/>
              </w:rPr>
              <w:t>sredstev</w:t>
            </w:r>
          </w:p>
          <w:p w14:paraId="75A3B752" w14:textId="7F995809" w:rsidR="003F2A82" w:rsidRDefault="003F2A82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="008F4E16">
              <w:rPr>
                <w:rFonts w:cs="Arial"/>
              </w:rPr>
              <w:t>kos</w:t>
            </w:r>
            <w:r>
              <w:rPr>
                <w:rFonts w:cs="Arial"/>
              </w:rPr>
              <w:t>)</w:t>
            </w:r>
          </w:p>
          <w:p w14:paraId="3C0F19C9" w14:textId="0FBD8BAA" w:rsidR="003F2A82" w:rsidRDefault="003F2A82" w:rsidP="003F2A82">
            <w:pPr>
              <w:rPr>
                <w:rFonts w:cs="Arial"/>
              </w:rPr>
            </w:pPr>
          </w:p>
        </w:tc>
        <w:tc>
          <w:tcPr>
            <w:tcW w:w="2268" w:type="dxa"/>
            <w:vAlign w:val="center"/>
          </w:tcPr>
          <w:p w14:paraId="537E9EFB" w14:textId="77777777" w:rsidR="003F2A82" w:rsidRDefault="003F2A82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 dobave</w:t>
            </w:r>
          </w:p>
          <w:p w14:paraId="55C15910" w14:textId="6EFD2EF1" w:rsidR="00E55F7A" w:rsidRPr="00080520" w:rsidRDefault="00E55F7A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(ali dobave</w:t>
            </w:r>
            <w:r w:rsidR="00D42D90">
              <w:rPr>
                <w:rFonts w:cs="Arial"/>
              </w:rPr>
              <w:t xml:space="preserve">            </w:t>
            </w:r>
            <w:r>
              <w:rPr>
                <w:rFonts w:cs="Arial"/>
              </w:rPr>
              <w:t xml:space="preserve"> od ___do___)</w:t>
            </w:r>
          </w:p>
        </w:tc>
      </w:tr>
      <w:tr w:rsidR="003F2A82" w:rsidRPr="00080520" w14:paraId="528E050B" w14:textId="590EAB8D" w:rsidTr="00D42D90">
        <w:trPr>
          <w:trHeight w:val="175"/>
        </w:trPr>
        <w:tc>
          <w:tcPr>
            <w:tcW w:w="534" w:type="dxa"/>
          </w:tcPr>
          <w:p w14:paraId="160CDB58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1.</w:t>
            </w:r>
          </w:p>
          <w:p w14:paraId="06478495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147" w:type="dxa"/>
          </w:tcPr>
          <w:p w14:paraId="00B5F1CB" w14:textId="77777777" w:rsidR="003F2A82" w:rsidRDefault="003F2A82" w:rsidP="00B33ED1">
            <w:pPr>
              <w:rPr>
                <w:rFonts w:cs="Arial"/>
              </w:rPr>
            </w:pPr>
          </w:p>
          <w:p w14:paraId="5F09ABE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402" w:type="dxa"/>
          </w:tcPr>
          <w:p w14:paraId="4EC42446" w14:textId="77777777" w:rsidR="003F2A82" w:rsidRPr="00080520" w:rsidRDefault="003F2A82" w:rsidP="00B33ED1">
            <w:pPr>
              <w:rPr>
                <w:rFonts w:cs="Arial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14:paraId="111558E7" w14:textId="2A5D0CE3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5AED87CB" w14:textId="58979C09" w:rsidTr="00D42D90">
        <w:tc>
          <w:tcPr>
            <w:tcW w:w="534" w:type="dxa"/>
          </w:tcPr>
          <w:p w14:paraId="2D644A8B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2.</w:t>
            </w:r>
          </w:p>
          <w:p w14:paraId="7B8C7E4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147" w:type="dxa"/>
          </w:tcPr>
          <w:p w14:paraId="57D54415" w14:textId="77777777" w:rsidR="003F2A82" w:rsidRDefault="003F2A82" w:rsidP="00B33ED1">
            <w:pPr>
              <w:rPr>
                <w:rFonts w:cs="Arial"/>
              </w:rPr>
            </w:pPr>
          </w:p>
          <w:p w14:paraId="2BA1AED3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402" w:type="dxa"/>
          </w:tcPr>
          <w:p w14:paraId="6E464E4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268" w:type="dxa"/>
          </w:tcPr>
          <w:p w14:paraId="74BC9C48" w14:textId="55B07A0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3A0BC27B" w14:textId="6AF2D300" w:rsidTr="00D42D90">
        <w:tc>
          <w:tcPr>
            <w:tcW w:w="534" w:type="dxa"/>
          </w:tcPr>
          <w:p w14:paraId="657F4DE3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3.</w:t>
            </w:r>
          </w:p>
          <w:p w14:paraId="5FDBE0D1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147" w:type="dxa"/>
          </w:tcPr>
          <w:p w14:paraId="114CAC9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402" w:type="dxa"/>
          </w:tcPr>
          <w:p w14:paraId="0605F40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268" w:type="dxa"/>
          </w:tcPr>
          <w:p w14:paraId="4585B73B" w14:textId="1A353383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61BBF6E7" w14:textId="02FB042A" w:rsidTr="00D42D90">
        <w:tc>
          <w:tcPr>
            <w:tcW w:w="534" w:type="dxa"/>
          </w:tcPr>
          <w:p w14:paraId="7030BD8A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4.</w:t>
            </w:r>
          </w:p>
          <w:p w14:paraId="18E438FE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147" w:type="dxa"/>
          </w:tcPr>
          <w:p w14:paraId="066B247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402" w:type="dxa"/>
          </w:tcPr>
          <w:p w14:paraId="419A403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268" w:type="dxa"/>
          </w:tcPr>
          <w:p w14:paraId="5761D76B" w14:textId="2D70207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5A7789FE" w14:textId="6A59F61C" w:rsidTr="00D42D90">
        <w:tc>
          <w:tcPr>
            <w:tcW w:w="534" w:type="dxa"/>
          </w:tcPr>
          <w:p w14:paraId="02FBE6EB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5.</w:t>
            </w:r>
          </w:p>
          <w:p w14:paraId="14D68789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147" w:type="dxa"/>
          </w:tcPr>
          <w:p w14:paraId="051A552A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402" w:type="dxa"/>
          </w:tcPr>
          <w:p w14:paraId="525505A8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268" w:type="dxa"/>
          </w:tcPr>
          <w:p w14:paraId="5E41CDD3" w14:textId="559F10D1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26B9DD55" w14:textId="6F7FED27" w:rsidTr="00D42D90">
        <w:tc>
          <w:tcPr>
            <w:tcW w:w="534" w:type="dxa"/>
          </w:tcPr>
          <w:p w14:paraId="6A5E639F" w14:textId="18FE5AAC" w:rsidR="003F2A82" w:rsidRDefault="003F2A82" w:rsidP="00B33ED1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  <w:p w14:paraId="10155E9E" w14:textId="1EA9924D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147" w:type="dxa"/>
          </w:tcPr>
          <w:p w14:paraId="1EDB902B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402" w:type="dxa"/>
          </w:tcPr>
          <w:p w14:paraId="6836810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268" w:type="dxa"/>
          </w:tcPr>
          <w:p w14:paraId="0E001D32" w14:textId="7777777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3E156D16" w14:textId="0BCFADE3" w:rsidTr="00D42D90">
        <w:tc>
          <w:tcPr>
            <w:tcW w:w="534" w:type="dxa"/>
          </w:tcPr>
          <w:p w14:paraId="0FAA049B" w14:textId="2EE4721E" w:rsidR="003F2A82" w:rsidRDefault="003F2A82" w:rsidP="00B33ED1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  <w:p w14:paraId="1C8E4055" w14:textId="42609E69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147" w:type="dxa"/>
          </w:tcPr>
          <w:p w14:paraId="1846C377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402" w:type="dxa"/>
          </w:tcPr>
          <w:p w14:paraId="6DC563C0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268" w:type="dxa"/>
          </w:tcPr>
          <w:p w14:paraId="4890AD71" w14:textId="77777777" w:rsidR="003F2A82" w:rsidRPr="00080520" w:rsidRDefault="003F2A82" w:rsidP="00B33ED1">
            <w:pPr>
              <w:rPr>
                <w:rFonts w:cs="Arial"/>
              </w:rPr>
            </w:pPr>
          </w:p>
        </w:tc>
      </w:tr>
    </w:tbl>
    <w:p w14:paraId="0A573CB1" w14:textId="4F2FDBB2" w:rsidR="006A0A51" w:rsidRPr="00D41260" w:rsidRDefault="00D41260" w:rsidP="00D41260">
      <w:pPr>
        <w:rPr>
          <w:rFonts w:cs="Arial"/>
          <w:sz w:val="18"/>
          <w:szCs w:val="18"/>
        </w:rPr>
      </w:pPr>
      <w:r w:rsidRPr="00D41260">
        <w:rPr>
          <w:rFonts w:cs="Arial"/>
          <w:sz w:val="18"/>
          <w:szCs w:val="18"/>
        </w:rPr>
        <w:t xml:space="preserve">Opomba: v kolikor je </w:t>
      </w:r>
      <w:r w:rsidR="00E55F7A">
        <w:rPr>
          <w:rFonts w:cs="Arial"/>
          <w:sz w:val="18"/>
          <w:szCs w:val="18"/>
        </w:rPr>
        <w:t xml:space="preserve">izvedenih </w:t>
      </w:r>
      <w:r w:rsidRPr="00D41260">
        <w:rPr>
          <w:rFonts w:cs="Arial"/>
          <w:sz w:val="18"/>
          <w:szCs w:val="18"/>
        </w:rPr>
        <w:t xml:space="preserve">večje </w:t>
      </w:r>
      <w:r w:rsidR="00E55F7A">
        <w:rPr>
          <w:rFonts w:cs="Arial"/>
          <w:sz w:val="18"/>
          <w:szCs w:val="18"/>
        </w:rPr>
        <w:t>število dobav, se obrazec kopira.</w:t>
      </w:r>
    </w:p>
    <w:p w14:paraId="3E5799F3" w14:textId="77777777" w:rsidR="003F71AF" w:rsidRPr="00536D3B" w:rsidRDefault="003F71AF" w:rsidP="00B64331">
      <w:pPr>
        <w:jc w:val="both"/>
        <w:rPr>
          <w:rFonts w:cs="Arial"/>
          <w:sz w:val="20"/>
          <w:szCs w:val="20"/>
        </w:rPr>
      </w:pPr>
    </w:p>
    <w:p w14:paraId="5CB964D7" w14:textId="77777777" w:rsidR="00E55F7A" w:rsidRDefault="00E55F7A" w:rsidP="00B64331">
      <w:pPr>
        <w:jc w:val="both"/>
        <w:rPr>
          <w:rFonts w:cs="Arial"/>
        </w:rPr>
      </w:pPr>
    </w:p>
    <w:p w14:paraId="2BD2100F" w14:textId="4BF3F292" w:rsidR="00E55F7A" w:rsidRDefault="00E55F7A" w:rsidP="00B64331">
      <w:pPr>
        <w:jc w:val="both"/>
        <w:rPr>
          <w:rFonts w:cs="Arial"/>
        </w:rPr>
      </w:pPr>
      <w:r>
        <w:rPr>
          <w:rFonts w:cs="Arial"/>
        </w:rPr>
        <w:t xml:space="preserve">Izvajalec je navedene dobave </w:t>
      </w:r>
      <w:r w:rsidR="00577661">
        <w:rPr>
          <w:rFonts w:cs="Arial"/>
        </w:rPr>
        <w:t>osebne zaščitne opreme</w:t>
      </w:r>
      <w:r w:rsidR="00577661" w:rsidRPr="00AD641C">
        <w:rPr>
          <w:rFonts w:cs="Arial"/>
        </w:rPr>
        <w:t xml:space="preserve"> </w:t>
      </w:r>
      <w:r>
        <w:rPr>
          <w:rFonts w:cs="Arial"/>
        </w:rPr>
        <w:t>opravil pravilno, kakovostno in v dogovorjenih rokih.</w:t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                </w:t>
      </w:r>
    </w:p>
    <w:p w14:paraId="19847F04" w14:textId="77777777" w:rsidR="00E55F7A" w:rsidRDefault="00E55F7A" w:rsidP="00B64331">
      <w:pPr>
        <w:jc w:val="both"/>
        <w:rPr>
          <w:rFonts w:cs="Arial"/>
        </w:rPr>
      </w:pPr>
    </w:p>
    <w:p w14:paraId="1539CEF8" w14:textId="40F85D4C" w:rsidR="00E55F7A" w:rsidRDefault="00E55F7A" w:rsidP="00B64331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Predstavnik naročnika:</w:t>
      </w:r>
    </w:p>
    <w:p w14:paraId="4FC01B35" w14:textId="5AFEAD38" w:rsidR="00B64331" w:rsidRDefault="00B64331" w:rsidP="00B64331">
      <w:pPr>
        <w:jc w:val="both"/>
        <w:rPr>
          <w:rFonts w:cs="Arial"/>
        </w:rPr>
      </w:pPr>
      <w:r>
        <w:rPr>
          <w:rFonts w:cs="Arial"/>
        </w:rPr>
        <w:tab/>
      </w:r>
      <w:r w:rsidR="00E55F7A">
        <w:rPr>
          <w:rFonts w:cs="Arial"/>
        </w:rPr>
        <w:t xml:space="preserve">                                                                  </w:t>
      </w:r>
      <w:r>
        <w:rPr>
          <w:rFonts w:cs="Arial"/>
        </w:rPr>
        <w:t>___________________________________</w:t>
      </w:r>
    </w:p>
    <w:p w14:paraId="6FC30F3B" w14:textId="77777777" w:rsidR="00E55F7A" w:rsidRPr="00E55F7A" w:rsidRDefault="006A0A51" w:rsidP="003F71AF">
      <w:pPr>
        <w:jc w:val="both"/>
        <w:rPr>
          <w:rFonts w:cs="Arial"/>
          <w:sz w:val="20"/>
          <w:szCs w:val="20"/>
        </w:rPr>
      </w:pPr>
      <w:r>
        <w:rPr>
          <w:rFonts w:cs="Arial"/>
        </w:rPr>
        <w:tab/>
      </w:r>
      <w:r w:rsidR="00E55F7A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55F7A" w:rsidRPr="00E55F7A">
        <w:rPr>
          <w:rFonts w:cs="Arial"/>
          <w:sz w:val="20"/>
          <w:szCs w:val="20"/>
        </w:rPr>
        <w:t xml:space="preserve">               (ime in priimek)</w:t>
      </w:r>
    </w:p>
    <w:p w14:paraId="7EF3B835" w14:textId="77777777" w:rsidR="00E55F7A" w:rsidRDefault="006A0A51" w:rsidP="003F71A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</w:t>
      </w:r>
      <w:r w:rsidR="00B64331">
        <w:rPr>
          <w:rFonts w:cs="Arial"/>
        </w:rPr>
        <w:tab/>
      </w:r>
      <w:r w:rsidR="00E55F7A">
        <w:rPr>
          <w:rFonts w:cs="Arial"/>
        </w:rPr>
        <w:t xml:space="preserve">                                                       </w:t>
      </w:r>
    </w:p>
    <w:p w14:paraId="23A9C8D8" w14:textId="2BAF211D" w:rsidR="003F71AF" w:rsidRDefault="00E55F7A" w:rsidP="003F71AF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___________________________________</w:t>
      </w:r>
    </w:p>
    <w:p w14:paraId="4BBB1653" w14:textId="059BB195" w:rsidR="00E55F7A" w:rsidRPr="00E55F7A" w:rsidRDefault="00E55F7A" w:rsidP="003F71AF">
      <w:pPr>
        <w:jc w:val="both"/>
        <w:rPr>
          <w:rFonts w:cs="Arial"/>
          <w:sz w:val="20"/>
          <w:szCs w:val="20"/>
        </w:rPr>
      </w:pPr>
      <w:r w:rsidRPr="00E55F7A">
        <w:rPr>
          <w:rFonts w:cs="Arial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cs="Arial"/>
          <w:sz w:val="20"/>
          <w:szCs w:val="20"/>
        </w:rPr>
        <w:t xml:space="preserve">         </w:t>
      </w:r>
      <w:r w:rsidRPr="00E55F7A">
        <w:rPr>
          <w:rFonts w:cs="Arial"/>
          <w:sz w:val="20"/>
          <w:szCs w:val="20"/>
        </w:rPr>
        <w:t>(podpis)</w:t>
      </w:r>
    </w:p>
    <w:sectPr w:rsidR="00E55F7A" w:rsidRPr="00E55F7A" w:rsidSect="003F2A82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6C8EC" w14:textId="77777777" w:rsidR="008E56DA" w:rsidRDefault="008E56DA">
      <w:r>
        <w:separator/>
      </w:r>
    </w:p>
  </w:endnote>
  <w:endnote w:type="continuationSeparator" w:id="0">
    <w:p w14:paraId="73D527D3" w14:textId="77777777" w:rsidR="008E56DA" w:rsidRDefault="008E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20378" w14:textId="5B729EB2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A34EC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3F0AE8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45" w:type="dxa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9640"/>
    </w:tblGrid>
    <w:tr w:rsidR="00370866" w:rsidRPr="00A1445A" w14:paraId="207EFCD7" w14:textId="77777777" w:rsidTr="008B6D76">
      <w:tc>
        <w:tcPr>
          <w:tcW w:w="4605" w:type="dxa"/>
          <w:shd w:val="clear" w:color="auto" w:fill="auto"/>
        </w:tcPr>
        <w:p w14:paraId="05162910" w14:textId="4D686F94" w:rsidR="005A785E" w:rsidRPr="004D2C4A" w:rsidRDefault="004D2C4A" w:rsidP="00954D39">
          <w:pPr>
            <w:rPr>
              <w:noProof/>
              <w:sz w:val="18"/>
              <w:szCs w:val="18"/>
            </w:rPr>
          </w:pPr>
          <w:r w:rsidRPr="004D2C4A">
            <w:rPr>
              <w:noProof/>
              <w:sz w:val="18"/>
              <w:szCs w:val="18"/>
            </w:rPr>
            <w:t>O</w:t>
          </w:r>
          <w:r w:rsidR="005149B9">
            <w:rPr>
              <w:noProof/>
              <w:sz w:val="18"/>
              <w:szCs w:val="18"/>
            </w:rPr>
            <w:t>znaka JN 2020-168</w:t>
          </w:r>
        </w:p>
      </w:tc>
      <w:tc>
        <w:tcPr>
          <w:tcW w:w="9640" w:type="dxa"/>
          <w:shd w:val="clear" w:color="auto" w:fill="auto"/>
        </w:tcPr>
        <w:p w14:paraId="3E32088E" w14:textId="682FB791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5149B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5149B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42B681FF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ABED0" w14:textId="77777777" w:rsidR="008E56DA" w:rsidRDefault="008E56DA">
      <w:r>
        <w:separator/>
      </w:r>
    </w:p>
  </w:footnote>
  <w:footnote w:type="continuationSeparator" w:id="0">
    <w:p w14:paraId="543356DA" w14:textId="77777777" w:rsidR="008E56DA" w:rsidRDefault="008E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2042" w:type="dxa"/>
      <w:tblInd w:w="38" w:type="dxa"/>
      <w:tblLayout w:type="fixed"/>
      <w:tblLook w:val="01E0" w:firstRow="1" w:lastRow="1" w:firstColumn="1" w:lastColumn="1" w:noHBand="0" w:noVBand="0"/>
    </w:tblPr>
    <w:tblGrid>
      <w:gridCol w:w="7617"/>
      <w:gridCol w:w="4219"/>
      <w:gridCol w:w="7797"/>
      <w:gridCol w:w="2409"/>
    </w:tblGrid>
    <w:tr w:rsidR="00E55F7A" w:rsidRPr="00A1445A" w14:paraId="7FB428CD" w14:textId="77777777" w:rsidTr="00E55F7A">
      <w:tc>
        <w:tcPr>
          <w:tcW w:w="7617" w:type="dxa"/>
          <w:tcBorders>
            <w:bottom w:val="single" w:sz="4" w:space="0" w:color="auto"/>
          </w:tcBorders>
          <w:shd w:val="clear" w:color="auto" w:fill="auto"/>
        </w:tcPr>
        <w:p w14:paraId="0D6966CE" w14:textId="0307E6C3" w:rsidR="005D316B" w:rsidRDefault="00E55F7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>Zavod Republike Slovenije za blagovne rezerve</w:t>
          </w:r>
          <w:r w:rsidR="005D316B">
            <w:rPr>
              <w:rFonts w:cs="Arial"/>
              <w:color w:val="000000"/>
              <w:spacing w:val="-2"/>
              <w:sz w:val="20"/>
              <w:szCs w:val="20"/>
            </w:rPr>
            <w:t>, Dunajska c. 106, 1000 Ljubljana</w:t>
          </w:r>
        </w:p>
        <w:p w14:paraId="5B4A0075" w14:textId="2B6644C8" w:rsidR="005D316B" w:rsidRDefault="00E55F7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 xml:space="preserve"> </w:t>
          </w:r>
        </w:p>
        <w:p w14:paraId="7BEEE66F" w14:textId="44C1B4E0" w:rsidR="00E55F7A" w:rsidRPr="00C0552D" w:rsidRDefault="005D316B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>»</w:t>
          </w:r>
          <w:r w:rsidR="00E55F7A">
            <w:rPr>
              <w:rFonts w:cs="Arial"/>
              <w:color w:val="000000"/>
              <w:spacing w:val="-2"/>
              <w:sz w:val="20"/>
              <w:szCs w:val="20"/>
            </w:rPr>
            <w:t>Referenčno potrdilo</w:t>
          </w:r>
          <w:r>
            <w:rPr>
              <w:rFonts w:cs="Arial"/>
              <w:color w:val="000000"/>
              <w:spacing w:val="-2"/>
              <w:sz w:val="20"/>
              <w:szCs w:val="20"/>
            </w:rPr>
            <w:t>«</w:t>
          </w:r>
        </w:p>
      </w:tc>
      <w:tc>
        <w:tcPr>
          <w:tcW w:w="4219" w:type="dxa"/>
          <w:tcBorders>
            <w:bottom w:val="single" w:sz="4" w:space="0" w:color="auto"/>
          </w:tcBorders>
        </w:tcPr>
        <w:p w14:paraId="063CBDD2" w14:textId="77777777" w:rsidR="00E55F7A" w:rsidRPr="00A1445A" w:rsidRDefault="00E55F7A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7797" w:type="dxa"/>
          <w:tcBorders>
            <w:bottom w:val="single" w:sz="4" w:space="0" w:color="auto"/>
          </w:tcBorders>
          <w:shd w:val="clear" w:color="auto" w:fill="auto"/>
        </w:tcPr>
        <w:p w14:paraId="170B35C6" w14:textId="15C01D9D" w:rsidR="00E55F7A" w:rsidRPr="00A1445A" w:rsidRDefault="00E55F7A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40A471F2" w14:textId="7CE7A2CA" w:rsidR="00E55F7A" w:rsidRPr="00A1445A" w:rsidRDefault="00E55F7A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E55F7A" w:rsidRPr="00123242" w14:paraId="03E8FDAD" w14:textId="77777777" w:rsidTr="00E55F7A">
      <w:tc>
        <w:tcPr>
          <w:tcW w:w="7617" w:type="dxa"/>
          <w:tcBorders>
            <w:top w:val="single" w:sz="4" w:space="0" w:color="auto"/>
          </w:tcBorders>
          <w:shd w:val="clear" w:color="auto" w:fill="auto"/>
        </w:tcPr>
        <w:p w14:paraId="3D8E4326" w14:textId="77777777" w:rsidR="00E55F7A" w:rsidRPr="00A1445A" w:rsidRDefault="00E55F7A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4219" w:type="dxa"/>
          <w:tcBorders>
            <w:top w:val="single" w:sz="4" w:space="0" w:color="auto"/>
          </w:tcBorders>
        </w:tcPr>
        <w:p w14:paraId="48B7560A" w14:textId="77777777" w:rsidR="00E55F7A" w:rsidRPr="00A1445A" w:rsidRDefault="00E55F7A" w:rsidP="00C0552D">
          <w:pPr>
            <w:rPr>
              <w:rFonts w:cs="Arial"/>
              <w:color w:val="000000"/>
            </w:rPr>
          </w:pPr>
        </w:p>
      </w:tc>
      <w:tc>
        <w:tcPr>
          <w:tcW w:w="7797" w:type="dxa"/>
          <w:tcBorders>
            <w:top w:val="single" w:sz="4" w:space="0" w:color="auto"/>
          </w:tcBorders>
          <w:shd w:val="clear" w:color="auto" w:fill="auto"/>
        </w:tcPr>
        <w:p w14:paraId="15B2DA41" w14:textId="634AD417" w:rsidR="00E55F7A" w:rsidRPr="00A1445A" w:rsidRDefault="00E55F7A" w:rsidP="00C0552D">
          <w:pPr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top w:val="single" w:sz="4" w:space="0" w:color="auto"/>
          </w:tcBorders>
          <w:shd w:val="clear" w:color="auto" w:fill="auto"/>
        </w:tcPr>
        <w:p w14:paraId="096BB41A" w14:textId="256E2DBD" w:rsidR="00E55F7A" w:rsidRPr="00123242" w:rsidRDefault="00E55F7A" w:rsidP="001F4040">
          <w:pPr>
            <w:pStyle w:val="Telobesedila"/>
            <w:jc w:val="right"/>
            <w:rPr>
              <w:rFonts w:cs="Arial"/>
              <w:color w:val="000000"/>
              <w:sz w:val="16"/>
              <w:szCs w:val="16"/>
            </w:rPr>
          </w:pPr>
        </w:p>
      </w:tc>
    </w:tr>
  </w:tbl>
  <w:p w14:paraId="1C587A1E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09518115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658038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74E57"/>
    <w:multiLevelType w:val="hybridMultilevel"/>
    <w:tmpl w:val="8B9200FA"/>
    <w:lvl w:ilvl="0" w:tplc="5044C942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4762DE8"/>
    <w:multiLevelType w:val="hybridMultilevel"/>
    <w:tmpl w:val="96E203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A6DA0"/>
    <w:rsid w:val="000B59C4"/>
    <w:rsid w:val="000C23A5"/>
    <w:rsid w:val="000C4583"/>
    <w:rsid w:val="000D76C2"/>
    <w:rsid w:val="000E1875"/>
    <w:rsid w:val="000E41E1"/>
    <w:rsid w:val="000E4581"/>
    <w:rsid w:val="000E7050"/>
    <w:rsid w:val="00101B68"/>
    <w:rsid w:val="0010524F"/>
    <w:rsid w:val="00114401"/>
    <w:rsid w:val="00123242"/>
    <w:rsid w:val="0012533E"/>
    <w:rsid w:val="001314C1"/>
    <w:rsid w:val="001352C1"/>
    <w:rsid w:val="0014021F"/>
    <w:rsid w:val="00144B8D"/>
    <w:rsid w:val="00166414"/>
    <w:rsid w:val="0017296F"/>
    <w:rsid w:val="00172A91"/>
    <w:rsid w:val="00174BFE"/>
    <w:rsid w:val="00183318"/>
    <w:rsid w:val="001A192F"/>
    <w:rsid w:val="001A7BD0"/>
    <w:rsid w:val="001D16E0"/>
    <w:rsid w:val="001D694D"/>
    <w:rsid w:val="001F4040"/>
    <w:rsid w:val="001F6F0F"/>
    <w:rsid w:val="0020233B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628E"/>
    <w:rsid w:val="002A1C9C"/>
    <w:rsid w:val="002A6A46"/>
    <w:rsid w:val="002B28E0"/>
    <w:rsid w:val="002C5CC5"/>
    <w:rsid w:val="002D6A3C"/>
    <w:rsid w:val="002E1329"/>
    <w:rsid w:val="002E2FD3"/>
    <w:rsid w:val="002E6B63"/>
    <w:rsid w:val="002F0041"/>
    <w:rsid w:val="002F2479"/>
    <w:rsid w:val="002F68A9"/>
    <w:rsid w:val="00301033"/>
    <w:rsid w:val="00301FE5"/>
    <w:rsid w:val="00315EE6"/>
    <w:rsid w:val="00324C4C"/>
    <w:rsid w:val="00325D8B"/>
    <w:rsid w:val="00326834"/>
    <w:rsid w:val="0035043A"/>
    <w:rsid w:val="00367250"/>
    <w:rsid w:val="00370866"/>
    <w:rsid w:val="0037231D"/>
    <w:rsid w:val="00384E82"/>
    <w:rsid w:val="0039497C"/>
    <w:rsid w:val="003B36FC"/>
    <w:rsid w:val="003C0B6A"/>
    <w:rsid w:val="003C485B"/>
    <w:rsid w:val="003D1272"/>
    <w:rsid w:val="003E4CFC"/>
    <w:rsid w:val="003E5C55"/>
    <w:rsid w:val="003E735E"/>
    <w:rsid w:val="003F0AE8"/>
    <w:rsid w:val="003F0DE7"/>
    <w:rsid w:val="003F2A82"/>
    <w:rsid w:val="003F4DE6"/>
    <w:rsid w:val="003F66C0"/>
    <w:rsid w:val="003F718D"/>
    <w:rsid w:val="003F71AF"/>
    <w:rsid w:val="00406373"/>
    <w:rsid w:val="0043532D"/>
    <w:rsid w:val="00445049"/>
    <w:rsid w:val="004527D6"/>
    <w:rsid w:val="00455EB9"/>
    <w:rsid w:val="004720C5"/>
    <w:rsid w:val="00472E3D"/>
    <w:rsid w:val="0047643E"/>
    <w:rsid w:val="004801D0"/>
    <w:rsid w:val="004920D9"/>
    <w:rsid w:val="0049402B"/>
    <w:rsid w:val="004A0508"/>
    <w:rsid w:val="004B065E"/>
    <w:rsid w:val="004D2C4A"/>
    <w:rsid w:val="004D6B75"/>
    <w:rsid w:val="004F7C1C"/>
    <w:rsid w:val="00500B5F"/>
    <w:rsid w:val="00501684"/>
    <w:rsid w:val="00501C3D"/>
    <w:rsid w:val="005149B9"/>
    <w:rsid w:val="00515523"/>
    <w:rsid w:val="00515775"/>
    <w:rsid w:val="0051745B"/>
    <w:rsid w:val="005216E6"/>
    <w:rsid w:val="005255EB"/>
    <w:rsid w:val="005316C0"/>
    <w:rsid w:val="00537622"/>
    <w:rsid w:val="005608A6"/>
    <w:rsid w:val="005724B4"/>
    <w:rsid w:val="00573908"/>
    <w:rsid w:val="005753D9"/>
    <w:rsid w:val="00577661"/>
    <w:rsid w:val="0058399F"/>
    <w:rsid w:val="00584D24"/>
    <w:rsid w:val="005A785E"/>
    <w:rsid w:val="005B253B"/>
    <w:rsid w:val="005B3910"/>
    <w:rsid w:val="005C4C41"/>
    <w:rsid w:val="005C6FBE"/>
    <w:rsid w:val="005C71B5"/>
    <w:rsid w:val="005C7E8F"/>
    <w:rsid w:val="005D316B"/>
    <w:rsid w:val="005D7E01"/>
    <w:rsid w:val="005F1763"/>
    <w:rsid w:val="005F18A6"/>
    <w:rsid w:val="005F638A"/>
    <w:rsid w:val="005F751D"/>
    <w:rsid w:val="006110C9"/>
    <w:rsid w:val="0061133D"/>
    <w:rsid w:val="00612663"/>
    <w:rsid w:val="006130D4"/>
    <w:rsid w:val="006163B7"/>
    <w:rsid w:val="00622E28"/>
    <w:rsid w:val="006315C1"/>
    <w:rsid w:val="0065152F"/>
    <w:rsid w:val="0065448B"/>
    <w:rsid w:val="00662D8F"/>
    <w:rsid w:val="0066332D"/>
    <w:rsid w:val="00666204"/>
    <w:rsid w:val="00670A28"/>
    <w:rsid w:val="00670D1D"/>
    <w:rsid w:val="006A0A51"/>
    <w:rsid w:val="006D42E9"/>
    <w:rsid w:val="006D59F7"/>
    <w:rsid w:val="006E321C"/>
    <w:rsid w:val="006E377F"/>
    <w:rsid w:val="006E5B0D"/>
    <w:rsid w:val="006E67AF"/>
    <w:rsid w:val="006F44F5"/>
    <w:rsid w:val="006F758E"/>
    <w:rsid w:val="007033C0"/>
    <w:rsid w:val="00705ED4"/>
    <w:rsid w:val="007145FB"/>
    <w:rsid w:val="0072395B"/>
    <w:rsid w:val="00723CCF"/>
    <w:rsid w:val="007345D8"/>
    <w:rsid w:val="00741DF3"/>
    <w:rsid w:val="00743912"/>
    <w:rsid w:val="00764E83"/>
    <w:rsid w:val="00767A5A"/>
    <w:rsid w:val="00780396"/>
    <w:rsid w:val="00781408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86D8E"/>
    <w:rsid w:val="00895F3B"/>
    <w:rsid w:val="008A757F"/>
    <w:rsid w:val="008B25C9"/>
    <w:rsid w:val="008B6D76"/>
    <w:rsid w:val="008C2AC2"/>
    <w:rsid w:val="008D6DCE"/>
    <w:rsid w:val="008E56DA"/>
    <w:rsid w:val="008E64FA"/>
    <w:rsid w:val="008F1951"/>
    <w:rsid w:val="008F3E2F"/>
    <w:rsid w:val="008F4E16"/>
    <w:rsid w:val="00913CF8"/>
    <w:rsid w:val="009214B5"/>
    <w:rsid w:val="00941B2D"/>
    <w:rsid w:val="00945B2B"/>
    <w:rsid w:val="00946104"/>
    <w:rsid w:val="009514DD"/>
    <w:rsid w:val="0095198A"/>
    <w:rsid w:val="00953938"/>
    <w:rsid w:val="00954D39"/>
    <w:rsid w:val="00965BB4"/>
    <w:rsid w:val="009A46DA"/>
    <w:rsid w:val="009B0FC7"/>
    <w:rsid w:val="009B70DE"/>
    <w:rsid w:val="009B7404"/>
    <w:rsid w:val="009C29C7"/>
    <w:rsid w:val="009C5AA6"/>
    <w:rsid w:val="009C6284"/>
    <w:rsid w:val="009C6BEF"/>
    <w:rsid w:val="009D132C"/>
    <w:rsid w:val="009D21DD"/>
    <w:rsid w:val="009D40B0"/>
    <w:rsid w:val="009D6C16"/>
    <w:rsid w:val="009E053F"/>
    <w:rsid w:val="009E07D6"/>
    <w:rsid w:val="009E15C8"/>
    <w:rsid w:val="009E4FA0"/>
    <w:rsid w:val="009F034C"/>
    <w:rsid w:val="009F0952"/>
    <w:rsid w:val="009F6485"/>
    <w:rsid w:val="009F7784"/>
    <w:rsid w:val="00A02E60"/>
    <w:rsid w:val="00A04B00"/>
    <w:rsid w:val="00A1445A"/>
    <w:rsid w:val="00A22650"/>
    <w:rsid w:val="00A22BF6"/>
    <w:rsid w:val="00A3063E"/>
    <w:rsid w:val="00A33BE0"/>
    <w:rsid w:val="00A515E0"/>
    <w:rsid w:val="00A51930"/>
    <w:rsid w:val="00A57325"/>
    <w:rsid w:val="00A65210"/>
    <w:rsid w:val="00A75802"/>
    <w:rsid w:val="00A83E62"/>
    <w:rsid w:val="00A87029"/>
    <w:rsid w:val="00A92149"/>
    <w:rsid w:val="00AA2F1C"/>
    <w:rsid w:val="00AA34EC"/>
    <w:rsid w:val="00AB107F"/>
    <w:rsid w:val="00AB1522"/>
    <w:rsid w:val="00AB3346"/>
    <w:rsid w:val="00AB4674"/>
    <w:rsid w:val="00AB50F6"/>
    <w:rsid w:val="00AB6347"/>
    <w:rsid w:val="00AC72E5"/>
    <w:rsid w:val="00AC7641"/>
    <w:rsid w:val="00AD3618"/>
    <w:rsid w:val="00AD641C"/>
    <w:rsid w:val="00AF0AD6"/>
    <w:rsid w:val="00AF22E1"/>
    <w:rsid w:val="00AF4886"/>
    <w:rsid w:val="00AF5B85"/>
    <w:rsid w:val="00B021F9"/>
    <w:rsid w:val="00B14E3F"/>
    <w:rsid w:val="00B16F2C"/>
    <w:rsid w:val="00B20079"/>
    <w:rsid w:val="00B200E4"/>
    <w:rsid w:val="00B26132"/>
    <w:rsid w:val="00B26169"/>
    <w:rsid w:val="00B2757C"/>
    <w:rsid w:val="00B32A8A"/>
    <w:rsid w:val="00B4256F"/>
    <w:rsid w:val="00B528B4"/>
    <w:rsid w:val="00B52BF2"/>
    <w:rsid w:val="00B5369B"/>
    <w:rsid w:val="00B538F5"/>
    <w:rsid w:val="00B63807"/>
    <w:rsid w:val="00B64331"/>
    <w:rsid w:val="00B661E3"/>
    <w:rsid w:val="00B86392"/>
    <w:rsid w:val="00B91A24"/>
    <w:rsid w:val="00B9309E"/>
    <w:rsid w:val="00B930C3"/>
    <w:rsid w:val="00B959FC"/>
    <w:rsid w:val="00BA2C4A"/>
    <w:rsid w:val="00BB3939"/>
    <w:rsid w:val="00BC00ED"/>
    <w:rsid w:val="00BC2412"/>
    <w:rsid w:val="00BC29DD"/>
    <w:rsid w:val="00BD4AEF"/>
    <w:rsid w:val="00BE256A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1B66"/>
    <w:rsid w:val="00C64A95"/>
    <w:rsid w:val="00C82B34"/>
    <w:rsid w:val="00C9531D"/>
    <w:rsid w:val="00C97729"/>
    <w:rsid w:val="00CA54F0"/>
    <w:rsid w:val="00CB008E"/>
    <w:rsid w:val="00CB0D95"/>
    <w:rsid w:val="00CC3E37"/>
    <w:rsid w:val="00CD61B2"/>
    <w:rsid w:val="00CD7808"/>
    <w:rsid w:val="00CF12FC"/>
    <w:rsid w:val="00D057B4"/>
    <w:rsid w:val="00D05C1E"/>
    <w:rsid w:val="00D06278"/>
    <w:rsid w:val="00D2343D"/>
    <w:rsid w:val="00D278D4"/>
    <w:rsid w:val="00D317EE"/>
    <w:rsid w:val="00D3247E"/>
    <w:rsid w:val="00D3719C"/>
    <w:rsid w:val="00D41260"/>
    <w:rsid w:val="00D42D90"/>
    <w:rsid w:val="00D47195"/>
    <w:rsid w:val="00D52286"/>
    <w:rsid w:val="00D5573D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B7058"/>
    <w:rsid w:val="00DF116B"/>
    <w:rsid w:val="00DF3D50"/>
    <w:rsid w:val="00E029F3"/>
    <w:rsid w:val="00E02C2C"/>
    <w:rsid w:val="00E0340C"/>
    <w:rsid w:val="00E3300C"/>
    <w:rsid w:val="00E43C3D"/>
    <w:rsid w:val="00E526FC"/>
    <w:rsid w:val="00E550C0"/>
    <w:rsid w:val="00E55F7A"/>
    <w:rsid w:val="00E61921"/>
    <w:rsid w:val="00E676C3"/>
    <w:rsid w:val="00E749F2"/>
    <w:rsid w:val="00E932C8"/>
    <w:rsid w:val="00E95B73"/>
    <w:rsid w:val="00E9600A"/>
    <w:rsid w:val="00EA7B9C"/>
    <w:rsid w:val="00EB0DA9"/>
    <w:rsid w:val="00EC1019"/>
    <w:rsid w:val="00ED5254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66DF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5953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6904E66"/>
  <w15:docId w15:val="{892D5734-ADF3-4205-B1D5-2D7BC80D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10524F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384E82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384E8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384E82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384E82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23F4A9C-A77B-4AFB-BB04-E318F6443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61</TotalTime>
  <Pages>1</Pages>
  <Words>83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1262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Lojzka SEVER</cp:lastModifiedBy>
  <cp:revision>13</cp:revision>
  <cp:lastPrinted>2017-10-10T08:04:00Z</cp:lastPrinted>
  <dcterms:created xsi:type="dcterms:W3CDTF">2019-06-04T11:50:00Z</dcterms:created>
  <dcterms:modified xsi:type="dcterms:W3CDTF">2020-05-28T08:52:00Z</dcterms:modified>
</cp:coreProperties>
</file>