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3FF" w:rsidRPr="000456C4" w:rsidRDefault="00FB43FF" w:rsidP="00FB43FF">
      <w:pPr>
        <w:tabs>
          <w:tab w:val="left" w:pos="993"/>
          <w:tab w:val="left" w:pos="1134"/>
        </w:tabs>
        <w:rPr>
          <w:rFonts w:cs="Arial"/>
        </w:rPr>
      </w:pPr>
      <w:r w:rsidRPr="000456C4">
        <w:rPr>
          <w:rFonts w:cs="Arial"/>
        </w:rPr>
        <w:t>Predmet:</w:t>
      </w:r>
      <w:r>
        <w:rPr>
          <w:rFonts w:cs="Arial"/>
        </w:rPr>
        <w:t xml:space="preserve"> </w:t>
      </w:r>
      <w:r w:rsidRPr="00943F2F">
        <w:rPr>
          <w:rFonts w:cs="Arial"/>
        </w:rPr>
        <w:t>I</w:t>
      </w:r>
      <w:r w:rsidRPr="00943F2F">
        <w:rPr>
          <w:rFonts w:cs="Arial"/>
          <w:bCs/>
        </w:rPr>
        <w:t xml:space="preserve">zdelava projektne dokumentacije IZP, </w:t>
      </w:r>
      <w:bookmarkStart w:id="0" w:name="_GoBack"/>
      <w:bookmarkEnd w:id="0"/>
      <w:r w:rsidRPr="00943F2F">
        <w:rPr>
          <w:rFonts w:cs="Arial"/>
          <w:bCs/>
        </w:rPr>
        <w:t>DGD in PZI</w:t>
      </w:r>
      <w:r w:rsidRPr="00CE4926">
        <w:rPr>
          <w:rFonts w:cs="Arial"/>
          <w:b/>
          <w:bCs/>
        </w:rPr>
        <w:t xml:space="preserve"> </w:t>
      </w:r>
      <w:r>
        <w:rPr>
          <w:rFonts w:cs="Arial"/>
        </w:rPr>
        <w:t xml:space="preserve">za izgradnjo rezervoarjev R9, R10, R11 in R12 ter za celotno rekonstrukcijo </w:t>
      </w:r>
      <w:r w:rsidRPr="000E5379">
        <w:rPr>
          <w:rFonts w:cs="Arial"/>
        </w:rPr>
        <w:t>SND Celje</w:t>
      </w:r>
    </w:p>
    <w:p w:rsidR="00FB43FF" w:rsidRDefault="00FB43FF" w:rsidP="00FB43FF">
      <w:pPr>
        <w:tabs>
          <w:tab w:val="left" w:pos="993"/>
          <w:tab w:val="left" w:pos="1134"/>
        </w:tabs>
        <w:rPr>
          <w:rFonts w:cs="Arial"/>
          <w:i/>
        </w:rPr>
      </w:pPr>
      <w:r w:rsidRPr="000456C4">
        <w:rPr>
          <w:rFonts w:cs="Arial"/>
        </w:rPr>
        <w:t>Številka JN: 2020-246</w:t>
      </w:r>
    </w:p>
    <w:p w:rsidR="00892833" w:rsidRPr="00831559" w:rsidRDefault="00892833" w:rsidP="00892833">
      <w:pPr>
        <w:pStyle w:val="a"/>
        <w:jc w:val="center"/>
        <w:rPr>
          <w:rFonts w:ascii="Arial" w:hAnsi="Arial" w:cs="Arial"/>
          <w:b/>
          <w:i w:val="0"/>
          <w:color w:val="auto"/>
          <w:sz w:val="22"/>
          <w:szCs w:val="22"/>
        </w:rPr>
      </w:pPr>
    </w:p>
    <w:p w:rsidR="002420CC" w:rsidRPr="00831559" w:rsidRDefault="002420CC" w:rsidP="005E2DAD">
      <w:pPr>
        <w:pStyle w:val="Pripombabesedilo"/>
      </w:pPr>
    </w:p>
    <w:p w:rsidR="00892833" w:rsidRPr="00831559" w:rsidRDefault="002420CC" w:rsidP="00892833">
      <w:pPr>
        <w:pStyle w:val="a"/>
        <w:jc w:val="center"/>
        <w:rPr>
          <w:rFonts w:ascii="Arial" w:hAnsi="Arial" w:cs="Arial"/>
          <w:b/>
          <w:i w:val="0"/>
          <w:color w:val="auto"/>
          <w:sz w:val="22"/>
          <w:szCs w:val="22"/>
        </w:rPr>
      </w:pPr>
      <w:r w:rsidRPr="00831559">
        <w:rPr>
          <w:rFonts w:ascii="Arial" w:hAnsi="Arial" w:cs="Arial"/>
          <w:b/>
          <w:i w:val="0"/>
          <w:color w:val="auto"/>
          <w:sz w:val="22"/>
          <w:szCs w:val="22"/>
        </w:rPr>
        <w:t>POVABILO K ODDAJI PONUDBE</w:t>
      </w:r>
    </w:p>
    <w:p w:rsidR="00892833" w:rsidRPr="00831559" w:rsidRDefault="00892833" w:rsidP="00892833">
      <w:pPr>
        <w:pStyle w:val="a"/>
        <w:rPr>
          <w:rFonts w:ascii="Arial" w:hAnsi="Arial" w:cs="Arial"/>
          <w:b/>
          <w:i w:val="0"/>
          <w:color w:val="auto"/>
          <w:sz w:val="22"/>
          <w:szCs w:val="22"/>
        </w:rPr>
      </w:pPr>
    </w:p>
    <w:p w:rsidR="00892833" w:rsidRPr="00831559" w:rsidRDefault="00892833" w:rsidP="00892833">
      <w:pPr>
        <w:pStyle w:val="a"/>
        <w:rPr>
          <w:rFonts w:ascii="Arial" w:hAnsi="Arial" w:cs="Arial"/>
          <w:b/>
          <w:i w:val="0"/>
          <w:color w:val="auto"/>
          <w:sz w:val="22"/>
          <w:szCs w:val="22"/>
        </w:rPr>
      </w:pPr>
    </w:p>
    <w:p w:rsidR="00DC4D07" w:rsidRPr="00473538" w:rsidRDefault="00DD18CB" w:rsidP="00DC4D07">
      <w:pPr>
        <w:pStyle w:val="Telobesedila"/>
        <w:jc w:val="both"/>
        <w:rPr>
          <w:rFonts w:cs="Arial"/>
          <w:lang w:val="sl-SI"/>
        </w:rPr>
      </w:pPr>
      <w:r w:rsidRPr="00831559">
        <w:rPr>
          <w:rFonts w:cs="Arial"/>
        </w:rPr>
        <w:t>Na Portalu javnih naročil je bilo objavljeno obvestilo o javnem naročilu</w:t>
      </w:r>
      <w:r w:rsidRPr="00831559">
        <w:rPr>
          <w:rFonts w:cs="Arial"/>
          <w:lang w:val="sl-SI"/>
        </w:rPr>
        <w:t xml:space="preserve"> </w:t>
      </w:r>
      <w:r w:rsidRPr="00831559">
        <w:rPr>
          <w:rFonts w:cs="Arial"/>
        </w:rPr>
        <w:t xml:space="preserve">za izbiro izvajalca za </w:t>
      </w:r>
      <w:r w:rsidR="008B2715" w:rsidRPr="000E5379">
        <w:rPr>
          <w:rFonts w:cs="Arial"/>
        </w:rPr>
        <w:t>I</w:t>
      </w:r>
      <w:r w:rsidR="008B2715">
        <w:rPr>
          <w:rFonts w:cs="Arial"/>
        </w:rPr>
        <w:t xml:space="preserve">zdelava projektne dokumentacije za rekonstrukcijo </w:t>
      </w:r>
      <w:r w:rsidR="008B2715" w:rsidRPr="000E5379">
        <w:rPr>
          <w:rFonts w:cs="Arial"/>
        </w:rPr>
        <w:t>SND Celje</w:t>
      </w:r>
      <w:r w:rsidRPr="00831559">
        <w:rPr>
          <w:rFonts w:cs="Arial"/>
        </w:rPr>
        <w:t>.</w:t>
      </w:r>
      <w:r w:rsidR="00DC4D07">
        <w:rPr>
          <w:rFonts w:cs="Arial"/>
          <w:lang w:val="sl-SI"/>
        </w:rPr>
        <w:t xml:space="preserve"> </w:t>
      </w:r>
      <w:r w:rsidR="00DC4D07" w:rsidRPr="00CC15F8">
        <w:rPr>
          <w:rFonts w:cs="Arial"/>
          <w:lang w:val="sl-SI"/>
        </w:rPr>
        <w:t>Prav tako je bilo na portalu e-JN objavljeno e-naročilo.</w:t>
      </w:r>
    </w:p>
    <w:p w:rsidR="00DC4D07" w:rsidRDefault="00DC4D07" w:rsidP="00DD18CB">
      <w:pPr>
        <w:pStyle w:val="Telobesedila"/>
        <w:jc w:val="both"/>
        <w:rPr>
          <w:rFonts w:cs="Arial"/>
        </w:rPr>
      </w:pPr>
    </w:p>
    <w:p w:rsidR="00DD18CB" w:rsidRPr="00831559" w:rsidRDefault="00DD18CB" w:rsidP="00DD18CB">
      <w:pPr>
        <w:pStyle w:val="Telobesedila"/>
        <w:jc w:val="both"/>
        <w:rPr>
          <w:rFonts w:cs="Arial"/>
        </w:rPr>
      </w:pPr>
      <w:r w:rsidRPr="00831559">
        <w:rPr>
          <w:rFonts w:cs="Arial"/>
        </w:rPr>
        <w:t>Vabimo vas, da pripravite in predložite ponudbo v skladu z navodili ponudnikom za izdelavo ponudbe</w:t>
      </w:r>
      <w:r w:rsidR="00101E50" w:rsidRPr="00831559">
        <w:rPr>
          <w:rFonts w:cs="Arial"/>
          <w:lang w:val="sl-SI"/>
        </w:rPr>
        <w:t xml:space="preserve"> in obvezno vsebino ponudbene dokumentacije</w:t>
      </w:r>
      <w:r w:rsidRPr="00831559">
        <w:rPr>
          <w:rFonts w:cs="Arial"/>
        </w:rPr>
        <w:t>.</w:t>
      </w:r>
    </w:p>
    <w:p w:rsidR="00DD18CB" w:rsidRPr="00831559" w:rsidRDefault="00DD18CB" w:rsidP="00DD18CB">
      <w:pPr>
        <w:pStyle w:val="Telobesedila"/>
        <w:jc w:val="both"/>
        <w:rPr>
          <w:rFonts w:cs="Arial"/>
        </w:rPr>
      </w:pPr>
    </w:p>
    <w:p w:rsidR="00DD18CB" w:rsidRPr="00831559" w:rsidRDefault="00DD18CB" w:rsidP="00DD18CB">
      <w:pPr>
        <w:pStyle w:val="Telobesedila"/>
        <w:jc w:val="both"/>
        <w:rPr>
          <w:rFonts w:cs="Arial"/>
          <w:lang w:val="sl-SI"/>
        </w:rPr>
      </w:pPr>
      <w:r w:rsidRPr="00831559">
        <w:rPr>
          <w:rFonts w:cs="Arial"/>
          <w:lang w:val="sl-SI"/>
        </w:rPr>
        <w:t xml:space="preserve">Razpisna dokumentacija je objavljena na spletni strani naročnika </w:t>
      </w:r>
      <w:hyperlink r:id="rId8" w:history="1">
        <w:r w:rsidR="002B7286" w:rsidRPr="00F02061">
          <w:rPr>
            <w:rStyle w:val="Hiperpovezava"/>
            <w:rFonts w:cs="Arial"/>
            <w:lang w:val="sl-SI"/>
          </w:rPr>
          <w:t>http://www.dbr.si/</w:t>
        </w:r>
      </w:hyperlink>
      <w:r w:rsidRPr="00831559">
        <w:rPr>
          <w:rFonts w:cs="Arial"/>
          <w:lang w:val="sl-SI"/>
        </w:rPr>
        <w:t>.</w:t>
      </w:r>
    </w:p>
    <w:p w:rsidR="001645A8" w:rsidRPr="00831559" w:rsidRDefault="001645A8">
      <w:pPr>
        <w:rPr>
          <w:rFonts w:cs="Arial"/>
        </w:rPr>
      </w:pPr>
    </w:p>
    <w:p w:rsidR="000B1B0C" w:rsidRPr="00831559" w:rsidRDefault="000B1B0C">
      <w:pPr>
        <w:rPr>
          <w:rFonts w:cs="Arial"/>
        </w:rPr>
      </w:pPr>
    </w:p>
    <w:p w:rsidR="00DD18CB" w:rsidRPr="00831559" w:rsidRDefault="00DD18CB">
      <w:pPr>
        <w:rPr>
          <w:rFonts w:cs="Arial"/>
        </w:rPr>
      </w:pPr>
      <w:r w:rsidRPr="00831559">
        <w:rPr>
          <w:rFonts w:cs="Arial"/>
        </w:rPr>
        <w:t>Lepo pozdravljeni,</w:t>
      </w:r>
    </w:p>
    <w:p w:rsidR="00AD604D" w:rsidRPr="00831559" w:rsidRDefault="00AD604D">
      <w:pPr>
        <w:rPr>
          <w:rFonts w:cs="Arial"/>
        </w:rPr>
      </w:pPr>
    </w:p>
    <w:p w:rsidR="00AD604D" w:rsidRPr="00831559" w:rsidRDefault="00AD604D">
      <w:pPr>
        <w:rPr>
          <w:rFonts w:cs="Arial"/>
        </w:rPr>
      </w:pPr>
    </w:p>
    <w:p w:rsidR="002420CC" w:rsidRPr="00831559" w:rsidRDefault="002420CC">
      <w:pPr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AD604D" w:rsidRPr="00831559" w:rsidTr="00AD604D">
        <w:tc>
          <w:tcPr>
            <w:tcW w:w="4605" w:type="dxa"/>
            <w:hideMark/>
          </w:tcPr>
          <w:p w:rsidR="00AD604D" w:rsidRPr="00831559" w:rsidRDefault="0018269E" w:rsidP="00AD604D">
            <w:pPr>
              <w:pStyle w:val="Telobesedila"/>
              <w:spacing w:after="0"/>
              <w:jc w:val="center"/>
              <w:rPr>
                <w:rFonts w:cs="Arial"/>
                <w:lang w:val="sl-SI" w:eastAsia="en-US"/>
              </w:rPr>
            </w:pPr>
            <w:r>
              <w:rPr>
                <w:rFonts w:cs="Arial"/>
                <w:lang w:val="sl-SI" w:eastAsia="en-US"/>
              </w:rPr>
              <w:t xml:space="preserve">dr. Boštjan </w:t>
            </w:r>
            <w:proofErr w:type="spellStart"/>
            <w:r>
              <w:rPr>
                <w:rFonts w:cs="Arial"/>
                <w:lang w:val="sl-SI" w:eastAsia="en-US"/>
              </w:rPr>
              <w:t>Klofutar</w:t>
            </w:r>
            <w:proofErr w:type="spellEnd"/>
          </w:p>
          <w:p w:rsidR="00AD604D" w:rsidRPr="00831559" w:rsidRDefault="00DE3017" w:rsidP="00831559">
            <w:pPr>
              <w:pStyle w:val="Telobesedila"/>
              <w:spacing w:after="0"/>
              <w:jc w:val="center"/>
              <w:rPr>
                <w:rFonts w:cs="Arial"/>
                <w:lang w:val="sl-SI" w:eastAsia="en-US"/>
              </w:rPr>
            </w:pPr>
            <w:r w:rsidRPr="00831559">
              <w:rPr>
                <w:rFonts w:cs="Arial"/>
                <w:lang w:val="sl-SI" w:eastAsia="en-US"/>
              </w:rPr>
              <w:t xml:space="preserve">vodja </w:t>
            </w:r>
            <w:r w:rsidR="00831559">
              <w:rPr>
                <w:rFonts w:cs="Arial"/>
                <w:lang w:val="sl-SI" w:eastAsia="en-US"/>
              </w:rPr>
              <w:t>sektorja</w:t>
            </w:r>
          </w:p>
        </w:tc>
        <w:tc>
          <w:tcPr>
            <w:tcW w:w="4605" w:type="dxa"/>
            <w:hideMark/>
          </w:tcPr>
          <w:p w:rsidR="00AD604D" w:rsidRPr="00831559" w:rsidRDefault="00635FFD" w:rsidP="00AD604D">
            <w:pPr>
              <w:pStyle w:val="Telobesedila"/>
              <w:spacing w:after="0"/>
              <w:jc w:val="center"/>
              <w:rPr>
                <w:rFonts w:cs="Arial"/>
                <w:lang w:val="sl-SI" w:eastAsia="en-US"/>
              </w:rPr>
            </w:pPr>
            <w:r>
              <w:rPr>
                <w:rFonts w:cs="Arial"/>
                <w:lang w:val="sl-SI" w:eastAsia="en-US"/>
              </w:rPr>
              <w:t xml:space="preserve">Tomi </w:t>
            </w:r>
            <w:proofErr w:type="spellStart"/>
            <w:r>
              <w:rPr>
                <w:rFonts w:cs="Arial"/>
                <w:lang w:val="sl-SI" w:eastAsia="en-US"/>
              </w:rPr>
              <w:t>Rumpf</w:t>
            </w:r>
            <w:proofErr w:type="spellEnd"/>
          </w:p>
          <w:p w:rsidR="00AD604D" w:rsidRPr="00831559" w:rsidRDefault="00635FFD" w:rsidP="00AD604D">
            <w:pPr>
              <w:pStyle w:val="Telobesedila"/>
              <w:spacing w:after="0"/>
              <w:jc w:val="center"/>
              <w:rPr>
                <w:rFonts w:cs="Arial"/>
                <w:lang w:val="sl-SI" w:eastAsia="en-US"/>
              </w:rPr>
            </w:pPr>
            <w:proofErr w:type="spellStart"/>
            <w:r>
              <w:rPr>
                <w:rFonts w:cs="Arial"/>
                <w:lang w:val="sl-SI" w:eastAsia="en-US"/>
              </w:rPr>
              <w:t>v.d</w:t>
            </w:r>
            <w:proofErr w:type="spellEnd"/>
            <w:r>
              <w:rPr>
                <w:rFonts w:cs="Arial"/>
                <w:lang w:val="sl-SI" w:eastAsia="en-US"/>
              </w:rPr>
              <w:t xml:space="preserve">. </w:t>
            </w:r>
            <w:r w:rsidR="00AD604D" w:rsidRPr="00831559">
              <w:rPr>
                <w:rFonts w:cs="Arial"/>
                <w:lang w:val="sl-SI" w:eastAsia="en-US"/>
              </w:rPr>
              <w:t>direktor</w:t>
            </w:r>
            <w:r>
              <w:rPr>
                <w:rFonts w:cs="Arial"/>
                <w:lang w:val="sl-SI" w:eastAsia="en-US"/>
              </w:rPr>
              <w:t>ja</w:t>
            </w:r>
          </w:p>
        </w:tc>
      </w:tr>
    </w:tbl>
    <w:p w:rsidR="00211F83" w:rsidRPr="00831559" w:rsidRDefault="00211F83" w:rsidP="00AD604D">
      <w:pPr>
        <w:ind w:left="6480"/>
        <w:jc w:val="center"/>
        <w:rPr>
          <w:rFonts w:cs="Arial"/>
        </w:rPr>
      </w:pPr>
    </w:p>
    <w:sectPr w:rsidR="00211F83" w:rsidRPr="00831559" w:rsidSect="00001218"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4D2" w:rsidRDefault="008B34D2">
      <w:r>
        <w:separator/>
      </w:r>
    </w:p>
  </w:endnote>
  <w:endnote w:type="continuationSeparator" w:id="0">
    <w:p w:rsidR="008B34D2" w:rsidRDefault="008B3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23A" w:rsidRPr="00001218" w:rsidRDefault="000B023A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2420CC">
      <w:rPr>
        <w:rStyle w:val="tevilkastrani"/>
        <w:noProof/>
        <w:sz w:val="20"/>
        <w:szCs w:val="20"/>
      </w:rPr>
      <w:t>6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2D7AC6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0B023A" w:rsidRPr="00A1445A" w:rsidTr="00A1445A">
      <w:tc>
        <w:tcPr>
          <w:tcW w:w="4605" w:type="dxa"/>
          <w:shd w:val="clear" w:color="auto" w:fill="auto"/>
        </w:tcPr>
        <w:p w:rsidR="000B023A" w:rsidRPr="005A785E" w:rsidRDefault="000B023A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:rsidR="000B023A" w:rsidRPr="00A1445A" w:rsidRDefault="000B023A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2D7AC6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2D7AC6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0B023A" w:rsidRPr="00FC6CF0" w:rsidRDefault="000B023A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4D2" w:rsidRDefault="008B34D2">
      <w:r>
        <w:separator/>
      </w:r>
    </w:p>
  </w:footnote>
  <w:footnote w:type="continuationSeparator" w:id="0">
    <w:p w:rsidR="008B34D2" w:rsidRDefault="008B3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0B023A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0B023A" w:rsidRPr="00A04B00" w:rsidRDefault="000B023A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0B023A" w:rsidRPr="00A04B00" w:rsidRDefault="000B023A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0B023A" w:rsidRPr="00A04B00" w:rsidRDefault="000B023A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0B023A" w:rsidRPr="00C0552D" w:rsidRDefault="000B023A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106, SI-1000 Ljubljana</w:t>
          </w:r>
        </w:p>
        <w:p w:rsidR="000B023A" w:rsidRPr="00C0552D" w:rsidRDefault="000B023A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0B023A" w:rsidRPr="00A1445A" w:rsidRDefault="000B023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778B6A7D" wp14:editId="3A812569">
                <wp:extent cx="619125" cy="714375"/>
                <wp:effectExtent l="0" t="0" r="9525" b="9525"/>
                <wp:docPr id="3" name="Slika 3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0B023A" w:rsidRDefault="000B023A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0B023A" w:rsidRPr="00A1445A" w:rsidRDefault="000B023A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CE79FD" w:rsidRPr="0002405B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:rsidR="000B023A" w:rsidRPr="00A1445A" w:rsidRDefault="000B023A" w:rsidP="00CE79FD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CE79FD" w:rsidRPr="0002405B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  <w:tr w:rsidR="00A03E66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A03E66" w:rsidRPr="00A1445A" w:rsidRDefault="00A03E66" w:rsidP="00A03E66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A03E66" w:rsidRPr="00A1445A" w:rsidRDefault="00A03E66" w:rsidP="00A03E66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A03E66" w:rsidRPr="00096765" w:rsidRDefault="00A03E66" w:rsidP="00044FF6">
          <w:pPr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sz w:val="16"/>
              <w:szCs w:val="16"/>
            </w:rPr>
            <w:t>OBR – 2.0</w:t>
          </w:r>
          <w:r w:rsidR="00044FF6">
            <w:rPr>
              <w:rFonts w:cs="Arial"/>
              <w:noProof/>
              <w:sz w:val="16"/>
              <w:szCs w:val="16"/>
            </w:rPr>
            <w:t>1</w:t>
          </w:r>
        </w:p>
      </w:tc>
    </w:tr>
  </w:tbl>
  <w:p w:rsidR="000B023A" w:rsidRPr="00FC6CF0" w:rsidRDefault="000B023A" w:rsidP="00001218">
    <w:pPr>
      <w:pStyle w:val="Glava"/>
      <w:rPr>
        <w:rFonts w:cs="Arial"/>
        <w:sz w:val="2"/>
        <w:szCs w:val="2"/>
      </w:rPr>
    </w:pPr>
  </w:p>
  <w:p w:rsidR="000B023A" w:rsidRPr="00FC6CF0" w:rsidRDefault="000B023A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27D17"/>
    <w:multiLevelType w:val="hybridMultilevel"/>
    <w:tmpl w:val="A934B5BC"/>
    <w:lvl w:ilvl="0" w:tplc="40A41F00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A8E0BCB"/>
    <w:multiLevelType w:val="hybridMultilevel"/>
    <w:tmpl w:val="459C00B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9C7E26"/>
    <w:multiLevelType w:val="hybridMultilevel"/>
    <w:tmpl w:val="7722B59C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87353"/>
    <w:multiLevelType w:val="hybridMultilevel"/>
    <w:tmpl w:val="0A5E06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12CF0"/>
    <w:multiLevelType w:val="hybridMultilevel"/>
    <w:tmpl w:val="52840BF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E9391F"/>
    <w:multiLevelType w:val="hybridMultilevel"/>
    <w:tmpl w:val="146831EA"/>
    <w:lvl w:ilvl="0" w:tplc="E1B09B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557B5"/>
    <w:multiLevelType w:val="hybridMultilevel"/>
    <w:tmpl w:val="4B8A7C2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E1D20"/>
    <w:multiLevelType w:val="hybridMultilevel"/>
    <w:tmpl w:val="4BF089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722ECA"/>
    <w:multiLevelType w:val="hybridMultilevel"/>
    <w:tmpl w:val="923A4F2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D66D49"/>
    <w:multiLevelType w:val="hybridMultilevel"/>
    <w:tmpl w:val="B52260C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5B0A6F"/>
    <w:multiLevelType w:val="hybridMultilevel"/>
    <w:tmpl w:val="70FE4A9E"/>
    <w:lvl w:ilvl="0" w:tplc="B4D00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B9D0DDF4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E563748"/>
    <w:multiLevelType w:val="hybridMultilevel"/>
    <w:tmpl w:val="D61ED2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BD6556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9533023"/>
    <w:multiLevelType w:val="hybridMultilevel"/>
    <w:tmpl w:val="7952B6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E61328">
      <w:start w:val="1"/>
      <w:numFmt w:val="bullet"/>
      <w:lvlText w:val=""/>
      <w:lvlJc w:val="left"/>
      <w:pPr>
        <w:tabs>
          <w:tab w:val="num" w:pos="759"/>
        </w:tabs>
        <w:ind w:left="759" w:hanging="360"/>
      </w:pPr>
      <w:rPr>
        <w:rFonts w:ascii="Symbol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E41AA9"/>
    <w:multiLevelType w:val="hybridMultilevel"/>
    <w:tmpl w:val="19AAD172"/>
    <w:lvl w:ilvl="0" w:tplc="A1165674">
      <w:start w:val="1"/>
      <w:numFmt w:val="bullet"/>
      <w:lvlText w:val=""/>
      <w:lvlJc w:val="left"/>
      <w:pPr>
        <w:ind w:left="36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E93971"/>
    <w:multiLevelType w:val="hybridMultilevel"/>
    <w:tmpl w:val="D15A05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F61089"/>
    <w:multiLevelType w:val="hybridMultilevel"/>
    <w:tmpl w:val="16FAFB4C"/>
    <w:lvl w:ilvl="0" w:tplc="559C9D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7C2CA5"/>
    <w:multiLevelType w:val="hybridMultilevel"/>
    <w:tmpl w:val="DF2E6694"/>
    <w:lvl w:ilvl="0" w:tplc="35B852E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2"/>
  </w:num>
  <w:num w:numId="4">
    <w:abstractNumId w:val="7"/>
  </w:num>
  <w:num w:numId="5">
    <w:abstractNumId w:val="15"/>
  </w:num>
  <w:num w:numId="6">
    <w:abstractNumId w:val="16"/>
  </w:num>
  <w:num w:numId="7">
    <w:abstractNumId w:val="2"/>
  </w:num>
  <w:num w:numId="8">
    <w:abstractNumId w:val="1"/>
  </w:num>
  <w:num w:numId="9">
    <w:abstractNumId w:val="4"/>
  </w:num>
  <w:num w:numId="10">
    <w:abstractNumId w:val="11"/>
  </w:num>
  <w:num w:numId="11">
    <w:abstractNumId w:val="3"/>
  </w:num>
  <w:num w:numId="12">
    <w:abstractNumId w:val="9"/>
  </w:num>
  <w:num w:numId="13">
    <w:abstractNumId w:val="17"/>
  </w:num>
  <w:num w:numId="14">
    <w:abstractNumId w:val="5"/>
  </w:num>
  <w:num w:numId="15">
    <w:abstractNumId w:val="10"/>
  </w:num>
  <w:num w:numId="16">
    <w:abstractNumId w:val="0"/>
  </w:num>
  <w:num w:numId="17">
    <w:abstractNumId w:val="13"/>
  </w:num>
  <w:num w:numId="18">
    <w:abstractNumId w:val="1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833"/>
    <w:rsid w:val="00001218"/>
    <w:rsid w:val="00005413"/>
    <w:rsid w:val="00005BD8"/>
    <w:rsid w:val="00013313"/>
    <w:rsid w:val="00013B00"/>
    <w:rsid w:val="00015B5A"/>
    <w:rsid w:val="00017613"/>
    <w:rsid w:val="00031EB0"/>
    <w:rsid w:val="00036A6D"/>
    <w:rsid w:val="000412BC"/>
    <w:rsid w:val="00041EB9"/>
    <w:rsid w:val="00042D0E"/>
    <w:rsid w:val="00044FF6"/>
    <w:rsid w:val="00046CE2"/>
    <w:rsid w:val="0005065F"/>
    <w:rsid w:val="0005479D"/>
    <w:rsid w:val="000576FB"/>
    <w:rsid w:val="00067E1F"/>
    <w:rsid w:val="00070AA5"/>
    <w:rsid w:val="000840FA"/>
    <w:rsid w:val="0009528C"/>
    <w:rsid w:val="00096243"/>
    <w:rsid w:val="00096BE4"/>
    <w:rsid w:val="000A2154"/>
    <w:rsid w:val="000A26BC"/>
    <w:rsid w:val="000A5647"/>
    <w:rsid w:val="000B023A"/>
    <w:rsid w:val="000B1B0C"/>
    <w:rsid w:val="000B3AA1"/>
    <w:rsid w:val="000B7C8E"/>
    <w:rsid w:val="000C23A5"/>
    <w:rsid w:val="000C4583"/>
    <w:rsid w:val="000C55ED"/>
    <w:rsid w:val="000D76C2"/>
    <w:rsid w:val="000E1875"/>
    <w:rsid w:val="000E1A37"/>
    <w:rsid w:val="000E3265"/>
    <w:rsid w:val="000E41E1"/>
    <w:rsid w:val="000E57E2"/>
    <w:rsid w:val="000E68AD"/>
    <w:rsid w:val="000E7050"/>
    <w:rsid w:val="000F41CA"/>
    <w:rsid w:val="00101B68"/>
    <w:rsid w:val="00101C61"/>
    <w:rsid w:val="00101E50"/>
    <w:rsid w:val="00114401"/>
    <w:rsid w:val="0012533E"/>
    <w:rsid w:val="001263FF"/>
    <w:rsid w:val="001314C1"/>
    <w:rsid w:val="00133DCD"/>
    <w:rsid w:val="001352C1"/>
    <w:rsid w:val="0014021F"/>
    <w:rsid w:val="001425DB"/>
    <w:rsid w:val="00144149"/>
    <w:rsid w:val="00145B1A"/>
    <w:rsid w:val="00146152"/>
    <w:rsid w:val="00151B2F"/>
    <w:rsid w:val="001528DA"/>
    <w:rsid w:val="001633CD"/>
    <w:rsid w:val="00163850"/>
    <w:rsid w:val="00164184"/>
    <w:rsid w:val="001645A8"/>
    <w:rsid w:val="00166414"/>
    <w:rsid w:val="0017296F"/>
    <w:rsid w:val="0017490A"/>
    <w:rsid w:val="00174BFE"/>
    <w:rsid w:val="00177383"/>
    <w:rsid w:val="00180FD8"/>
    <w:rsid w:val="0018269E"/>
    <w:rsid w:val="00183318"/>
    <w:rsid w:val="00191CE2"/>
    <w:rsid w:val="001962A2"/>
    <w:rsid w:val="001A192F"/>
    <w:rsid w:val="001A483E"/>
    <w:rsid w:val="001A7BD0"/>
    <w:rsid w:val="001B723E"/>
    <w:rsid w:val="001C6F83"/>
    <w:rsid w:val="001C745E"/>
    <w:rsid w:val="001D16E0"/>
    <w:rsid w:val="001D292C"/>
    <w:rsid w:val="001D680C"/>
    <w:rsid w:val="001D694D"/>
    <w:rsid w:val="001E0240"/>
    <w:rsid w:val="001F2554"/>
    <w:rsid w:val="001F30CE"/>
    <w:rsid w:val="001F6F0F"/>
    <w:rsid w:val="0020233B"/>
    <w:rsid w:val="00211F83"/>
    <w:rsid w:val="0021307B"/>
    <w:rsid w:val="00214739"/>
    <w:rsid w:val="00222E0A"/>
    <w:rsid w:val="00227FB0"/>
    <w:rsid w:val="00231CFA"/>
    <w:rsid w:val="002334BB"/>
    <w:rsid w:val="00235312"/>
    <w:rsid w:val="00235E41"/>
    <w:rsid w:val="00241286"/>
    <w:rsid w:val="002413BB"/>
    <w:rsid w:val="00241698"/>
    <w:rsid w:val="002420CC"/>
    <w:rsid w:val="00251D3F"/>
    <w:rsid w:val="00252BAD"/>
    <w:rsid w:val="0026108B"/>
    <w:rsid w:val="002618E0"/>
    <w:rsid w:val="00262170"/>
    <w:rsid w:val="002649D2"/>
    <w:rsid w:val="002655AC"/>
    <w:rsid w:val="002711AE"/>
    <w:rsid w:val="00272F75"/>
    <w:rsid w:val="00273761"/>
    <w:rsid w:val="00273C44"/>
    <w:rsid w:val="00276386"/>
    <w:rsid w:val="00277706"/>
    <w:rsid w:val="00283EE6"/>
    <w:rsid w:val="00285B81"/>
    <w:rsid w:val="0029326D"/>
    <w:rsid w:val="00296807"/>
    <w:rsid w:val="002A4999"/>
    <w:rsid w:val="002A6A46"/>
    <w:rsid w:val="002B28E0"/>
    <w:rsid w:val="002B4CAB"/>
    <w:rsid w:val="002B7286"/>
    <w:rsid w:val="002C7AA7"/>
    <w:rsid w:val="002D372F"/>
    <w:rsid w:val="002D6A3C"/>
    <w:rsid w:val="002D7AC6"/>
    <w:rsid w:val="002E1329"/>
    <w:rsid w:val="002E2FD3"/>
    <w:rsid w:val="002E6B63"/>
    <w:rsid w:val="002F0041"/>
    <w:rsid w:val="002F34B4"/>
    <w:rsid w:val="002F68A9"/>
    <w:rsid w:val="00301033"/>
    <w:rsid w:val="00301716"/>
    <w:rsid w:val="003049A0"/>
    <w:rsid w:val="00315EE6"/>
    <w:rsid w:val="00325D8B"/>
    <w:rsid w:val="00326834"/>
    <w:rsid w:val="00337592"/>
    <w:rsid w:val="0035043A"/>
    <w:rsid w:val="00367250"/>
    <w:rsid w:val="00370866"/>
    <w:rsid w:val="0037231D"/>
    <w:rsid w:val="00375067"/>
    <w:rsid w:val="003823A7"/>
    <w:rsid w:val="00390235"/>
    <w:rsid w:val="00395B61"/>
    <w:rsid w:val="003B36FC"/>
    <w:rsid w:val="003B72E2"/>
    <w:rsid w:val="003C0B6A"/>
    <w:rsid w:val="003C485B"/>
    <w:rsid w:val="003D1272"/>
    <w:rsid w:val="003E4CFC"/>
    <w:rsid w:val="003E5C55"/>
    <w:rsid w:val="003E6467"/>
    <w:rsid w:val="003F0DE7"/>
    <w:rsid w:val="003F1657"/>
    <w:rsid w:val="003F4DE6"/>
    <w:rsid w:val="004057C2"/>
    <w:rsid w:val="00406373"/>
    <w:rsid w:val="004108AD"/>
    <w:rsid w:val="00413EBE"/>
    <w:rsid w:val="00416AE0"/>
    <w:rsid w:val="004219AA"/>
    <w:rsid w:val="0043532D"/>
    <w:rsid w:val="004355A5"/>
    <w:rsid w:val="00445049"/>
    <w:rsid w:val="00450747"/>
    <w:rsid w:val="00452677"/>
    <w:rsid w:val="004527D6"/>
    <w:rsid w:val="00455EB9"/>
    <w:rsid w:val="004720C5"/>
    <w:rsid w:val="0047643E"/>
    <w:rsid w:val="004766D6"/>
    <w:rsid w:val="004801D0"/>
    <w:rsid w:val="004A0508"/>
    <w:rsid w:val="004A5FBB"/>
    <w:rsid w:val="004B065E"/>
    <w:rsid w:val="004B0B60"/>
    <w:rsid w:val="004D3641"/>
    <w:rsid w:val="004D3B32"/>
    <w:rsid w:val="004D6B75"/>
    <w:rsid w:val="004F6EA3"/>
    <w:rsid w:val="004F7C1C"/>
    <w:rsid w:val="005038A5"/>
    <w:rsid w:val="00506E35"/>
    <w:rsid w:val="005169DF"/>
    <w:rsid w:val="0051745B"/>
    <w:rsid w:val="005255EB"/>
    <w:rsid w:val="005271D8"/>
    <w:rsid w:val="005316C0"/>
    <w:rsid w:val="00532F1A"/>
    <w:rsid w:val="00536E6B"/>
    <w:rsid w:val="00537001"/>
    <w:rsid w:val="00537622"/>
    <w:rsid w:val="005404D4"/>
    <w:rsid w:val="005530B2"/>
    <w:rsid w:val="00557ABE"/>
    <w:rsid w:val="005608A6"/>
    <w:rsid w:val="005709AB"/>
    <w:rsid w:val="005724B4"/>
    <w:rsid w:val="00574BA2"/>
    <w:rsid w:val="005753D9"/>
    <w:rsid w:val="00580C08"/>
    <w:rsid w:val="0058399F"/>
    <w:rsid w:val="00584076"/>
    <w:rsid w:val="0059442E"/>
    <w:rsid w:val="005A785E"/>
    <w:rsid w:val="005B253B"/>
    <w:rsid w:val="005B3910"/>
    <w:rsid w:val="005C4C41"/>
    <w:rsid w:val="005C71B5"/>
    <w:rsid w:val="005C7E8F"/>
    <w:rsid w:val="005D35D8"/>
    <w:rsid w:val="005D5C6A"/>
    <w:rsid w:val="005D7E01"/>
    <w:rsid w:val="005E2DAD"/>
    <w:rsid w:val="005E2DE5"/>
    <w:rsid w:val="005E6D69"/>
    <w:rsid w:val="005F1763"/>
    <w:rsid w:val="005F18A6"/>
    <w:rsid w:val="005F4CB1"/>
    <w:rsid w:val="005F638A"/>
    <w:rsid w:val="005F751D"/>
    <w:rsid w:val="00607B88"/>
    <w:rsid w:val="006110C9"/>
    <w:rsid w:val="0061133D"/>
    <w:rsid w:val="00612663"/>
    <w:rsid w:val="00614C46"/>
    <w:rsid w:val="006163B7"/>
    <w:rsid w:val="00616E38"/>
    <w:rsid w:val="00622C7B"/>
    <w:rsid w:val="00623D52"/>
    <w:rsid w:val="006315C1"/>
    <w:rsid w:val="00635FFD"/>
    <w:rsid w:val="00643B3D"/>
    <w:rsid w:val="00650DC2"/>
    <w:rsid w:val="006514ED"/>
    <w:rsid w:val="0065152F"/>
    <w:rsid w:val="00652FB3"/>
    <w:rsid w:val="006532DD"/>
    <w:rsid w:val="00656268"/>
    <w:rsid w:val="0065770E"/>
    <w:rsid w:val="00662D8F"/>
    <w:rsid w:val="0066332D"/>
    <w:rsid w:val="00670878"/>
    <w:rsid w:val="00670A28"/>
    <w:rsid w:val="00670D1D"/>
    <w:rsid w:val="00691B1D"/>
    <w:rsid w:val="00693E01"/>
    <w:rsid w:val="006A0812"/>
    <w:rsid w:val="006A5C81"/>
    <w:rsid w:val="006A605C"/>
    <w:rsid w:val="006A6C18"/>
    <w:rsid w:val="006B047F"/>
    <w:rsid w:val="006C5E26"/>
    <w:rsid w:val="006D155F"/>
    <w:rsid w:val="006D3364"/>
    <w:rsid w:val="006D59F7"/>
    <w:rsid w:val="006E377F"/>
    <w:rsid w:val="006F1D9E"/>
    <w:rsid w:val="006F44F5"/>
    <w:rsid w:val="006F7434"/>
    <w:rsid w:val="006F758E"/>
    <w:rsid w:val="00702F52"/>
    <w:rsid w:val="007033C0"/>
    <w:rsid w:val="00704B26"/>
    <w:rsid w:val="00716534"/>
    <w:rsid w:val="007345D8"/>
    <w:rsid w:val="00741092"/>
    <w:rsid w:val="00741DF3"/>
    <w:rsid w:val="00743912"/>
    <w:rsid w:val="007463BF"/>
    <w:rsid w:val="007511A5"/>
    <w:rsid w:val="00753DF6"/>
    <w:rsid w:val="0076015B"/>
    <w:rsid w:val="00764F75"/>
    <w:rsid w:val="00767A5A"/>
    <w:rsid w:val="0077618F"/>
    <w:rsid w:val="00780396"/>
    <w:rsid w:val="0078319E"/>
    <w:rsid w:val="00783525"/>
    <w:rsid w:val="007B4A4E"/>
    <w:rsid w:val="007D302C"/>
    <w:rsid w:val="007D4174"/>
    <w:rsid w:val="007D6C82"/>
    <w:rsid w:val="007E0866"/>
    <w:rsid w:val="007E31E3"/>
    <w:rsid w:val="007F3187"/>
    <w:rsid w:val="007F3757"/>
    <w:rsid w:val="007F410D"/>
    <w:rsid w:val="007F4AC2"/>
    <w:rsid w:val="008155E7"/>
    <w:rsid w:val="00822517"/>
    <w:rsid w:val="00824D1D"/>
    <w:rsid w:val="008268EB"/>
    <w:rsid w:val="00831559"/>
    <w:rsid w:val="00833AC6"/>
    <w:rsid w:val="00841982"/>
    <w:rsid w:val="00843739"/>
    <w:rsid w:val="00847017"/>
    <w:rsid w:val="0085342C"/>
    <w:rsid w:val="0085464E"/>
    <w:rsid w:val="008558EC"/>
    <w:rsid w:val="0086158C"/>
    <w:rsid w:val="0086174B"/>
    <w:rsid w:val="00863F34"/>
    <w:rsid w:val="0086511D"/>
    <w:rsid w:val="00870D7B"/>
    <w:rsid w:val="00871D03"/>
    <w:rsid w:val="00873537"/>
    <w:rsid w:val="00882006"/>
    <w:rsid w:val="00892833"/>
    <w:rsid w:val="00895E2B"/>
    <w:rsid w:val="00895F3B"/>
    <w:rsid w:val="008A757F"/>
    <w:rsid w:val="008B06CD"/>
    <w:rsid w:val="008B25C9"/>
    <w:rsid w:val="008B2715"/>
    <w:rsid w:val="008B34D2"/>
    <w:rsid w:val="008B5F17"/>
    <w:rsid w:val="008B756C"/>
    <w:rsid w:val="008C2AC2"/>
    <w:rsid w:val="008D074C"/>
    <w:rsid w:val="008D6DCE"/>
    <w:rsid w:val="008E4004"/>
    <w:rsid w:val="008E5856"/>
    <w:rsid w:val="008E64FA"/>
    <w:rsid w:val="008E7B3B"/>
    <w:rsid w:val="008F3E2F"/>
    <w:rsid w:val="008F6479"/>
    <w:rsid w:val="00905F38"/>
    <w:rsid w:val="009105E9"/>
    <w:rsid w:val="009130F4"/>
    <w:rsid w:val="00913CF8"/>
    <w:rsid w:val="00915315"/>
    <w:rsid w:val="00932AF3"/>
    <w:rsid w:val="00945B2B"/>
    <w:rsid w:val="00946104"/>
    <w:rsid w:val="00946D84"/>
    <w:rsid w:val="009514DD"/>
    <w:rsid w:val="0095198A"/>
    <w:rsid w:val="00953938"/>
    <w:rsid w:val="00955CFE"/>
    <w:rsid w:val="00961B1B"/>
    <w:rsid w:val="00965BB4"/>
    <w:rsid w:val="00967CC6"/>
    <w:rsid w:val="00970F1C"/>
    <w:rsid w:val="00972B2A"/>
    <w:rsid w:val="009760F3"/>
    <w:rsid w:val="009808EA"/>
    <w:rsid w:val="00991B40"/>
    <w:rsid w:val="009948D2"/>
    <w:rsid w:val="009957C8"/>
    <w:rsid w:val="009968BE"/>
    <w:rsid w:val="009A076F"/>
    <w:rsid w:val="009A0BC2"/>
    <w:rsid w:val="009A46DA"/>
    <w:rsid w:val="009B058C"/>
    <w:rsid w:val="009B0FC7"/>
    <w:rsid w:val="009B1284"/>
    <w:rsid w:val="009B6330"/>
    <w:rsid w:val="009B70DE"/>
    <w:rsid w:val="009B7404"/>
    <w:rsid w:val="009C29C7"/>
    <w:rsid w:val="009C5AA6"/>
    <w:rsid w:val="009C6284"/>
    <w:rsid w:val="009D0533"/>
    <w:rsid w:val="009D132C"/>
    <w:rsid w:val="009D21DD"/>
    <w:rsid w:val="009D40B0"/>
    <w:rsid w:val="009D6C16"/>
    <w:rsid w:val="009E053F"/>
    <w:rsid w:val="009E11F2"/>
    <w:rsid w:val="009E2AC0"/>
    <w:rsid w:val="009F0952"/>
    <w:rsid w:val="009F1D80"/>
    <w:rsid w:val="009F7784"/>
    <w:rsid w:val="009F7A02"/>
    <w:rsid w:val="00A03E66"/>
    <w:rsid w:val="00A04A2D"/>
    <w:rsid w:val="00A04B00"/>
    <w:rsid w:val="00A06994"/>
    <w:rsid w:val="00A1445A"/>
    <w:rsid w:val="00A22650"/>
    <w:rsid w:val="00A24587"/>
    <w:rsid w:val="00A3063E"/>
    <w:rsid w:val="00A33BE0"/>
    <w:rsid w:val="00A42A7E"/>
    <w:rsid w:val="00A4465B"/>
    <w:rsid w:val="00A515E0"/>
    <w:rsid w:val="00A517B6"/>
    <w:rsid w:val="00A5427E"/>
    <w:rsid w:val="00A57325"/>
    <w:rsid w:val="00A65C2E"/>
    <w:rsid w:val="00A75802"/>
    <w:rsid w:val="00A83E62"/>
    <w:rsid w:val="00A92149"/>
    <w:rsid w:val="00AA2C97"/>
    <w:rsid w:val="00AA2F1C"/>
    <w:rsid w:val="00AA421D"/>
    <w:rsid w:val="00AB1522"/>
    <w:rsid w:val="00AB3346"/>
    <w:rsid w:val="00AB4674"/>
    <w:rsid w:val="00AB71D3"/>
    <w:rsid w:val="00AB7B5B"/>
    <w:rsid w:val="00AC6E6C"/>
    <w:rsid w:val="00AC707C"/>
    <w:rsid w:val="00AC72E5"/>
    <w:rsid w:val="00AD3618"/>
    <w:rsid w:val="00AD604D"/>
    <w:rsid w:val="00AD7054"/>
    <w:rsid w:val="00AF0AD6"/>
    <w:rsid w:val="00AF0DB1"/>
    <w:rsid w:val="00AF3317"/>
    <w:rsid w:val="00AF793F"/>
    <w:rsid w:val="00B021F9"/>
    <w:rsid w:val="00B07ADB"/>
    <w:rsid w:val="00B1139B"/>
    <w:rsid w:val="00B16E6F"/>
    <w:rsid w:val="00B16F2C"/>
    <w:rsid w:val="00B20066"/>
    <w:rsid w:val="00B20079"/>
    <w:rsid w:val="00B200E4"/>
    <w:rsid w:val="00B26132"/>
    <w:rsid w:val="00B2757C"/>
    <w:rsid w:val="00B32A8A"/>
    <w:rsid w:val="00B4256F"/>
    <w:rsid w:val="00B46FF6"/>
    <w:rsid w:val="00B528B4"/>
    <w:rsid w:val="00B52BF2"/>
    <w:rsid w:val="00B5369B"/>
    <w:rsid w:val="00B538F5"/>
    <w:rsid w:val="00B574B3"/>
    <w:rsid w:val="00B6248A"/>
    <w:rsid w:val="00B65B5A"/>
    <w:rsid w:val="00B661E3"/>
    <w:rsid w:val="00B70847"/>
    <w:rsid w:val="00B854E5"/>
    <w:rsid w:val="00B86392"/>
    <w:rsid w:val="00B9309E"/>
    <w:rsid w:val="00B930C3"/>
    <w:rsid w:val="00B93191"/>
    <w:rsid w:val="00BA0C29"/>
    <w:rsid w:val="00BA2C4A"/>
    <w:rsid w:val="00BB3939"/>
    <w:rsid w:val="00BC00ED"/>
    <w:rsid w:val="00BC2412"/>
    <w:rsid w:val="00BC29DD"/>
    <w:rsid w:val="00BD4AEF"/>
    <w:rsid w:val="00BD5B95"/>
    <w:rsid w:val="00BE163E"/>
    <w:rsid w:val="00BE3569"/>
    <w:rsid w:val="00BE6219"/>
    <w:rsid w:val="00BE655C"/>
    <w:rsid w:val="00BE6AEE"/>
    <w:rsid w:val="00BF78A7"/>
    <w:rsid w:val="00C03C9F"/>
    <w:rsid w:val="00C052DE"/>
    <w:rsid w:val="00C0552D"/>
    <w:rsid w:val="00C06BC8"/>
    <w:rsid w:val="00C11D52"/>
    <w:rsid w:val="00C124CB"/>
    <w:rsid w:val="00C16A39"/>
    <w:rsid w:val="00C16B81"/>
    <w:rsid w:val="00C20CCD"/>
    <w:rsid w:val="00C25BF4"/>
    <w:rsid w:val="00C2689D"/>
    <w:rsid w:val="00C30957"/>
    <w:rsid w:val="00C32A23"/>
    <w:rsid w:val="00C450D0"/>
    <w:rsid w:val="00C465EE"/>
    <w:rsid w:val="00C468BF"/>
    <w:rsid w:val="00C47167"/>
    <w:rsid w:val="00C55300"/>
    <w:rsid w:val="00C565DD"/>
    <w:rsid w:val="00C62566"/>
    <w:rsid w:val="00C64A95"/>
    <w:rsid w:val="00C71713"/>
    <w:rsid w:val="00C82B34"/>
    <w:rsid w:val="00C82BE4"/>
    <w:rsid w:val="00C9531D"/>
    <w:rsid w:val="00C97729"/>
    <w:rsid w:val="00CB008E"/>
    <w:rsid w:val="00CB0D95"/>
    <w:rsid w:val="00CB1F82"/>
    <w:rsid w:val="00CC15F8"/>
    <w:rsid w:val="00CC6F4E"/>
    <w:rsid w:val="00CD0390"/>
    <w:rsid w:val="00CD06ED"/>
    <w:rsid w:val="00CD61B2"/>
    <w:rsid w:val="00CD68A9"/>
    <w:rsid w:val="00CD7808"/>
    <w:rsid w:val="00CE4217"/>
    <w:rsid w:val="00CE751D"/>
    <w:rsid w:val="00CE79FD"/>
    <w:rsid w:val="00CF12FC"/>
    <w:rsid w:val="00CF7251"/>
    <w:rsid w:val="00D05C1E"/>
    <w:rsid w:val="00D06278"/>
    <w:rsid w:val="00D21157"/>
    <w:rsid w:val="00D228F2"/>
    <w:rsid w:val="00D2343D"/>
    <w:rsid w:val="00D278D4"/>
    <w:rsid w:val="00D32C31"/>
    <w:rsid w:val="00D3342F"/>
    <w:rsid w:val="00D33B82"/>
    <w:rsid w:val="00D33F37"/>
    <w:rsid w:val="00D35C62"/>
    <w:rsid w:val="00D46A72"/>
    <w:rsid w:val="00D579F3"/>
    <w:rsid w:val="00D61B20"/>
    <w:rsid w:val="00D679E2"/>
    <w:rsid w:val="00D707B4"/>
    <w:rsid w:val="00D71D3C"/>
    <w:rsid w:val="00D7309B"/>
    <w:rsid w:val="00D776B3"/>
    <w:rsid w:val="00D77837"/>
    <w:rsid w:val="00D77C8B"/>
    <w:rsid w:val="00D80A3F"/>
    <w:rsid w:val="00D8275B"/>
    <w:rsid w:val="00D83E17"/>
    <w:rsid w:val="00D84490"/>
    <w:rsid w:val="00D875E1"/>
    <w:rsid w:val="00D92C6A"/>
    <w:rsid w:val="00D941BD"/>
    <w:rsid w:val="00D94249"/>
    <w:rsid w:val="00DA0B86"/>
    <w:rsid w:val="00DA787A"/>
    <w:rsid w:val="00DA7EA2"/>
    <w:rsid w:val="00DB0C8D"/>
    <w:rsid w:val="00DB3E61"/>
    <w:rsid w:val="00DB5169"/>
    <w:rsid w:val="00DB6E36"/>
    <w:rsid w:val="00DC4D07"/>
    <w:rsid w:val="00DD18CB"/>
    <w:rsid w:val="00DE1524"/>
    <w:rsid w:val="00DE3017"/>
    <w:rsid w:val="00DF116B"/>
    <w:rsid w:val="00DF3D50"/>
    <w:rsid w:val="00E0033A"/>
    <w:rsid w:val="00E029F3"/>
    <w:rsid w:val="00E02C2C"/>
    <w:rsid w:val="00E0340C"/>
    <w:rsid w:val="00E3300C"/>
    <w:rsid w:val="00E43C3D"/>
    <w:rsid w:val="00E455A1"/>
    <w:rsid w:val="00E45B74"/>
    <w:rsid w:val="00E550C0"/>
    <w:rsid w:val="00E55D6C"/>
    <w:rsid w:val="00E61921"/>
    <w:rsid w:val="00E676C3"/>
    <w:rsid w:val="00E749F2"/>
    <w:rsid w:val="00E932C8"/>
    <w:rsid w:val="00E95B73"/>
    <w:rsid w:val="00E9600A"/>
    <w:rsid w:val="00EA7B9C"/>
    <w:rsid w:val="00EB0DA9"/>
    <w:rsid w:val="00ED18E0"/>
    <w:rsid w:val="00ED7091"/>
    <w:rsid w:val="00EE0448"/>
    <w:rsid w:val="00EE1AE9"/>
    <w:rsid w:val="00EE1C49"/>
    <w:rsid w:val="00EE63D1"/>
    <w:rsid w:val="00EE7F32"/>
    <w:rsid w:val="00EF0493"/>
    <w:rsid w:val="00EF1787"/>
    <w:rsid w:val="00EF18FD"/>
    <w:rsid w:val="00F0300D"/>
    <w:rsid w:val="00F0401D"/>
    <w:rsid w:val="00F079D4"/>
    <w:rsid w:val="00F149D8"/>
    <w:rsid w:val="00F15881"/>
    <w:rsid w:val="00F21B47"/>
    <w:rsid w:val="00F267C9"/>
    <w:rsid w:val="00F27435"/>
    <w:rsid w:val="00F37C68"/>
    <w:rsid w:val="00F41606"/>
    <w:rsid w:val="00F42EA0"/>
    <w:rsid w:val="00F505B8"/>
    <w:rsid w:val="00F51DBA"/>
    <w:rsid w:val="00F51F53"/>
    <w:rsid w:val="00F52A52"/>
    <w:rsid w:val="00F53B19"/>
    <w:rsid w:val="00F55FF0"/>
    <w:rsid w:val="00F60526"/>
    <w:rsid w:val="00F65355"/>
    <w:rsid w:val="00F65980"/>
    <w:rsid w:val="00F70BB8"/>
    <w:rsid w:val="00F71C13"/>
    <w:rsid w:val="00F758D0"/>
    <w:rsid w:val="00F82510"/>
    <w:rsid w:val="00F85070"/>
    <w:rsid w:val="00F854D6"/>
    <w:rsid w:val="00F86BEB"/>
    <w:rsid w:val="00F92D1D"/>
    <w:rsid w:val="00F941B8"/>
    <w:rsid w:val="00F94B26"/>
    <w:rsid w:val="00F96076"/>
    <w:rsid w:val="00FA08D1"/>
    <w:rsid w:val="00FA340B"/>
    <w:rsid w:val="00FA493D"/>
    <w:rsid w:val="00FB174F"/>
    <w:rsid w:val="00FB43FF"/>
    <w:rsid w:val="00FB4D34"/>
    <w:rsid w:val="00FC4EB7"/>
    <w:rsid w:val="00FC6CF0"/>
    <w:rsid w:val="00FD6770"/>
    <w:rsid w:val="00FD6F4E"/>
    <w:rsid w:val="00FE34E9"/>
    <w:rsid w:val="00FE3B6B"/>
    <w:rsid w:val="00FE44AC"/>
    <w:rsid w:val="00FE6A48"/>
    <w:rsid w:val="00FF13DA"/>
    <w:rsid w:val="00FF1B9E"/>
    <w:rsid w:val="00FF1C9D"/>
    <w:rsid w:val="00FF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5:docId w15:val="{DB843B1D-7DC5-40F6-AE13-C219FDC2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892833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aliases w:val="E-PVO-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customStyle="1" w:styleId="a">
    <w:basedOn w:val="Navaden"/>
    <w:next w:val="Pripombabesedilo"/>
    <w:link w:val="Komentar-besediloZnak"/>
    <w:rsid w:val="00892833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892833"/>
    <w:rPr>
      <w:i/>
      <w:color w:val="000000"/>
    </w:rPr>
  </w:style>
  <w:style w:type="paragraph" w:styleId="Telobesedila">
    <w:name w:val="Body Text"/>
    <w:basedOn w:val="Navaden"/>
    <w:link w:val="TelobesedilaZnak"/>
    <w:rsid w:val="00892833"/>
    <w:pPr>
      <w:spacing w:after="120"/>
    </w:pPr>
    <w:rPr>
      <w:lang w:val="x-none" w:eastAsia="x-none"/>
    </w:rPr>
  </w:style>
  <w:style w:type="character" w:customStyle="1" w:styleId="TelobesedilaZnak">
    <w:name w:val="Telo besedila Znak"/>
    <w:basedOn w:val="Privzetapisavaodstavka"/>
    <w:link w:val="Telobesedila"/>
    <w:rsid w:val="00892833"/>
    <w:rPr>
      <w:rFonts w:ascii="Arial" w:hAnsi="Arial"/>
      <w:sz w:val="22"/>
      <w:szCs w:val="22"/>
      <w:lang w:val="x-none" w:eastAsia="x-none"/>
    </w:rPr>
  </w:style>
  <w:style w:type="paragraph" w:styleId="Pripombabesedilo">
    <w:name w:val="annotation text"/>
    <w:basedOn w:val="Navaden"/>
    <w:link w:val="PripombabesediloZnak"/>
    <w:rsid w:val="00892833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892833"/>
    <w:rPr>
      <w:rFonts w:ascii="Arial" w:hAnsi="Arial"/>
    </w:rPr>
  </w:style>
  <w:style w:type="character" w:customStyle="1" w:styleId="Naslov1Znak">
    <w:name w:val="Naslov 1 Znak"/>
    <w:link w:val="Naslov1"/>
    <w:rsid w:val="00BA0C29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br.si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875E401-C3F4-4E80-A53A-2F477F532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93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764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Uroš LAMOVŠEK</cp:lastModifiedBy>
  <cp:revision>57</cp:revision>
  <cp:lastPrinted>2020-02-20T07:03:00Z</cp:lastPrinted>
  <dcterms:created xsi:type="dcterms:W3CDTF">2015-08-31T11:23:00Z</dcterms:created>
  <dcterms:modified xsi:type="dcterms:W3CDTF">2020-08-06T10:21:00Z</dcterms:modified>
</cp:coreProperties>
</file>