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D32CA" w14:textId="2B3EC0E7" w:rsidR="003F2CEB" w:rsidRDefault="003F2CEB" w:rsidP="003F2CEB">
      <w:pPr>
        <w:tabs>
          <w:tab w:val="left" w:pos="993"/>
          <w:tab w:val="left" w:pos="1134"/>
        </w:tabs>
        <w:rPr>
          <w:rFonts w:cs="Arial"/>
        </w:rPr>
      </w:pPr>
      <w:r>
        <w:rPr>
          <w:rFonts w:cs="Arial"/>
        </w:rPr>
        <w:t>Predmet:</w:t>
      </w:r>
      <w:r>
        <w:rPr>
          <w:rFonts w:cs="Arial"/>
        </w:rPr>
        <w:tab/>
      </w:r>
      <w:r w:rsidR="00876CE3" w:rsidRPr="00595753">
        <w:rPr>
          <w:rFonts w:cs="Arial"/>
        </w:rPr>
        <w:t>Izvedba strelovodne zaščite objektov v SND Ortnek</w:t>
      </w:r>
    </w:p>
    <w:p w14:paraId="34426253" w14:textId="0BDF292B" w:rsidR="003F2CEB" w:rsidRDefault="003F2CEB" w:rsidP="003F2CEB">
      <w:pPr>
        <w:tabs>
          <w:tab w:val="left" w:pos="993"/>
          <w:tab w:val="left" w:pos="1134"/>
        </w:tabs>
        <w:rPr>
          <w:rFonts w:cs="Arial"/>
          <w:i/>
        </w:rPr>
      </w:pPr>
      <w:r>
        <w:rPr>
          <w:rFonts w:cs="Arial"/>
        </w:rPr>
        <w:t xml:space="preserve">Številka </w:t>
      </w:r>
      <w:r w:rsidR="00876CE3">
        <w:rPr>
          <w:rFonts w:cs="Arial"/>
        </w:rPr>
        <w:t>NMV</w:t>
      </w:r>
      <w:bookmarkStart w:id="0" w:name="_GoBack"/>
      <w:bookmarkEnd w:id="0"/>
      <w:r>
        <w:rPr>
          <w:rFonts w:cs="Arial"/>
        </w:rPr>
        <w:t>: 2020-</w:t>
      </w:r>
      <w:r w:rsidR="00876CE3">
        <w:rPr>
          <w:rFonts w:cs="Arial"/>
        </w:rPr>
        <w:t>195</w:t>
      </w:r>
    </w:p>
    <w:p w14:paraId="08076AC8" w14:textId="6DB11CA2" w:rsidR="00EC4DF2" w:rsidRDefault="00EC4DF2" w:rsidP="00EC4DF2">
      <w:pPr>
        <w:rPr>
          <w:rFonts w:cs="Arial"/>
          <w:i/>
        </w:rPr>
      </w:pPr>
    </w:p>
    <w:p w14:paraId="1A6FE644" w14:textId="4150EA1D" w:rsidR="00144B8D" w:rsidRDefault="00AC7641" w:rsidP="00144B8D">
      <w:pPr>
        <w:pStyle w:val="a"/>
        <w:jc w:val="center"/>
        <w:rPr>
          <w:rFonts w:ascii="Arial" w:hAnsi="Arial" w:cs="Arial"/>
          <w:b/>
          <w:i w:val="0"/>
          <w:color w:val="auto"/>
          <w:sz w:val="24"/>
          <w:szCs w:val="24"/>
        </w:rPr>
      </w:pPr>
      <w:r w:rsidRPr="00AC7641">
        <w:rPr>
          <w:rFonts w:ascii="Arial" w:hAnsi="Arial" w:cs="Arial"/>
          <w:b/>
          <w:i w:val="0"/>
          <w:color w:val="auto"/>
          <w:sz w:val="24"/>
          <w:szCs w:val="24"/>
        </w:rPr>
        <w:t xml:space="preserve">ORGANIZACIJA PONUDNIKA IN OBSEG </w:t>
      </w:r>
      <w:r w:rsidR="00CE22F9">
        <w:rPr>
          <w:rFonts w:ascii="Arial" w:hAnsi="Arial" w:cs="Arial"/>
          <w:b/>
          <w:i w:val="0"/>
          <w:color w:val="auto"/>
          <w:sz w:val="24"/>
          <w:szCs w:val="24"/>
        </w:rPr>
        <w:t>STORITVE</w:t>
      </w:r>
    </w:p>
    <w:p w14:paraId="51E1770C" w14:textId="77777777" w:rsidR="00AF4886" w:rsidRPr="00AF4886" w:rsidRDefault="00AF4886" w:rsidP="00AF4886">
      <w:pPr>
        <w:pStyle w:val="Pripombabesedilo"/>
      </w:pPr>
    </w:p>
    <w:tbl>
      <w:tblPr>
        <w:tblStyle w:val="Tabelamrea"/>
        <w:tblW w:w="13991" w:type="dxa"/>
        <w:tblInd w:w="38" w:type="dxa"/>
        <w:tblLook w:val="04A0" w:firstRow="1" w:lastRow="0" w:firstColumn="1" w:lastColumn="0" w:noHBand="0" w:noVBand="1"/>
      </w:tblPr>
      <w:tblGrid>
        <w:gridCol w:w="1876"/>
        <w:gridCol w:w="3116"/>
        <w:gridCol w:w="4037"/>
        <w:gridCol w:w="1246"/>
        <w:gridCol w:w="1415"/>
        <w:gridCol w:w="886"/>
        <w:gridCol w:w="1415"/>
      </w:tblGrid>
      <w:tr w:rsidR="00B74AE2" w:rsidRPr="00B34A23" w14:paraId="27A5A52F" w14:textId="77777777" w:rsidTr="006109EB">
        <w:trPr>
          <w:trHeight w:val="311"/>
        </w:trPr>
        <w:tc>
          <w:tcPr>
            <w:tcW w:w="1876" w:type="dxa"/>
            <w:vAlign w:val="center"/>
          </w:tcPr>
          <w:p w14:paraId="51A0F7FA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116" w:type="dxa"/>
            <w:vAlign w:val="center"/>
          </w:tcPr>
          <w:p w14:paraId="27560BE3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037" w:type="dxa"/>
            <w:vAlign w:val="center"/>
          </w:tcPr>
          <w:p w14:paraId="2B12C3AE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46" w:type="dxa"/>
            <w:vAlign w:val="center"/>
          </w:tcPr>
          <w:p w14:paraId="09E9B73E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15" w:type="dxa"/>
          </w:tcPr>
          <w:p w14:paraId="66276E82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301" w:type="dxa"/>
            <w:gridSpan w:val="2"/>
            <w:vAlign w:val="center"/>
          </w:tcPr>
          <w:p w14:paraId="11C758C8" w14:textId="77777777" w:rsidR="00B74AE2" w:rsidRPr="006109EB" w:rsidRDefault="006109EB" w:rsidP="006109EB">
            <w:pPr>
              <w:jc w:val="center"/>
              <w:rPr>
                <w:sz w:val="20"/>
                <w:szCs w:val="20"/>
              </w:rPr>
            </w:pPr>
            <w:r w:rsidRPr="006109EB">
              <w:rPr>
                <w:sz w:val="20"/>
                <w:szCs w:val="20"/>
              </w:rPr>
              <w:t>6.</w:t>
            </w:r>
          </w:p>
        </w:tc>
      </w:tr>
      <w:tr w:rsidR="006109EB" w:rsidRPr="00B34A23" w14:paraId="229A3EFB" w14:textId="77777777" w:rsidTr="00F82D78">
        <w:trPr>
          <w:trHeight w:val="567"/>
        </w:trPr>
        <w:tc>
          <w:tcPr>
            <w:tcW w:w="1876" w:type="dxa"/>
          </w:tcPr>
          <w:p w14:paraId="18BEBC37" w14:textId="77777777" w:rsidR="006109EB" w:rsidRPr="00B34A23" w:rsidRDefault="006109EB" w:rsidP="00AC7641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vAlign w:val="center"/>
          </w:tcPr>
          <w:p w14:paraId="68475009" w14:textId="77777777" w:rsidR="006109EB" w:rsidRPr="00B34A23" w:rsidRDefault="006109EB" w:rsidP="00AC7641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Naziv sodelujočega podjetja</w:t>
            </w:r>
          </w:p>
        </w:tc>
        <w:tc>
          <w:tcPr>
            <w:tcW w:w="4037" w:type="dxa"/>
            <w:vAlign w:val="center"/>
          </w:tcPr>
          <w:p w14:paraId="12D6631B" w14:textId="77777777" w:rsidR="006109EB" w:rsidRPr="00B34A23" w:rsidRDefault="006109EB" w:rsidP="00515523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Vrsta del</w:t>
            </w:r>
          </w:p>
        </w:tc>
        <w:tc>
          <w:tcPr>
            <w:tcW w:w="1246" w:type="dxa"/>
            <w:vAlign w:val="center"/>
          </w:tcPr>
          <w:p w14:paraId="45A4C39F" w14:textId="77777777" w:rsidR="006109EB" w:rsidRPr="00B34A23" w:rsidRDefault="006109EB" w:rsidP="00AC7641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 xml:space="preserve">Vrednost del </w:t>
            </w:r>
            <w:r w:rsidRPr="00B34A23">
              <w:rPr>
                <w:i/>
                <w:sz w:val="20"/>
                <w:szCs w:val="20"/>
              </w:rPr>
              <w:t>(brez DDV)</w:t>
            </w:r>
          </w:p>
        </w:tc>
        <w:tc>
          <w:tcPr>
            <w:tcW w:w="1415" w:type="dxa"/>
          </w:tcPr>
          <w:p w14:paraId="5CF1892C" w14:textId="77777777" w:rsidR="006109EB" w:rsidRPr="0077067D" w:rsidRDefault="006109EB" w:rsidP="00E526FC">
            <w:pPr>
              <w:jc w:val="center"/>
              <w:rPr>
                <w:sz w:val="20"/>
                <w:szCs w:val="20"/>
              </w:rPr>
            </w:pPr>
            <w:r w:rsidRPr="00CE22F9">
              <w:rPr>
                <w:sz w:val="20"/>
                <w:szCs w:val="20"/>
              </w:rPr>
              <w:t>Neposredno plačilo (DA/NE)</w:t>
            </w:r>
          </w:p>
        </w:tc>
        <w:tc>
          <w:tcPr>
            <w:tcW w:w="2301" w:type="dxa"/>
            <w:gridSpan w:val="2"/>
            <w:vAlign w:val="center"/>
          </w:tcPr>
          <w:p w14:paraId="392831BB" w14:textId="77777777" w:rsidR="006109EB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Potrditev</w:t>
            </w:r>
          </w:p>
          <w:p w14:paraId="5608971E" w14:textId="77777777" w:rsidR="006109EB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 w:rsidRPr="00B34A23">
              <w:rPr>
                <w:i/>
                <w:sz w:val="20"/>
                <w:szCs w:val="20"/>
              </w:rPr>
              <w:t>(žig in podpis)</w:t>
            </w:r>
          </w:p>
        </w:tc>
      </w:tr>
      <w:tr w:rsidR="00B74AE2" w:rsidRPr="00B34A23" w14:paraId="53837B44" w14:textId="77777777" w:rsidTr="006109EB">
        <w:trPr>
          <w:trHeight w:val="424"/>
        </w:trPr>
        <w:tc>
          <w:tcPr>
            <w:tcW w:w="1876" w:type="dxa"/>
            <w:vAlign w:val="center"/>
          </w:tcPr>
          <w:p w14:paraId="126ED7F0" w14:textId="77777777" w:rsidR="00B74AE2" w:rsidRPr="00B34A23" w:rsidRDefault="00B74AE2" w:rsidP="00AC7641">
            <w:pPr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Glavni ponudnik</w:t>
            </w:r>
          </w:p>
        </w:tc>
        <w:tc>
          <w:tcPr>
            <w:tcW w:w="3116" w:type="dxa"/>
          </w:tcPr>
          <w:p w14:paraId="415EC0DE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</w:tcPr>
          <w:p w14:paraId="6B19E4B4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5B67C859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14:paraId="377DDB05" w14:textId="52F3C20B" w:rsidR="00B74AE2" w:rsidRPr="00F27357" w:rsidRDefault="00B74AE2" w:rsidP="00610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</w:tcPr>
          <w:p w14:paraId="72481CBD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</w:tr>
      <w:tr w:rsidR="00B74AE2" w:rsidRPr="00B34A23" w14:paraId="6D557EC5" w14:textId="77777777" w:rsidTr="006109EB">
        <w:trPr>
          <w:trHeight w:val="416"/>
        </w:trPr>
        <w:tc>
          <w:tcPr>
            <w:tcW w:w="1876" w:type="dxa"/>
            <w:vAlign w:val="center"/>
          </w:tcPr>
          <w:p w14:paraId="761CBC3D" w14:textId="77777777" w:rsidR="00B74AE2" w:rsidRPr="00B34A23" w:rsidRDefault="00B74AE2" w:rsidP="00AC7641">
            <w:pPr>
              <w:rPr>
                <w:sz w:val="20"/>
                <w:szCs w:val="20"/>
              </w:rPr>
            </w:pPr>
            <w:proofErr w:type="spellStart"/>
            <w:r w:rsidRPr="00B34A23">
              <w:rPr>
                <w:sz w:val="20"/>
                <w:szCs w:val="20"/>
              </w:rPr>
              <w:t>Soponudnik</w:t>
            </w:r>
            <w:proofErr w:type="spellEnd"/>
          </w:p>
        </w:tc>
        <w:tc>
          <w:tcPr>
            <w:tcW w:w="3116" w:type="dxa"/>
          </w:tcPr>
          <w:p w14:paraId="476E5683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</w:tcPr>
          <w:p w14:paraId="6EF9BE39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7E037A5A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14:paraId="6679D364" w14:textId="6BCDD473" w:rsidR="00B74AE2" w:rsidRPr="00F27357" w:rsidRDefault="00B74AE2" w:rsidP="00610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</w:tcPr>
          <w:p w14:paraId="6AAF978A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</w:tr>
      <w:tr w:rsidR="00B74AE2" w:rsidRPr="00B34A23" w14:paraId="191FBFF4" w14:textId="77777777" w:rsidTr="006109EB">
        <w:trPr>
          <w:trHeight w:val="423"/>
        </w:trPr>
        <w:tc>
          <w:tcPr>
            <w:tcW w:w="1876" w:type="dxa"/>
            <w:vAlign w:val="center"/>
          </w:tcPr>
          <w:p w14:paraId="03ED2C27" w14:textId="77777777" w:rsidR="00B74AE2" w:rsidRPr="00B34A23" w:rsidRDefault="00B74AE2" w:rsidP="00AC7641">
            <w:pPr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Podizvajalec</w:t>
            </w:r>
          </w:p>
        </w:tc>
        <w:tc>
          <w:tcPr>
            <w:tcW w:w="3116" w:type="dxa"/>
          </w:tcPr>
          <w:p w14:paraId="3CC38CE4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</w:tcPr>
          <w:p w14:paraId="3500CD90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7ADAD2C5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14:paraId="37D4B804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</w:tcPr>
          <w:p w14:paraId="76A45362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</w:tr>
      <w:tr w:rsidR="00B74AE2" w:rsidRPr="00B34A23" w14:paraId="3AE0D815" w14:textId="77777777" w:rsidTr="006109EB">
        <w:trPr>
          <w:trHeight w:val="401"/>
        </w:trPr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14:paraId="7213B619" w14:textId="77777777" w:rsidR="00B74AE2" w:rsidRPr="00B34A23" w:rsidRDefault="00B74AE2" w:rsidP="00AC7641">
            <w:pPr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Podizvajalec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793DE1B4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</w:tcPr>
          <w:p w14:paraId="5608A3B6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247D578F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14:paraId="7794C5A3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  <w:tcBorders>
              <w:bottom w:val="single" w:sz="4" w:space="0" w:color="auto"/>
            </w:tcBorders>
          </w:tcPr>
          <w:p w14:paraId="216F035D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</w:tr>
      <w:tr w:rsidR="00B74AE2" w:rsidRPr="00B34A23" w14:paraId="16B8F94D" w14:textId="77777777" w:rsidTr="006109EB">
        <w:trPr>
          <w:trHeight w:val="420"/>
        </w:trPr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14:paraId="5ECE7A8A" w14:textId="77777777" w:rsidR="00B74AE2" w:rsidRPr="00B34A23" w:rsidRDefault="00B74AE2" w:rsidP="00CB5C79">
            <w:pPr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Podizvajalec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323FE2F7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  <w:tcBorders>
              <w:bottom w:val="single" w:sz="4" w:space="0" w:color="auto"/>
            </w:tcBorders>
          </w:tcPr>
          <w:p w14:paraId="57F2E79C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1CAC2943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14:paraId="13B79DCC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  <w:tcBorders>
              <w:bottom w:val="single" w:sz="4" w:space="0" w:color="auto"/>
            </w:tcBorders>
          </w:tcPr>
          <w:p w14:paraId="062D6644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</w:tr>
      <w:tr w:rsidR="00F82D78" w:rsidRPr="00B34A23" w14:paraId="4F415D69" w14:textId="77777777" w:rsidTr="006109EB">
        <w:trPr>
          <w:gridAfter w:val="1"/>
          <w:wAfter w:w="1415" w:type="dxa"/>
          <w:trHeight w:val="412"/>
        </w:trPr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40B419" w14:textId="77777777" w:rsidR="00F82D78" w:rsidRPr="00B34A23" w:rsidRDefault="00F82D78" w:rsidP="00515523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A49F49B" w14:textId="77777777" w:rsidR="00F82D78" w:rsidRPr="00B34A23" w:rsidRDefault="00F82D78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  <w:tcBorders>
              <w:left w:val="single" w:sz="4" w:space="0" w:color="auto"/>
            </w:tcBorders>
            <w:vAlign w:val="center"/>
          </w:tcPr>
          <w:p w14:paraId="4239A9C3" w14:textId="77777777" w:rsidR="00F82D78" w:rsidRPr="00B34A23" w:rsidRDefault="00F82D78" w:rsidP="00515523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SKUPAJ: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3932744F" w14:textId="77777777" w:rsidR="00F82D78" w:rsidRPr="00B34A23" w:rsidRDefault="00F82D78" w:rsidP="00AC7641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A4C5B3" w14:textId="77777777" w:rsidR="00F82D78" w:rsidRPr="00B34A23" w:rsidRDefault="00F82D78" w:rsidP="00AC7641">
            <w:pPr>
              <w:rPr>
                <w:sz w:val="20"/>
                <w:szCs w:val="20"/>
              </w:rPr>
            </w:pPr>
          </w:p>
        </w:tc>
      </w:tr>
    </w:tbl>
    <w:p w14:paraId="72C9B520" w14:textId="77777777" w:rsidR="00C23A5E" w:rsidRDefault="00C23A5E" w:rsidP="00324C4C">
      <w:pPr>
        <w:ind w:right="7"/>
        <w:rPr>
          <w:rFonts w:cs="Arial"/>
          <w:b/>
          <w:sz w:val="20"/>
          <w:szCs w:val="20"/>
        </w:rPr>
      </w:pPr>
    </w:p>
    <w:p w14:paraId="19A968E0" w14:textId="145A99C4" w:rsidR="00324C4C" w:rsidRPr="00B34A23" w:rsidRDefault="00324C4C" w:rsidP="00324C4C">
      <w:pPr>
        <w:ind w:right="7"/>
        <w:rPr>
          <w:rFonts w:cs="Arial"/>
          <w:sz w:val="20"/>
          <w:szCs w:val="20"/>
        </w:rPr>
      </w:pPr>
      <w:r w:rsidRPr="00B34A23">
        <w:rPr>
          <w:rFonts w:cs="Arial"/>
          <w:b/>
          <w:sz w:val="20"/>
          <w:szCs w:val="20"/>
        </w:rPr>
        <w:t xml:space="preserve">Izjava </w:t>
      </w:r>
      <w:r w:rsidR="00E526FC" w:rsidRPr="00B34A23">
        <w:rPr>
          <w:rFonts w:cs="Arial"/>
          <w:b/>
          <w:sz w:val="20"/>
          <w:szCs w:val="20"/>
        </w:rPr>
        <w:t>vseh sodelujočih</w:t>
      </w:r>
      <w:r w:rsidR="00515523" w:rsidRPr="00B34A23">
        <w:rPr>
          <w:rFonts w:cs="Arial"/>
          <w:b/>
          <w:sz w:val="20"/>
          <w:szCs w:val="20"/>
        </w:rPr>
        <w:t xml:space="preserve"> podjetij (ponudnika):</w:t>
      </w:r>
    </w:p>
    <w:p w14:paraId="13292A27" w14:textId="32F1B51B" w:rsidR="00324C4C" w:rsidRPr="00B34A23" w:rsidRDefault="00515523" w:rsidP="00324C4C">
      <w:pPr>
        <w:numPr>
          <w:ilvl w:val="0"/>
          <w:numId w:val="6"/>
        </w:numPr>
        <w:ind w:left="360" w:right="7"/>
        <w:jc w:val="both"/>
        <w:rPr>
          <w:rFonts w:cs="Arial"/>
          <w:sz w:val="20"/>
          <w:szCs w:val="20"/>
        </w:rPr>
      </w:pPr>
      <w:r w:rsidRPr="00B34A23">
        <w:rPr>
          <w:rFonts w:cs="Arial"/>
          <w:sz w:val="20"/>
          <w:szCs w:val="20"/>
        </w:rPr>
        <w:t xml:space="preserve">da </w:t>
      </w:r>
      <w:r w:rsidR="00324C4C" w:rsidRPr="00B34A23">
        <w:rPr>
          <w:rFonts w:cs="Arial"/>
          <w:sz w:val="20"/>
          <w:szCs w:val="20"/>
        </w:rPr>
        <w:t xml:space="preserve">bomo imeli ob sklenitvi pogodbe z naročnikom in v času njenega izvajanja, sklenjeno pogodbo </w:t>
      </w:r>
      <w:r w:rsidRPr="00B34A23">
        <w:rPr>
          <w:rFonts w:cs="Arial"/>
          <w:sz w:val="20"/>
          <w:szCs w:val="20"/>
        </w:rPr>
        <w:t>z navedenimi</w:t>
      </w:r>
      <w:r w:rsidR="00324C4C" w:rsidRPr="00B34A23">
        <w:rPr>
          <w:rFonts w:cs="Arial"/>
          <w:sz w:val="20"/>
          <w:szCs w:val="20"/>
        </w:rPr>
        <w:t xml:space="preserve"> podizvajalc</w:t>
      </w:r>
      <w:r w:rsidRPr="00B34A23">
        <w:rPr>
          <w:rFonts w:cs="Arial"/>
          <w:sz w:val="20"/>
          <w:szCs w:val="20"/>
        </w:rPr>
        <w:t xml:space="preserve">i (velja za glavnega ponudnika in morebitne </w:t>
      </w:r>
      <w:proofErr w:type="spellStart"/>
      <w:r w:rsidRPr="00B34A23">
        <w:rPr>
          <w:rFonts w:cs="Arial"/>
          <w:sz w:val="20"/>
          <w:szCs w:val="20"/>
        </w:rPr>
        <w:t>soponudnike</w:t>
      </w:r>
      <w:proofErr w:type="spellEnd"/>
      <w:r w:rsidRPr="00B34A23">
        <w:rPr>
          <w:rFonts w:cs="Arial"/>
          <w:sz w:val="20"/>
          <w:szCs w:val="20"/>
        </w:rPr>
        <w:t xml:space="preserve">) oz. </w:t>
      </w:r>
      <w:r w:rsidR="00AF4886" w:rsidRPr="00B34A23">
        <w:rPr>
          <w:rFonts w:cs="Arial"/>
          <w:sz w:val="20"/>
          <w:szCs w:val="20"/>
        </w:rPr>
        <w:t>glavnim ponudnikom in morebitnimi soponudniki</w:t>
      </w:r>
      <w:r w:rsidRPr="00B34A23">
        <w:rPr>
          <w:rFonts w:cs="Arial"/>
          <w:sz w:val="20"/>
          <w:szCs w:val="20"/>
        </w:rPr>
        <w:t xml:space="preserve"> (velja za vse podizvajalce)</w:t>
      </w:r>
      <w:r w:rsidR="00E751EC">
        <w:rPr>
          <w:rFonts w:cs="Arial"/>
          <w:sz w:val="20"/>
          <w:szCs w:val="20"/>
        </w:rPr>
        <w:t>.</w:t>
      </w:r>
    </w:p>
    <w:p w14:paraId="2D42C64D" w14:textId="77777777" w:rsidR="008D19C9" w:rsidRPr="00B34A23" w:rsidRDefault="008D19C9" w:rsidP="00F82D78">
      <w:pPr>
        <w:ind w:left="360" w:right="7"/>
        <w:jc w:val="both"/>
        <w:rPr>
          <w:rFonts w:cs="Arial"/>
          <w:sz w:val="20"/>
          <w:szCs w:val="20"/>
        </w:rPr>
      </w:pPr>
    </w:p>
    <w:p w14:paraId="75BE5149" w14:textId="77777777" w:rsidR="0010524F" w:rsidRPr="00B34A23" w:rsidRDefault="0029628E" w:rsidP="0010524F">
      <w:pPr>
        <w:pStyle w:val="a0"/>
        <w:rPr>
          <w:rFonts w:ascii="Arial" w:hAnsi="Arial" w:cs="Arial"/>
          <w:color w:val="auto"/>
          <w:u w:val="single"/>
        </w:rPr>
      </w:pPr>
      <w:r w:rsidRPr="00B34A23">
        <w:rPr>
          <w:rFonts w:ascii="Arial" w:hAnsi="Arial" w:cs="Arial"/>
          <w:color w:val="auto"/>
          <w:u w:val="single"/>
          <w:lang w:val="sl-SI"/>
        </w:rPr>
        <w:t>Opomba</w:t>
      </w:r>
      <w:r w:rsidR="0010524F" w:rsidRPr="00B34A23">
        <w:rPr>
          <w:rFonts w:ascii="Arial" w:hAnsi="Arial" w:cs="Arial"/>
          <w:color w:val="auto"/>
          <w:u w:val="single"/>
        </w:rPr>
        <w:t xml:space="preserve">: </w:t>
      </w:r>
    </w:p>
    <w:p w14:paraId="21414B24" w14:textId="77777777" w:rsidR="0010524F" w:rsidRPr="00B34A23" w:rsidRDefault="0010524F" w:rsidP="00AF4886">
      <w:pPr>
        <w:pStyle w:val="a0"/>
        <w:numPr>
          <w:ilvl w:val="0"/>
          <w:numId w:val="9"/>
        </w:numPr>
        <w:tabs>
          <w:tab w:val="num" w:pos="426"/>
        </w:tabs>
        <w:jc w:val="left"/>
        <w:rPr>
          <w:rFonts w:ascii="Arial" w:hAnsi="Arial" w:cs="Arial"/>
          <w:i w:val="0"/>
          <w:color w:val="auto"/>
        </w:rPr>
      </w:pPr>
      <w:r w:rsidRPr="00B34A23">
        <w:rPr>
          <w:rFonts w:ascii="Arial" w:hAnsi="Arial" w:cs="Arial"/>
          <w:i w:val="0"/>
          <w:color w:val="auto"/>
        </w:rPr>
        <w:t xml:space="preserve">Če ima podizvajalec več zakonitih zastopnikov, podpiše </w:t>
      </w:r>
      <w:r w:rsidR="00501C3D" w:rsidRPr="00B34A23">
        <w:rPr>
          <w:rFonts w:ascii="Arial" w:hAnsi="Arial" w:cs="Arial"/>
          <w:i w:val="0"/>
          <w:color w:val="auto"/>
          <w:lang w:val="sl-SI"/>
        </w:rPr>
        <w:t>ponudbo</w:t>
      </w:r>
      <w:r w:rsidR="00AF4886" w:rsidRPr="00B34A23">
        <w:rPr>
          <w:rFonts w:ascii="Arial" w:hAnsi="Arial" w:cs="Arial"/>
          <w:i w:val="0"/>
          <w:color w:val="auto"/>
        </w:rPr>
        <w:t xml:space="preserve"> </w:t>
      </w:r>
      <w:r w:rsidR="0029628E" w:rsidRPr="00B34A23">
        <w:rPr>
          <w:rFonts w:ascii="Arial" w:hAnsi="Arial" w:cs="Arial"/>
          <w:i w:val="0"/>
          <w:color w:val="auto"/>
          <w:lang w:val="sl-SI"/>
        </w:rPr>
        <w:t>vsaj</w:t>
      </w:r>
      <w:r w:rsidR="00AF4886" w:rsidRPr="00B34A23">
        <w:rPr>
          <w:rFonts w:ascii="Arial" w:hAnsi="Arial" w:cs="Arial"/>
          <w:i w:val="0"/>
          <w:color w:val="auto"/>
          <w:lang w:val="sl-SI"/>
        </w:rPr>
        <w:t xml:space="preserve"> en</w:t>
      </w:r>
      <w:r w:rsidR="00AF4886" w:rsidRPr="00B34A23">
        <w:rPr>
          <w:rFonts w:ascii="Arial" w:hAnsi="Arial" w:cs="Arial"/>
          <w:i w:val="0"/>
          <w:color w:val="auto"/>
        </w:rPr>
        <w:t xml:space="preserve"> zakoniti</w:t>
      </w:r>
      <w:r w:rsidR="00AF4886" w:rsidRPr="00B34A23">
        <w:rPr>
          <w:rFonts w:ascii="Arial" w:hAnsi="Arial" w:cs="Arial"/>
          <w:i w:val="0"/>
          <w:color w:val="auto"/>
          <w:lang w:val="sl-SI"/>
        </w:rPr>
        <w:t xml:space="preserve"> </w:t>
      </w:r>
      <w:r w:rsidR="00AF4886" w:rsidRPr="00B34A23">
        <w:rPr>
          <w:rFonts w:ascii="Arial" w:hAnsi="Arial" w:cs="Arial"/>
          <w:i w:val="0"/>
          <w:color w:val="auto"/>
        </w:rPr>
        <w:t>zastopnik</w:t>
      </w:r>
      <w:r w:rsidR="0029628E" w:rsidRPr="00B34A23">
        <w:rPr>
          <w:rFonts w:ascii="Arial" w:hAnsi="Arial" w:cs="Arial"/>
          <w:i w:val="0"/>
          <w:color w:val="auto"/>
        </w:rPr>
        <w:t>.</w:t>
      </w:r>
    </w:p>
    <w:p w14:paraId="60EC7406" w14:textId="77777777" w:rsidR="00D47195" w:rsidRPr="00B34A23" w:rsidRDefault="0010524F" w:rsidP="00AF4886">
      <w:pPr>
        <w:pStyle w:val="a0"/>
        <w:numPr>
          <w:ilvl w:val="0"/>
          <w:numId w:val="9"/>
        </w:numPr>
        <w:rPr>
          <w:rFonts w:ascii="Arial" w:hAnsi="Arial" w:cs="Arial"/>
          <w:i w:val="0"/>
        </w:rPr>
      </w:pPr>
      <w:r w:rsidRPr="00B34A23">
        <w:rPr>
          <w:rFonts w:ascii="Arial" w:hAnsi="Arial" w:cs="Arial"/>
          <w:i w:val="0"/>
        </w:rPr>
        <w:t>V primeru nastopa več</w:t>
      </w:r>
      <w:r w:rsidR="0029628E" w:rsidRPr="00B34A23">
        <w:rPr>
          <w:rFonts w:ascii="Arial" w:hAnsi="Arial" w:cs="Arial"/>
          <w:i w:val="0"/>
          <w:lang w:val="sl-SI"/>
        </w:rPr>
        <w:t>/manj</w:t>
      </w:r>
      <w:r w:rsidRPr="00B34A23">
        <w:rPr>
          <w:rFonts w:ascii="Arial" w:hAnsi="Arial" w:cs="Arial"/>
          <w:i w:val="0"/>
        </w:rPr>
        <w:t xml:space="preserve"> podizvajalcev</w:t>
      </w:r>
      <w:r w:rsidR="0029628E" w:rsidRPr="00B34A23">
        <w:rPr>
          <w:rFonts w:ascii="Arial" w:hAnsi="Arial" w:cs="Arial"/>
          <w:i w:val="0"/>
          <w:lang w:val="sl-SI"/>
        </w:rPr>
        <w:t>/</w:t>
      </w:r>
      <w:proofErr w:type="spellStart"/>
      <w:r w:rsidR="0029628E" w:rsidRPr="00B34A23">
        <w:rPr>
          <w:rFonts w:ascii="Arial" w:hAnsi="Arial" w:cs="Arial"/>
          <w:i w:val="0"/>
          <w:lang w:val="sl-SI"/>
        </w:rPr>
        <w:t>soponudnikov</w:t>
      </w:r>
      <w:proofErr w:type="spellEnd"/>
      <w:r w:rsidR="0029628E" w:rsidRPr="00B34A23">
        <w:rPr>
          <w:rFonts w:ascii="Arial" w:hAnsi="Arial" w:cs="Arial"/>
          <w:i w:val="0"/>
          <w:lang w:val="sl-SI"/>
        </w:rPr>
        <w:t>,</w:t>
      </w:r>
      <w:r w:rsidRPr="00B34A23">
        <w:rPr>
          <w:rFonts w:ascii="Arial" w:hAnsi="Arial" w:cs="Arial"/>
          <w:i w:val="0"/>
        </w:rPr>
        <w:t xml:space="preserve"> se obrazec ustrezno </w:t>
      </w:r>
      <w:r w:rsidR="00AF4886" w:rsidRPr="00B34A23">
        <w:rPr>
          <w:rFonts w:ascii="Arial" w:hAnsi="Arial" w:cs="Arial"/>
          <w:i w:val="0"/>
          <w:lang w:val="sl-SI"/>
        </w:rPr>
        <w:t>prilagodi (doda</w:t>
      </w:r>
      <w:r w:rsidR="0029628E" w:rsidRPr="00B34A23">
        <w:rPr>
          <w:rFonts w:ascii="Arial" w:hAnsi="Arial" w:cs="Arial"/>
          <w:i w:val="0"/>
          <w:lang w:val="sl-SI"/>
        </w:rPr>
        <w:t xml:space="preserve"> oz. odvzame</w:t>
      </w:r>
      <w:r w:rsidR="00AF4886" w:rsidRPr="00B34A23">
        <w:rPr>
          <w:rFonts w:ascii="Arial" w:hAnsi="Arial" w:cs="Arial"/>
          <w:i w:val="0"/>
          <w:lang w:val="sl-SI"/>
        </w:rPr>
        <w:t xml:space="preserve"> podpisne vrstice)</w:t>
      </w:r>
      <w:r w:rsidRPr="00B34A23">
        <w:rPr>
          <w:rFonts w:ascii="Arial" w:hAnsi="Arial" w:cs="Arial"/>
          <w:i w:val="0"/>
        </w:rPr>
        <w:t>.</w:t>
      </w:r>
    </w:p>
    <w:p w14:paraId="35804FD2" w14:textId="0EE1EF24" w:rsidR="00ED5254" w:rsidRPr="00CE22F9" w:rsidRDefault="00B74AE2" w:rsidP="0042680D">
      <w:pPr>
        <w:pStyle w:val="Pripombabesedilo"/>
        <w:numPr>
          <w:ilvl w:val="0"/>
          <w:numId w:val="9"/>
        </w:numPr>
        <w:spacing w:after="120"/>
        <w:rPr>
          <w:rFonts w:cs="Arial"/>
        </w:rPr>
      </w:pPr>
      <w:r w:rsidRPr="00CE22F9">
        <w:rPr>
          <w:lang w:eastAsia="x-none"/>
        </w:rPr>
        <w:t>Podizvajalci se v petem stolpcu izrečejo glede n</w:t>
      </w:r>
      <w:r w:rsidR="00F82D78" w:rsidRPr="00CE22F9">
        <w:rPr>
          <w:lang w:eastAsia="x-none"/>
        </w:rPr>
        <w:t xml:space="preserve">ačina </w:t>
      </w:r>
      <w:r w:rsidRPr="00CE22F9">
        <w:rPr>
          <w:lang w:eastAsia="x-none"/>
        </w:rPr>
        <w:t>plačila (posredno ali neposredno)</w:t>
      </w:r>
      <w:r w:rsidR="00F82D78" w:rsidRPr="00CE22F9">
        <w:rPr>
          <w:lang w:eastAsia="x-none"/>
        </w:rPr>
        <w:t xml:space="preserve">. </w:t>
      </w:r>
    </w:p>
    <w:p w14:paraId="2AD89CBD" w14:textId="184FB0E0" w:rsidR="00C23A5E" w:rsidRDefault="00C23A5E" w:rsidP="00ED5254">
      <w:pPr>
        <w:pStyle w:val="Telobesedila"/>
        <w:spacing w:after="120"/>
        <w:rPr>
          <w:rFonts w:cs="Arial"/>
          <w:sz w:val="20"/>
        </w:rPr>
      </w:pPr>
    </w:p>
    <w:p w14:paraId="4788CC7E" w14:textId="77777777" w:rsidR="00EF7249" w:rsidRDefault="00EF7249" w:rsidP="00ED5254">
      <w:pPr>
        <w:pStyle w:val="Telobesedila"/>
        <w:spacing w:after="120"/>
        <w:rPr>
          <w:rFonts w:cs="Arial"/>
          <w:sz w:val="20"/>
        </w:rPr>
      </w:pPr>
    </w:p>
    <w:p w14:paraId="1682EE6D" w14:textId="667592AC" w:rsidR="00ED5254" w:rsidRPr="00B34A23" w:rsidRDefault="00ED5254" w:rsidP="00ED5254">
      <w:pPr>
        <w:pStyle w:val="Telobesedila"/>
        <w:spacing w:after="120"/>
        <w:rPr>
          <w:sz w:val="20"/>
          <w:lang w:eastAsia="x-none"/>
        </w:rPr>
      </w:pPr>
      <w:r w:rsidRPr="00B34A23">
        <w:rPr>
          <w:rFonts w:cs="Arial"/>
          <w:sz w:val="20"/>
        </w:rPr>
        <w:t>Ta obrazec je sestavni del in priloga ponudbe, s katero se prijavljamo na razpis za izvedbo javnega naročila.</w:t>
      </w:r>
    </w:p>
    <w:sectPr w:rsidR="00ED5254" w:rsidRPr="00B34A23" w:rsidSect="00AB107F">
      <w:footerReference w:type="default" r:id="rId8"/>
      <w:headerReference w:type="firs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17220" w14:textId="77777777" w:rsidR="00E6460B" w:rsidRDefault="00E6460B">
      <w:r>
        <w:separator/>
      </w:r>
    </w:p>
  </w:endnote>
  <w:endnote w:type="continuationSeparator" w:id="0">
    <w:p w14:paraId="4EFC13B2" w14:textId="77777777" w:rsidR="00E6460B" w:rsidRDefault="00E64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F98C0" w14:textId="77777777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6109EB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301589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EA86F" w14:textId="77777777" w:rsidR="003F2CEB" w:rsidRDefault="003F2CEB"/>
  <w:tbl>
    <w:tblPr>
      <w:tblW w:w="14245" w:type="dxa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9640"/>
    </w:tblGrid>
    <w:tr w:rsidR="00370866" w:rsidRPr="00A1445A" w14:paraId="574CCB0D" w14:textId="77777777" w:rsidTr="008B6D76">
      <w:tc>
        <w:tcPr>
          <w:tcW w:w="4605" w:type="dxa"/>
          <w:shd w:val="clear" w:color="auto" w:fill="auto"/>
        </w:tcPr>
        <w:p w14:paraId="67290ED3" w14:textId="6084731F" w:rsidR="005A785E" w:rsidRPr="005A785E" w:rsidRDefault="005A785E" w:rsidP="002618E0">
          <w:pPr>
            <w:rPr>
              <w:noProof/>
            </w:rPr>
          </w:pPr>
        </w:p>
      </w:tc>
      <w:tc>
        <w:tcPr>
          <w:tcW w:w="9640" w:type="dxa"/>
          <w:shd w:val="clear" w:color="auto" w:fill="auto"/>
        </w:tcPr>
        <w:p w14:paraId="2D2AA01A" w14:textId="1F2F72D2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876CE3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876CE3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3816A81C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543FE" w14:textId="77777777" w:rsidR="00E6460B" w:rsidRDefault="00E6460B">
      <w:r>
        <w:separator/>
      </w:r>
    </w:p>
  </w:footnote>
  <w:footnote w:type="continuationSeparator" w:id="0">
    <w:p w14:paraId="16596D16" w14:textId="77777777" w:rsidR="00E6460B" w:rsidRDefault="00E64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7797"/>
      <w:gridCol w:w="2409"/>
    </w:tblGrid>
    <w:tr w:rsidR="00370866" w:rsidRPr="00A1445A" w14:paraId="10C2AC40" w14:textId="77777777" w:rsidTr="00886D8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5E729814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6D4120E9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76988F31" w14:textId="77777777"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55BA3114" w14:textId="77777777"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14:paraId="62F9A3DB" w14:textId="77777777"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7797" w:type="dxa"/>
          <w:tcBorders>
            <w:bottom w:val="single" w:sz="4" w:space="0" w:color="auto"/>
          </w:tcBorders>
          <w:shd w:val="clear" w:color="auto" w:fill="auto"/>
        </w:tcPr>
        <w:p w14:paraId="1E0FEF5D" w14:textId="77777777"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anchor distT="0" distB="0" distL="114300" distR="114300" simplePos="0" relativeHeight="251658240" behindDoc="1" locked="0" layoutInCell="1" allowOverlap="1" wp14:anchorId="3BE9D2AB" wp14:editId="1443B6DA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19125" cy="714375"/>
                <wp:effectExtent l="0" t="0" r="9525" b="9525"/>
                <wp:wrapThrough wrapText="bothSides">
                  <wp:wrapPolygon edited="0">
                    <wp:start x="0" y="0"/>
                    <wp:lineTo x="0" y="21312"/>
                    <wp:lineTo x="21268" y="21312"/>
                    <wp:lineTo x="21268" y="0"/>
                    <wp:lineTo x="0" y="0"/>
                  </wp:wrapPolygon>
                </wp:wrapThrough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09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645E7E5A" w14:textId="77777777" w:rsidR="00A04B00" w:rsidRDefault="00A04B00" w:rsidP="008B6D76">
          <w:pPr>
            <w:pStyle w:val="Noga"/>
            <w:tabs>
              <w:tab w:val="clear" w:pos="4536"/>
              <w:tab w:val="clear" w:pos="9072"/>
              <w:tab w:val="left" w:pos="6412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72008AAB" w14:textId="351A382C" w:rsidR="00370866" w:rsidRPr="00A1445A" w:rsidRDefault="00370866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 w:rsidR="00A04B00"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455EEE" w:rsidRPr="00936763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19D4B8CF" w14:textId="75B6AA53" w:rsidR="00370866" w:rsidRPr="00A1445A" w:rsidRDefault="00C0552D" w:rsidP="00455EEE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 w:rsidR="00A04B00"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455EEE" w:rsidRPr="00936763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123242" w14:paraId="42B79EBA" w14:textId="77777777" w:rsidTr="00886D8E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1756DEEE" w14:textId="77777777"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7797" w:type="dxa"/>
          <w:tcBorders>
            <w:top w:val="single" w:sz="4" w:space="0" w:color="auto"/>
          </w:tcBorders>
          <w:shd w:val="clear" w:color="auto" w:fill="auto"/>
        </w:tcPr>
        <w:p w14:paraId="7AB31577" w14:textId="77777777"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top w:val="single" w:sz="4" w:space="0" w:color="auto"/>
          </w:tcBorders>
          <w:shd w:val="clear" w:color="auto" w:fill="auto"/>
        </w:tcPr>
        <w:p w14:paraId="434B8199" w14:textId="35F2CDC8" w:rsidR="00C0552D" w:rsidRPr="00123242" w:rsidRDefault="00123242" w:rsidP="0036587C">
          <w:pPr>
            <w:pStyle w:val="Telobesedila"/>
            <w:jc w:val="right"/>
            <w:rPr>
              <w:rFonts w:cs="Arial"/>
              <w:color w:val="000000"/>
              <w:sz w:val="16"/>
              <w:szCs w:val="16"/>
            </w:rPr>
          </w:pPr>
          <w:r w:rsidRPr="00123242">
            <w:rPr>
              <w:rFonts w:cs="Arial"/>
              <w:color w:val="000000"/>
              <w:sz w:val="16"/>
              <w:szCs w:val="16"/>
            </w:rPr>
            <w:t>OBR</w:t>
          </w:r>
          <w:r>
            <w:rPr>
              <w:rFonts w:cs="Arial"/>
              <w:color w:val="000000"/>
              <w:sz w:val="16"/>
              <w:szCs w:val="16"/>
            </w:rPr>
            <w:t xml:space="preserve"> </w:t>
          </w:r>
          <w:r w:rsidR="00B26169">
            <w:rPr>
              <w:rFonts w:cs="Arial"/>
              <w:color w:val="000000"/>
              <w:sz w:val="16"/>
              <w:szCs w:val="16"/>
            </w:rPr>
            <w:t xml:space="preserve">- </w:t>
          </w:r>
          <w:r>
            <w:rPr>
              <w:rFonts w:cs="Arial"/>
              <w:color w:val="000000"/>
              <w:sz w:val="16"/>
              <w:szCs w:val="16"/>
            </w:rPr>
            <w:t>2.0</w:t>
          </w:r>
          <w:r w:rsidR="0036587C">
            <w:rPr>
              <w:rFonts w:cs="Arial"/>
              <w:color w:val="000000"/>
              <w:sz w:val="16"/>
              <w:szCs w:val="16"/>
            </w:rPr>
            <w:t>4</w:t>
          </w:r>
        </w:p>
      </w:tc>
    </w:tr>
  </w:tbl>
  <w:p w14:paraId="19511EBD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5814F1FB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5F20E19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81A3F"/>
    <w:rsid w:val="00096243"/>
    <w:rsid w:val="00096BE4"/>
    <w:rsid w:val="00096C58"/>
    <w:rsid w:val="000C23A5"/>
    <w:rsid w:val="000C4583"/>
    <w:rsid w:val="000D76C2"/>
    <w:rsid w:val="000E1875"/>
    <w:rsid w:val="000E41E1"/>
    <w:rsid w:val="000E4581"/>
    <w:rsid w:val="000E7050"/>
    <w:rsid w:val="00101B68"/>
    <w:rsid w:val="0010524F"/>
    <w:rsid w:val="00114401"/>
    <w:rsid w:val="00123242"/>
    <w:rsid w:val="0012533E"/>
    <w:rsid w:val="001314C1"/>
    <w:rsid w:val="001352C1"/>
    <w:rsid w:val="0014021F"/>
    <w:rsid w:val="00144B8D"/>
    <w:rsid w:val="00166414"/>
    <w:rsid w:val="0016702B"/>
    <w:rsid w:val="0017296F"/>
    <w:rsid w:val="00172A91"/>
    <w:rsid w:val="00174BFE"/>
    <w:rsid w:val="00183318"/>
    <w:rsid w:val="001A192F"/>
    <w:rsid w:val="001A7BD0"/>
    <w:rsid w:val="001D16E0"/>
    <w:rsid w:val="001D694D"/>
    <w:rsid w:val="001F6F0F"/>
    <w:rsid w:val="0020233B"/>
    <w:rsid w:val="00213ABA"/>
    <w:rsid w:val="00227FB0"/>
    <w:rsid w:val="00231CFA"/>
    <w:rsid w:val="002331F9"/>
    <w:rsid w:val="00235E41"/>
    <w:rsid w:val="002413BB"/>
    <w:rsid w:val="00241698"/>
    <w:rsid w:val="00251D3F"/>
    <w:rsid w:val="00253AC3"/>
    <w:rsid w:val="002618E0"/>
    <w:rsid w:val="00263BEF"/>
    <w:rsid w:val="002711AE"/>
    <w:rsid w:val="00273761"/>
    <w:rsid w:val="00277706"/>
    <w:rsid w:val="00283EE6"/>
    <w:rsid w:val="00285B81"/>
    <w:rsid w:val="00285C75"/>
    <w:rsid w:val="0029628E"/>
    <w:rsid w:val="002A6A46"/>
    <w:rsid w:val="002B28E0"/>
    <w:rsid w:val="002D6A3C"/>
    <w:rsid w:val="002E1329"/>
    <w:rsid w:val="002E2FD3"/>
    <w:rsid w:val="002E6B63"/>
    <w:rsid w:val="002F0041"/>
    <w:rsid w:val="002F68A9"/>
    <w:rsid w:val="00301033"/>
    <w:rsid w:val="00301589"/>
    <w:rsid w:val="00315EE6"/>
    <w:rsid w:val="00324C4C"/>
    <w:rsid w:val="00325D8B"/>
    <w:rsid w:val="00326834"/>
    <w:rsid w:val="0035043A"/>
    <w:rsid w:val="0036587C"/>
    <w:rsid w:val="00367250"/>
    <w:rsid w:val="00370866"/>
    <w:rsid w:val="0037231D"/>
    <w:rsid w:val="003B36FC"/>
    <w:rsid w:val="003C0B6A"/>
    <w:rsid w:val="003C485B"/>
    <w:rsid w:val="003D1272"/>
    <w:rsid w:val="003D7711"/>
    <w:rsid w:val="003E4CFC"/>
    <w:rsid w:val="003E5C55"/>
    <w:rsid w:val="003F0DE7"/>
    <w:rsid w:val="003F2CEB"/>
    <w:rsid w:val="003F4DE6"/>
    <w:rsid w:val="00406373"/>
    <w:rsid w:val="0043532D"/>
    <w:rsid w:val="00445049"/>
    <w:rsid w:val="004527D6"/>
    <w:rsid w:val="00455EB9"/>
    <w:rsid w:val="00455EEE"/>
    <w:rsid w:val="00462B36"/>
    <w:rsid w:val="004720C5"/>
    <w:rsid w:val="0047643E"/>
    <w:rsid w:val="004801D0"/>
    <w:rsid w:val="0049402B"/>
    <w:rsid w:val="004A0508"/>
    <w:rsid w:val="004B065E"/>
    <w:rsid w:val="004D2C20"/>
    <w:rsid w:val="004D6B75"/>
    <w:rsid w:val="004F7C1C"/>
    <w:rsid w:val="00500B5F"/>
    <w:rsid w:val="00501C3D"/>
    <w:rsid w:val="00515523"/>
    <w:rsid w:val="005157E9"/>
    <w:rsid w:val="0051745B"/>
    <w:rsid w:val="005216E6"/>
    <w:rsid w:val="005255EB"/>
    <w:rsid w:val="005316C0"/>
    <w:rsid w:val="00537622"/>
    <w:rsid w:val="005608A6"/>
    <w:rsid w:val="005724B4"/>
    <w:rsid w:val="005753D9"/>
    <w:rsid w:val="0058399F"/>
    <w:rsid w:val="00596FE2"/>
    <w:rsid w:val="005A785E"/>
    <w:rsid w:val="005B253B"/>
    <w:rsid w:val="005B3910"/>
    <w:rsid w:val="005C4C41"/>
    <w:rsid w:val="005C6FBE"/>
    <w:rsid w:val="005C71B5"/>
    <w:rsid w:val="005C7E8F"/>
    <w:rsid w:val="005D7E01"/>
    <w:rsid w:val="005F1763"/>
    <w:rsid w:val="005F18A6"/>
    <w:rsid w:val="005F638A"/>
    <w:rsid w:val="005F751D"/>
    <w:rsid w:val="006109EB"/>
    <w:rsid w:val="006110C9"/>
    <w:rsid w:val="0061133D"/>
    <w:rsid w:val="00612663"/>
    <w:rsid w:val="006130D4"/>
    <w:rsid w:val="006163B7"/>
    <w:rsid w:val="006315C1"/>
    <w:rsid w:val="0065152F"/>
    <w:rsid w:val="00652A92"/>
    <w:rsid w:val="00662D8F"/>
    <w:rsid w:val="0066332D"/>
    <w:rsid w:val="00670A28"/>
    <w:rsid w:val="00670D1D"/>
    <w:rsid w:val="00695AB6"/>
    <w:rsid w:val="006D42E9"/>
    <w:rsid w:val="006D59F7"/>
    <w:rsid w:val="006E321C"/>
    <w:rsid w:val="006E377F"/>
    <w:rsid w:val="006F44F5"/>
    <w:rsid w:val="006F758E"/>
    <w:rsid w:val="007033C0"/>
    <w:rsid w:val="007345D8"/>
    <w:rsid w:val="00741DF3"/>
    <w:rsid w:val="00743912"/>
    <w:rsid w:val="00764E83"/>
    <w:rsid w:val="00767A5A"/>
    <w:rsid w:val="0077067D"/>
    <w:rsid w:val="00780396"/>
    <w:rsid w:val="0078319E"/>
    <w:rsid w:val="00783525"/>
    <w:rsid w:val="00797F61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61E18"/>
    <w:rsid w:val="00876CE3"/>
    <w:rsid w:val="00882006"/>
    <w:rsid w:val="00886D8E"/>
    <w:rsid w:val="00895F3B"/>
    <w:rsid w:val="008A757F"/>
    <w:rsid w:val="008B25C9"/>
    <w:rsid w:val="008B362C"/>
    <w:rsid w:val="008B5B4C"/>
    <w:rsid w:val="008B6D76"/>
    <w:rsid w:val="008C2AC2"/>
    <w:rsid w:val="008D19C9"/>
    <w:rsid w:val="008D6DCE"/>
    <w:rsid w:val="008E64FA"/>
    <w:rsid w:val="008F3E2F"/>
    <w:rsid w:val="00913CF8"/>
    <w:rsid w:val="00941B2D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6485"/>
    <w:rsid w:val="009F7784"/>
    <w:rsid w:val="00A04B00"/>
    <w:rsid w:val="00A1445A"/>
    <w:rsid w:val="00A22650"/>
    <w:rsid w:val="00A22BF6"/>
    <w:rsid w:val="00A3063E"/>
    <w:rsid w:val="00A33BE0"/>
    <w:rsid w:val="00A515E0"/>
    <w:rsid w:val="00A57325"/>
    <w:rsid w:val="00A65210"/>
    <w:rsid w:val="00A75802"/>
    <w:rsid w:val="00A83E62"/>
    <w:rsid w:val="00A92149"/>
    <w:rsid w:val="00AA2F1C"/>
    <w:rsid w:val="00AB107F"/>
    <w:rsid w:val="00AB1522"/>
    <w:rsid w:val="00AB3346"/>
    <w:rsid w:val="00AB4674"/>
    <w:rsid w:val="00AB50F6"/>
    <w:rsid w:val="00AB6E0A"/>
    <w:rsid w:val="00AC72E5"/>
    <w:rsid w:val="00AC7641"/>
    <w:rsid w:val="00AD3618"/>
    <w:rsid w:val="00AF0AD6"/>
    <w:rsid w:val="00AF4886"/>
    <w:rsid w:val="00B021F9"/>
    <w:rsid w:val="00B14E3F"/>
    <w:rsid w:val="00B16979"/>
    <w:rsid w:val="00B16F2C"/>
    <w:rsid w:val="00B20079"/>
    <w:rsid w:val="00B200E4"/>
    <w:rsid w:val="00B26132"/>
    <w:rsid w:val="00B26169"/>
    <w:rsid w:val="00B2757C"/>
    <w:rsid w:val="00B32A8A"/>
    <w:rsid w:val="00B34A23"/>
    <w:rsid w:val="00B4256F"/>
    <w:rsid w:val="00B528B4"/>
    <w:rsid w:val="00B52BF2"/>
    <w:rsid w:val="00B5369B"/>
    <w:rsid w:val="00B538F5"/>
    <w:rsid w:val="00B661E3"/>
    <w:rsid w:val="00B74AE2"/>
    <w:rsid w:val="00B86392"/>
    <w:rsid w:val="00B9309E"/>
    <w:rsid w:val="00B930C3"/>
    <w:rsid w:val="00BA2C4A"/>
    <w:rsid w:val="00BB3939"/>
    <w:rsid w:val="00BC00ED"/>
    <w:rsid w:val="00BC2412"/>
    <w:rsid w:val="00BC29DD"/>
    <w:rsid w:val="00BD150A"/>
    <w:rsid w:val="00BD4AEF"/>
    <w:rsid w:val="00BE256A"/>
    <w:rsid w:val="00BE655C"/>
    <w:rsid w:val="00BE6AEE"/>
    <w:rsid w:val="00BF264E"/>
    <w:rsid w:val="00BF78A7"/>
    <w:rsid w:val="00C03C9F"/>
    <w:rsid w:val="00C052DE"/>
    <w:rsid w:val="00C0552D"/>
    <w:rsid w:val="00C06BC8"/>
    <w:rsid w:val="00C124CB"/>
    <w:rsid w:val="00C13548"/>
    <w:rsid w:val="00C16A39"/>
    <w:rsid w:val="00C23A5E"/>
    <w:rsid w:val="00C2689D"/>
    <w:rsid w:val="00C468BF"/>
    <w:rsid w:val="00C565DD"/>
    <w:rsid w:val="00C64A95"/>
    <w:rsid w:val="00C82B34"/>
    <w:rsid w:val="00C9531D"/>
    <w:rsid w:val="00C972ED"/>
    <w:rsid w:val="00C97729"/>
    <w:rsid w:val="00CA54F0"/>
    <w:rsid w:val="00CB008E"/>
    <w:rsid w:val="00CB0D95"/>
    <w:rsid w:val="00CD61B2"/>
    <w:rsid w:val="00CD7808"/>
    <w:rsid w:val="00CE22F9"/>
    <w:rsid w:val="00CF12FC"/>
    <w:rsid w:val="00D05C1E"/>
    <w:rsid w:val="00D06278"/>
    <w:rsid w:val="00D2343D"/>
    <w:rsid w:val="00D278D4"/>
    <w:rsid w:val="00D317EE"/>
    <w:rsid w:val="00D3247E"/>
    <w:rsid w:val="00D47195"/>
    <w:rsid w:val="00D52286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1147E"/>
    <w:rsid w:val="00E3300C"/>
    <w:rsid w:val="00E43C3D"/>
    <w:rsid w:val="00E526FC"/>
    <w:rsid w:val="00E550C0"/>
    <w:rsid w:val="00E61921"/>
    <w:rsid w:val="00E6460B"/>
    <w:rsid w:val="00E676C3"/>
    <w:rsid w:val="00E749F2"/>
    <w:rsid w:val="00E751EC"/>
    <w:rsid w:val="00E80A93"/>
    <w:rsid w:val="00E932C8"/>
    <w:rsid w:val="00E95B73"/>
    <w:rsid w:val="00E9600A"/>
    <w:rsid w:val="00EA7B9C"/>
    <w:rsid w:val="00EB0DA9"/>
    <w:rsid w:val="00EC4DF2"/>
    <w:rsid w:val="00ED5254"/>
    <w:rsid w:val="00EE7F32"/>
    <w:rsid w:val="00EF0493"/>
    <w:rsid w:val="00EF1787"/>
    <w:rsid w:val="00EF18FD"/>
    <w:rsid w:val="00EF7249"/>
    <w:rsid w:val="00F0171E"/>
    <w:rsid w:val="00F0300D"/>
    <w:rsid w:val="00F0401D"/>
    <w:rsid w:val="00F214E4"/>
    <w:rsid w:val="00F21B47"/>
    <w:rsid w:val="00F267C9"/>
    <w:rsid w:val="00F27357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5D86"/>
    <w:rsid w:val="00F82D78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14C0AF5"/>
  <w15:docId w15:val="{C820FD89-F341-4399-BBAE-392A58E3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10524F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E1147E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E1147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E1147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EC9E03D-8BA8-403E-AC7A-210FB586F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41</TotalTime>
  <Pages>1</Pages>
  <Words>143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1095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Nina WITWICKY</cp:lastModifiedBy>
  <cp:revision>23</cp:revision>
  <cp:lastPrinted>2016-06-20T06:28:00Z</cp:lastPrinted>
  <dcterms:created xsi:type="dcterms:W3CDTF">2016-05-31T11:25:00Z</dcterms:created>
  <dcterms:modified xsi:type="dcterms:W3CDTF">2020-06-19T05:42:00Z</dcterms:modified>
</cp:coreProperties>
</file>