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A47A3" w14:textId="77777777" w:rsidR="005A184F" w:rsidRDefault="005A184F" w:rsidP="005A184F">
      <w:pPr>
        <w:tabs>
          <w:tab w:val="left" w:pos="993"/>
          <w:tab w:val="left" w:pos="1134"/>
        </w:tabs>
        <w:rPr>
          <w:rFonts w:cs="Arial"/>
        </w:rPr>
      </w:pPr>
      <w:r>
        <w:rPr>
          <w:rFonts w:cs="Arial"/>
        </w:rPr>
        <w:t>Predmet:</w:t>
      </w:r>
      <w:r>
        <w:rPr>
          <w:rFonts w:cs="Arial"/>
        </w:rPr>
        <w:tab/>
        <w:t>Investicijsko vzdrževalna dela na rezervoarju R1 v SND Celje</w:t>
      </w:r>
    </w:p>
    <w:p w14:paraId="663AEB3D" w14:textId="77777777" w:rsidR="005A184F" w:rsidRDefault="005A184F" w:rsidP="005A184F">
      <w:pPr>
        <w:rPr>
          <w:rFonts w:cs="Arial"/>
        </w:rPr>
      </w:pPr>
      <w:r>
        <w:rPr>
          <w:rFonts w:cs="Arial"/>
        </w:rPr>
        <w:t>Številka JN: 2021-127</w:t>
      </w:r>
    </w:p>
    <w:p w14:paraId="3BB3F314" w14:textId="77777777" w:rsidR="00647C0F" w:rsidRPr="00160AF7" w:rsidRDefault="00647C0F" w:rsidP="00647C0F">
      <w:pPr>
        <w:pStyle w:val="Pripombabesedilo"/>
        <w:rPr>
          <w:rFonts w:cs="Arial"/>
          <w:sz w:val="22"/>
          <w:szCs w:val="22"/>
        </w:rPr>
      </w:pPr>
    </w:p>
    <w:p w14:paraId="0181274D" w14:textId="77777777" w:rsidR="00892833" w:rsidRPr="00160AF7" w:rsidRDefault="006D155F" w:rsidP="00892833">
      <w:pPr>
        <w:pStyle w:val="a"/>
        <w:jc w:val="center"/>
        <w:rPr>
          <w:rFonts w:ascii="Arial" w:hAnsi="Arial" w:cs="Arial"/>
          <w:b/>
          <w:i w:val="0"/>
          <w:color w:val="auto"/>
          <w:sz w:val="22"/>
          <w:szCs w:val="22"/>
        </w:rPr>
      </w:pPr>
      <w:r w:rsidRPr="00160AF7">
        <w:rPr>
          <w:rFonts w:ascii="Arial" w:hAnsi="Arial" w:cs="Arial"/>
          <w:b/>
          <w:i w:val="0"/>
          <w:color w:val="auto"/>
          <w:sz w:val="22"/>
          <w:szCs w:val="22"/>
        </w:rPr>
        <w:t>NAVODIL</w:t>
      </w:r>
      <w:r w:rsidR="00E84B46" w:rsidRPr="00160AF7">
        <w:rPr>
          <w:rFonts w:ascii="Arial" w:hAnsi="Arial" w:cs="Arial"/>
          <w:b/>
          <w:i w:val="0"/>
          <w:color w:val="auto"/>
          <w:sz w:val="22"/>
          <w:szCs w:val="22"/>
        </w:rPr>
        <w:t>A</w:t>
      </w:r>
      <w:r w:rsidR="00892833" w:rsidRPr="00160AF7">
        <w:rPr>
          <w:rFonts w:ascii="Arial" w:hAnsi="Arial" w:cs="Arial"/>
          <w:b/>
          <w:i w:val="0"/>
          <w:color w:val="auto"/>
          <w:sz w:val="22"/>
          <w:szCs w:val="22"/>
        </w:rPr>
        <w:t xml:space="preserve"> PONUDNIKOM ZA PRIPRAVO PONUDBE</w:t>
      </w:r>
    </w:p>
    <w:p w14:paraId="52CD7110" w14:textId="77777777" w:rsidR="00892833" w:rsidRPr="00160AF7" w:rsidRDefault="00892833" w:rsidP="00892833">
      <w:pPr>
        <w:pStyle w:val="a"/>
        <w:rPr>
          <w:rFonts w:ascii="Arial" w:hAnsi="Arial" w:cs="Arial"/>
          <w:b/>
          <w:i w:val="0"/>
          <w:color w:val="auto"/>
          <w:sz w:val="22"/>
          <w:szCs w:val="22"/>
        </w:rPr>
      </w:pPr>
    </w:p>
    <w:p w14:paraId="2E776694" w14:textId="77777777" w:rsidR="0035533B" w:rsidRPr="00160AF7" w:rsidRDefault="0035533B" w:rsidP="0035533B">
      <w:pPr>
        <w:widowControl w:val="0"/>
        <w:numPr>
          <w:ilvl w:val="0"/>
          <w:numId w:val="17"/>
        </w:numPr>
        <w:rPr>
          <w:rFonts w:cs="Arial"/>
          <w:b/>
          <w:i/>
        </w:rPr>
      </w:pPr>
      <w:r w:rsidRPr="00160AF7">
        <w:rPr>
          <w:rFonts w:cs="Arial"/>
          <w:b/>
        </w:rPr>
        <w:t>NAROČNIK:</w:t>
      </w:r>
    </w:p>
    <w:p w14:paraId="731E74B4" w14:textId="402DD9ED" w:rsidR="00D71333" w:rsidRPr="00160AF7" w:rsidRDefault="0035533B" w:rsidP="00F65CAE">
      <w:pPr>
        <w:rPr>
          <w:rFonts w:cs="Arial"/>
        </w:rPr>
      </w:pPr>
      <w:r w:rsidRPr="00160AF7">
        <w:rPr>
          <w:rFonts w:cs="Arial"/>
        </w:rPr>
        <w:t>Zavod Republike Slovenije za blagovne rezerve</w:t>
      </w:r>
      <w:r w:rsidR="00552063">
        <w:rPr>
          <w:rFonts w:cs="Arial"/>
        </w:rPr>
        <w:t xml:space="preserve">, </w:t>
      </w:r>
      <w:r w:rsidRPr="00160AF7">
        <w:rPr>
          <w:rFonts w:cs="Arial"/>
        </w:rPr>
        <w:t>Dunajska cesta 106</w:t>
      </w:r>
      <w:r w:rsidR="00552063">
        <w:rPr>
          <w:rFonts w:cs="Arial"/>
        </w:rPr>
        <w:t xml:space="preserve">, </w:t>
      </w:r>
      <w:r w:rsidRPr="00160AF7">
        <w:rPr>
          <w:rFonts w:cs="Arial"/>
        </w:rPr>
        <w:t xml:space="preserve">SI - 1000 Ljubljana </w:t>
      </w:r>
    </w:p>
    <w:p w14:paraId="0DF018BD" w14:textId="77777777" w:rsidR="0035533B" w:rsidRPr="00160AF7" w:rsidRDefault="0035533B" w:rsidP="0035533B">
      <w:pPr>
        <w:rPr>
          <w:rFonts w:cs="Arial"/>
          <w:i/>
        </w:rPr>
      </w:pPr>
    </w:p>
    <w:p w14:paraId="4EF1B4B2" w14:textId="77777777" w:rsidR="0035533B" w:rsidRPr="00160AF7" w:rsidRDefault="0035533B" w:rsidP="0035533B">
      <w:pPr>
        <w:widowControl w:val="0"/>
        <w:numPr>
          <w:ilvl w:val="0"/>
          <w:numId w:val="17"/>
        </w:numPr>
        <w:rPr>
          <w:rFonts w:cs="Arial"/>
          <w:b/>
        </w:rPr>
      </w:pPr>
      <w:r w:rsidRPr="00160AF7">
        <w:rPr>
          <w:rFonts w:cs="Arial"/>
          <w:b/>
        </w:rPr>
        <w:t>LOKACIJA OBJEKTA:</w:t>
      </w:r>
    </w:p>
    <w:p w14:paraId="41C31D99" w14:textId="44824B37" w:rsidR="00853D5C" w:rsidRPr="00160AF7" w:rsidRDefault="00853D5C" w:rsidP="00F65CAE">
      <w:pPr>
        <w:rPr>
          <w:rFonts w:cs="Arial"/>
        </w:rPr>
      </w:pPr>
      <w:r w:rsidRPr="00160AF7">
        <w:rPr>
          <w:rFonts w:cs="Arial"/>
        </w:rPr>
        <w:t xml:space="preserve">Skladišče naftnih derivatov </w:t>
      </w:r>
      <w:r w:rsidR="009517E1">
        <w:rPr>
          <w:rFonts w:cs="Arial"/>
        </w:rPr>
        <w:t>Celje</w:t>
      </w:r>
      <w:r w:rsidRPr="00160AF7">
        <w:rPr>
          <w:rFonts w:cs="Arial"/>
        </w:rPr>
        <w:t xml:space="preserve">, </w:t>
      </w:r>
      <w:r w:rsidR="009517E1">
        <w:rPr>
          <w:rFonts w:cs="Arial"/>
        </w:rPr>
        <w:t>Gaji 30</w:t>
      </w:r>
      <w:r w:rsidR="001774FB">
        <w:rPr>
          <w:rFonts w:cs="Arial"/>
        </w:rPr>
        <w:t xml:space="preserve">, </w:t>
      </w:r>
      <w:r w:rsidR="009517E1">
        <w:rPr>
          <w:rFonts w:cs="Arial"/>
        </w:rPr>
        <w:t>3000 Celje</w:t>
      </w:r>
      <w:r w:rsidR="00F65CAE">
        <w:rPr>
          <w:rFonts w:cs="Arial"/>
        </w:rPr>
        <w:t>.</w:t>
      </w:r>
    </w:p>
    <w:p w14:paraId="0B79AE8B" w14:textId="77777777" w:rsidR="00D71333" w:rsidRPr="00160AF7" w:rsidRDefault="00D71333" w:rsidP="0035533B">
      <w:pPr>
        <w:widowControl w:val="0"/>
        <w:ind w:firstLine="360"/>
        <w:rPr>
          <w:rFonts w:cs="Arial"/>
        </w:rPr>
      </w:pPr>
    </w:p>
    <w:p w14:paraId="78BAD0BB" w14:textId="77777777" w:rsidR="0035533B" w:rsidRPr="00160AF7" w:rsidRDefault="0035533B" w:rsidP="0035533B">
      <w:pPr>
        <w:widowControl w:val="0"/>
        <w:numPr>
          <w:ilvl w:val="0"/>
          <w:numId w:val="17"/>
        </w:numPr>
        <w:rPr>
          <w:rFonts w:cs="Arial"/>
          <w:b/>
        </w:rPr>
      </w:pPr>
      <w:r w:rsidRPr="00160AF7">
        <w:rPr>
          <w:rFonts w:cs="Arial"/>
          <w:b/>
        </w:rPr>
        <w:t>PREDMET JAVNEGA NAROČILA:</w:t>
      </w:r>
    </w:p>
    <w:p w14:paraId="06244F9F" w14:textId="1FC80D18" w:rsidR="00C74415" w:rsidRPr="009E247F" w:rsidRDefault="001774FB" w:rsidP="00F65CAE">
      <w:pPr>
        <w:rPr>
          <w:rFonts w:cs="Arial"/>
        </w:rPr>
      </w:pPr>
      <w:r>
        <w:rPr>
          <w:rFonts w:cs="Arial"/>
        </w:rPr>
        <w:t>Investicijsko vzdrževalna dela na rezervoarj</w:t>
      </w:r>
      <w:r w:rsidR="0024353C">
        <w:rPr>
          <w:rFonts w:cs="Arial"/>
        </w:rPr>
        <w:t xml:space="preserve">u </w:t>
      </w:r>
      <w:r w:rsidR="009517E1">
        <w:rPr>
          <w:rFonts w:cs="Arial"/>
        </w:rPr>
        <w:t>R</w:t>
      </w:r>
      <w:r w:rsidR="00C06FEF">
        <w:rPr>
          <w:rFonts w:cs="Arial"/>
        </w:rPr>
        <w:t>1</w:t>
      </w:r>
      <w:r>
        <w:rPr>
          <w:rFonts w:cs="Arial"/>
        </w:rPr>
        <w:t xml:space="preserve"> v </w:t>
      </w:r>
      <w:r w:rsidR="00DE7B52">
        <w:rPr>
          <w:rFonts w:cs="Arial"/>
        </w:rPr>
        <w:t xml:space="preserve">skladišču </w:t>
      </w:r>
      <w:r>
        <w:rPr>
          <w:rFonts w:cs="Arial"/>
        </w:rPr>
        <w:t xml:space="preserve">SND </w:t>
      </w:r>
      <w:r w:rsidR="009517E1">
        <w:rPr>
          <w:rFonts w:cs="Arial"/>
        </w:rPr>
        <w:t>Celje</w:t>
      </w:r>
      <w:r w:rsidR="0002016B">
        <w:rPr>
          <w:rFonts w:cs="Arial"/>
        </w:rPr>
        <w:t>:</w:t>
      </w:r>
    </w:p>
    <w:p w14:paraId="1C65EECA" w14:textId="074FD799" w:rsidR="00A33BB7" w:rsidRDefault="00E62E7D" w:rsidP="00F65CAE">
      <w:pPr>
        <w:rPr>
          <w:rFonts w:cs="Arial"/>
        </w:rPr>
      </w:pPr>
      <w:r w:rsidRPr="009E247F">
        <w:rPr>
          <w:rFonts w:cs="Arial"/>
        </w:rPr>
        <w:t xml:space="preserve">(Podrobnejši opis predmeta </w:t>
      </w:r>
      <w:r w:rsidR="00521AA7">
        <w:rPr>
          <w:rFonts w:cs="Arial"/>
        </w:rPr>
        <w:t xml:space="preserve">– projektna naloga </w:t>
      </w:r>
      <w:r w:rsidRPr="009E247F">
        <w:rPr>
          <w:rFonts w:cs="Arial"/>
        </w:rPr>
        <w:t xml:space="preserve">je v OBR - </w:t>
      </w:r>
      <w:r w:rsidR="00CB27F0" w:rsidRPr="00CB27F0">
        <w:rPr>
          <w:rFonts w:cs="Arial"/>
        </w:rPr>
        <w:t>2.18_</w:t>
      </w:r>
      <w:r w:rsidR="00521AA7">
        <w:rPr>
          <w:rFonts w:cs="Arial"/>
        </w:rPr>
        <w:t>Vrsta in</w:t>
      </w:r>
      <w:r w:rsidR="00C83AF4">
        <w:rPr>
          <w:rFonts w:cs="Arial"/>
        </w:rPr>
        <w:t xml:space="preserve"> </w:t>
      </w:r>
      <w:r w:rsidR="00CB27F0" w:rsidRPr="00CB27F0">
        <w:rPr>
          <w:rFonts w:cs="Arial"/>
        </w:rPr>
        <w:t>opis gradnje</w:t>
      </w:r>
      <w:r w:rsidR="00521AA7">
        <w:rPr>
          <w:rFonts w:cs="Arial"/>
        </w:rPr>
        <w:t xml:space="preserve"> in</w:t>
      </w:r>
      <w:r w:rsidRPr="009E247F">
        <w:rPr>
          <w:rFonts w:cs="Arial"/>
        </w:rPr>
        <w:t xml:space="preserve"> OBR - </w:t>
      </w:r>
      <w:r w:rsidR="00CB27F0" w:rsidRPr="00CB27F0">
        <w:rPr>
          <w:rFonts w:cs="Arial"/>
        </w:rPr>
        <w:t>2.19_</w:t>
      </w:r>
      <w:r w:rsidR="00521AA7">
        <w:rPr>
          <w:rFonts w:cs="Arial"/>
        </w:rPr>
        <w:t>P</w:t>
      </w:r>
      <w:r w:rsidR="00CB27F0" w:rsidRPr="00CB27F0">
        <w:rPr>
          <w:rFonts w:cs="Arial"/>
        </w:rPr>
        <w:t>redračun</w:t>
      </w:r>
      <w:r w:rsidR="00521AA7">
        <w:rPr>
          <w:rFonts w:cs="Arial"/>
        </w:rPr>
        <w:t>).</w:t>
      </w:r>
    </w:p>
    <w:p w14:paraId="63E65612" w14:textId="77777777" w:rsidR="0035533B" w:rsidRPr="00160AF7" w:rsidRDefault="0035533B" w:rsidP="0035533B">
      <w:pPr>
        <w:tabs>
          <w:tab w:val="left" w:pos="1083"/>
        </w:tabs>
        <w:autoSpaceDE w:val="0"/>
        <w:autoSpaceDN w:val="0"/>
        <w:adjustRightInd w:val="0"/>
        <w:jc w:val="both"/>
        <w:rPr>
          <w:rFonts w:cs="Arial"/>
          <w:i/>
        </w:rPr>
      </w:pPr>
    </w:p>
    <w:p w14:paraId="1680E0DC" w14:textId="77777777" w:rsidR="0035533B" w:rsidRPr="00160AF7" w:rsidRDefault="0035533B" w:rsidP="0035533B">
      <w:pPr>
        <w:widowControl w:val="0"/>
        <w:numPr>
          <w:ilvl w:val="0"/>
          <w:numId w:val="17"/>
        </w:numPr>
        <w:rPr>
          <w:rFonts w:cs="Arial"/>
          <w:b/>
        </w:rPr>
      </w:pPr>
      <w:r w:rsidRPr="00160AF7">
        <w:rPr>
          <w:rFonts w:cs="Arial"/>
          <w:b/>
        </w:rPr>
        <w:t>VRSTA POSTOPKA:</w:t>
      </w:r>
    </w:p>
    <w:p w14:paraId="693F161C" w14:textId="346E39CD" w:rsidR="0035533B" w:rsidRPr="00160AF7" w:rsidRDefault="00354D55" w:rsidP="00F65CAE">
      <w:pPr>
        <w:rPr>
          <w:rFonts w:cs="Arial"/>
          <w:i/>
        </w:rPr>
      </w:pPr>
      <w:r w:rsidRPr="008D40CF">
        <w:rPr>
          <w:rFonts w:cs="Arial"/>
        </w:rPr>
        <w:t>Naročilo male vrednosti</w:t>
      </w:r>
      <w:r w:rsidR="000D3138" w:rsidRPr="008D40CF">
        <w:rPr>
          <w:rFonts w:cs="Arial"/>
        </w:rPr>
        <w:t>.</w:t>
      </w:r>
    </w:p>
    <w:p w14:paraId="3440273C" w14:textId="77777777" w:rsidR="00CD0390" w:rsidRPr="00160AF7" w:rsidRDefault="00CD0390" w:rsidP="00CD0390">
      <w:pPr>
        <w:pStyle w:val="Pripombabesedilo"/>
        <w:rPr>
          <w:rFonts w:cs="Arial"/>
          <w:sz w:val="22"/>
          <w:szCs w:val="22"/>
        </w:rPr>
      </w:pPr>
    </w:p>
    <w:p w14:paraId="1C2DF454" w14:textId="28B42069" w:rsidR="00D33B82" w:rsidRPr="00160AF7" w:rsidRDefault="00D33B82" w:rsidP="009F1D80">
      <w:pPr>
        <w:widowControl w:val="0"/>
        <w:numPr>
          <w:ilvl w:val="0"/>
          <w:numId w:val="17"/>
        </w:numPr>
        <w:rPr>
          <w:rFonts w:cs="Arial"/>
          <w:b/>
        </w:rPr>
      </w:pPr>
      <w:r w:rsidRPr="00160AF7">
        <w:rPr>
          <w:rFonts w:cs="Arial"/>
          <w:b/>
        </w:rPr>
        <w:t>DOSTOPNOST RAZPISNE DOKUMENTACIJE:</w:t>
      </w:r>
    </w:p>
    <w:p w14:paraId="559C929E" w14:textId="0A65675D" w:rsidR="00125FEC" w:rsidRPr="00160AF7" w:rsidRDefault="00234364" w:rsidP="00DE7B52">
      <w:pPr>
        <w:widowControl w:val="0"/>
        <w:rPr>
          <w:rFonts w:cs="Arial"/>
        </w:rPr>
      </w:pPr>
      <w:r w:rsidRPr="00160AF7">
        <w:rPr>
          <w:rFonts w:cs="Arial"/>
        </w:rPr>
        <w:t>Obvestilo o javnem naročilu je objav</w:t>
      </w:r>
      <w:r w:rsidR="00AC6DA7">
        <w:rPr>
          <w:rFonts w:cs="Arial"/>
        </w:rPr>
        <w:t>ljeno na Portalu javnih naročil</w:t>
      </w:r>
      <w:r w:rsidR="00DE7B52">
        <w:rPr>
          <w:rFonts w:cs="Arial"/>
        </w:rPr>
        <w:t xml:space="preserve">. </w:t>
      </w:r>
      <w:r w:rsidR="00D632AB" w:rsidRPr="00D632AB">
        <w:rPr>
          <w:rStyle w:val="Hiperpovezava"/>
        </w:rPr>
        <w:br/>
      </w:r>
    </w:p>
    <w:p w14:paraId="008791B9" w14:textId="77777777" w:rsidR="00234364" w:rsidRPr="00160AF7" w:rsidRDefault="00234364" w:rsidP="00F65CAE">
      <w:pPr>
        <w:widowControl w:val="0"/>
        <w:jc w:val="both"/>
        <w:rPr>
          <w:rFonts w:cs="Arial"/>
        </w:rPr>
      </w:pPr>
      <w:r w:rsidRPr="00160AF7">
        <w:rPr>
          <w:rFonts w:cs="Arial"/>
        </w:rPr>
        <w:t>Razpisna dokumentacija je objavljena na spletni strani naročnika:</w:t>
      </w:r>
    </w:p>
    <w:p w14:paraId="6BEE0407" w14:textId="0BCC17E2" w:rsidR="00234364" w:rsidRDefault="00B24E02" w:rsidP="00F65CAE">
      <w:pPr>
        <w:widowControl w:val="0"/>
        <w:jc w:val="both"/>
        <w:rPr>
          <w:rFonts w:cs="Arial"/>
        </w:rPr>
      </w:pPr>
      <w:hyperlink w:history="1">
        <w:r w:rsidR="00714E6A" w:rsidRPr="00A02F94">
          <w:rPr>
            <w:rStyle w:val="Hiperpovezava"/>
            <w:rFonts w:cs="Arial"/>
          </w:rPr>
          <w:t>https://www.dbr.si/javne-objave/</w:t>
        </w:r>
      </w:hyperlink>
    </w:p>
    <w:p w14:paraId="251D65A0" w14:textId="77777777" w:rsidR="00234364" w:rsidRPr="00160AF7" w:rsidRDefault="00234364" w:rsidP="00F65CAE">
      <w:pPr>
        <w:widowControl w:val="0"/>
        <w:jc w:val="both"/>
        <w:rPr>
          <w:rFonts w:cs="Arial"/>
        </w:rPr>
      </w:pPr>
    </w:p>
    <w:p w14:paraId="6155E826" w14:textId="1F3541DC" w:rsidR="00234364" w:rsidRPr="00160AF7" w:rsidRDefault="00234364" w:rsidP="00F65CAE">
      <w:pPr>
        <w:widowControl w:val="0"/>
        <w:jc w:val="both"/>
        <w:rPr>
          <w:rFonts w:cs="Arial"/>
        </w:rPr>
      </w:pPr>
      <w:r w:rsidRPr="00160AF7">
        <w:rPr>
          <w:rFonts w:cs="Arial"/>
        </w:rPr>
        <w:t>Vabimo vas, da pripravite in predložite ponudbo v skladu s predmetnimi Navodili ponudnikom za pripravo ponudbe</w:t>
      </w:r>
      <w:r w:rsidR="007D2965" w:rsidRPr="00160AF7">
        <w:rPr>
          <w:rFonts w:cs="Arial"/>
        </w:rPr>
        <w:t>.</w:t>
      </w:r>
    </w:p>
    <w:p w14:paraId="4854AD77" w14:textId="77777777" w:rsidR="0035533B" w:rsidRPr="00160AF7" w:rsidRDefault="0035533B" w:rsidP="0035533B">
      <w:pPr>
        <w:widowControl w:val="0"/>
        <w:ind w:left="284"/>
        <w:jc w:val="both"/>
        <w:rPr>
          <w:rFonts w:cs="Arial"/>
        </w:rPr>
      </w:pPr>
    </w:p>
    <w:p w14:paraId="738F818C" w14:textId="3DE64BFA" w:rsidR="00892833" w:rsidRPr="00160AF7" w:rsidRDefault="00892833" w:rsidP="00704B26">
      <w:pPr>
        <w:widowControl w:val="0"/>
        <w:numPr>
          <w:ilvl w:val="0"/>
          <w:numId w:val="17"/>
        </w:numPr>
        <w:rPr>
          <w:rFonts w:cs="Arial"/>
          <w:b/>
        </w:rPr>
      </w:pPr>
      <w:r w:rsidRPr="00160AF7">
        <w:rPr>
          <w:rFonts w:cs="Arial"/>
          <w:b/>
        </w:rPr>
        <w:t xml:space="preserve">NAVODILA ZA PRIPRAVO </w:t>
      </w:r>
      <w:r w:rsidR="00F65CAE">
        <w:rPr>
          <w:rFonts w:cs="Arial"/>
          <w:b/>
        </w:rPr>
        <w:t xml:space="preserve">IN ODDAJO </w:t>
      </w:r>
      <w:r w:rsidRPr="00160AF7">
        <w:rPr>
          <w:rFonts w:cs="Arial"/>
          <w:b/>
        </w:rPr>
        <w:t>PONUDBE</w:t>
      </w:r>
      <w:r w:rsidR="00C55300" w:rsidRPr="00160AF7">
        <w:rPr>
          <w:rFonts w:cs="Arial"/>
          <w:b/>
        </w:rPr>
        <w:t>:</w:t>
      </w:r>
    </w:p>
    <w:p w14:paraId="6369D776" w14:textId="77777777" w:rsidR="00892833" w:rsidRPr="00160AF7" w:rsidRDefault="00892833" w:rsidP="00892833">
      <w:pPr>
        <w:jc w:val="both"/>
        <w:rPr>
          <w:rFonts w:cs="Arial"/>
          <w:b/>
        </w:rPr>
      </w:pPr>
    </w:p>
    <w:p w14:paraId="6E7BB097" w14:textId="77777777" w:rsidR="00892833" w:rsidRPr="00160AF7" w:rsidRDefault="00892833" w:rsidP="008058DD">
      <w:pPr>
        <w:widowControl w:val="0"/>
        <w:numPr>
          <w:ilvl w:val="1"/>
          <w:numId w:val="17"/>
        </w:numPr>
        <w:ind w:left="432"/>
        <w:rPr>
          <w:rFonts w:cs="Arial"/>
          <w:b/>
        </w:rPr>
      </w:pPr>
      <w:r w:rsidRPr="00160AF7">
        <w:rPr>
          <w:rFonts w:cs="Arial"/>
          <w:b/>
        </w:rPr>
        <w:t>JEZIK</w:t>
      </w:r>
      <w:r w:rsidR="00AF793F" w:rsidRPr="00160AF7">
        <w:rPr>
          <w:rFonts w:cs="Arial"/>
          <w:b/>
        </w:rPr>
        <w:t>:</w:t>
      </w:r>
    </w:p>
    <w:p w14:paraId="1A32922F" w14:textId="77777777" w:rsidR="00892833" w:rsidRPr="00160AF7" w:rsidRDefault="00180FD8" w:rsidP="008058DD">
      <w:pPr>
        <w:widowControl w:val="0"/>
        <w:jc w:val="both"/>
        <w:rPr>
          <w:rFonts w:cs="Arial"/>
        </w:rPr>
      </w:pPr>
      <w:r w:rsidRPr="00160AF7">
        <w:rPr>
          <w:rFonts w:cs="Arial"/>
        </w:rPr>
        <w:t xml:space="preserve">Obvezna ponudbena dokumentacija </w:t>
      </w:r>
      <w:r w:rsidR="00892833" w:rsidRPr="00160AF7">
        <w:rPr>
          <w:rFonts w:cs="Arial"/>
        </w:rPr>
        <w:t xml:space="preserve">mora biti </w:t>
      </w:r>
      <w:r w:rsidRPr="00160AF7">
        <w:rPr>
          <w:rFonts w:cs="Arial"/>
        </w:rPr>
        <w:t>izpolnjena</w:t>
      </w:r>
      <w:r w:rsidR="00892833" w:rsidRPr="00160AF7">
        <w:rPr>
          <w:rFonts w:cs="Arial"/>
        </w:rPr>
        <w:t xml:space="preserve"> v slovenskem jeziku. V primeru, da je del </w:t>
      </w:r>
      <w:r w:rsidRPr="00160AF7">
        <w:rPr>
          <w:rFonts w:cs="Arial"/>
        </w:rPr>
        <w:t xml:space="preserve">podporne ponudbene </w:t>
      </w:r>
      <w:r w:rsidR="00892833" w:rsidRPr="00160AF7">
        <w:rPr>
          <w:rFonts w:cs="Arial"/>
        </w:rPr>
        <w:t>dokumentacije v tujem jeziku</w:t>
      </w:r>
      <w:r w:rsidRPr="00160AF7">
        <w:rPr>
          <w:rFonts w:cs="Arial"/>
        </w:rPr>
        <w:t xml:space="preserve"> (dokazila, certifikat</w:t>
      </w:r>
      <w:r w:rsidR="008D2DC3" w:rsidRPr="00160AF7">
        <w:rPr>
          <w:rFonts w:cs="Arial"/>
        </w:rPr>
        <w:t>i, predstavitvena dokumentacija, ipd.</w:t>
      </w:r>
      <w:r w:rsidRPr="00160AF7">
        <w:rPr>
          <w:rFonts w:cs="Arial"/>
        </w:rPr>
        <w:t>)</w:t>
      </w:r>
      <w:r w:rsidR="00892833" w:rsidRPr="00160AF7">
        <w:rPr>
          <w:rFonts w:cs="Arial"/>
        </w:rPr>
        <w:t xml:space="preserve"> mora ponudnik priložiti </w:t>
      </w:r>
      <w:r w:rsidR="008E7B3B" w:rsidRPr="00160AF7">
        <w:rPr>
          <w:rFonts w:cs="Arial"/>
        </w:rPr>
        <w:t xml:space="preserve">še </w:t>
      </w:r>
      <w:r w:rsidRPr="00160AF7">
        <w:rPr>
          <w:rFonts w:cs="Arial"/>
        </w:rPr>
        <w:t xml:space="preserve">kratek </w:t>
      </w:r>
      <w:r w:rsidR="00892833" w:rsidRPr="00160AF7">
        <w:rPr>
          <w:rFonts w:cs="Arial"/>
        </w:rPr>
        <w:t>prevod te dok</w:t>
      </w:r>
      <w:r w:rsidRPr="00160AF7">
        <w:rPr>
          <w:rFonts w:cs="Arial"/>
        </w:rPr>
        <w:t>umentacije v slovenskem jeziku.</w:t>
      </w:r>
      <w:r w:rsidR="008E7B3B" w:rsidRPr="00160AF7">
        <w:rPr>
          <w:rFonts w:cs="Arial"/>
        </w:rPr>
        <w:t xml:space="preserve"> Tehnični del predstavitvene dokumentacije je lahko tudi v angleškem jeziku</w:t>
      </w:r>
      <w:r w:rsidR="006F7434" w:rsidRPr="00160AF7">
        <w:rPr>
          <w:rFonts w:cs="Arial"/>
        </w:rPr>
        <w:t>,</w:t>
      </w:r>
      <w:r w:rsidR="008E7B3B" w:rsidRPr="00160AF7">
        <w:rPr>
          <w:rFonts w:cs="Arial"/>
        </w:rPr>
        <w:t xml:space="preserve"> </w:t>
      </w:r>
      <w:r w:rsidR="006F7434" w:rsidRPr="00160AF7">
        <w:rPr>
          <w:rFonts w:cs="Arial"/>
        </w:rPr>
        <w:t>vendar</w:t>
      </w:r>
      <w:r w:rsidR="008E7B3B" w:rsidRPr="00160AF7">
        <w:rPr>
          <w:rFonts w:cs="Arial"/>
        </w:rPr>
        <w:t xml:space="preserve"> ga </w:t>
      </w:r>
      <w:r w:rsidR="006F7434" w:rsidRPr="00160AF7">
        <w:rPr>
          <w:rFonts w:cs="Arial"/>
        </w:rPr>
        <w:t xml:space="preserve">mora ponudnik </w:t>
      </w:r>
      <w:r w:rsidR="008E7B3B" w:rsidRPr="00160AF7">
        <w:rPr>
          <w:rFonts w:cs="Arial"/>
        </w:rPr>
        <w:t>na poziv naročnika dopolni</w:t>
      </w:r>
      <w:r w:rsidR="006F7434" w:rsidRPr="00160AF7">
        <w:rPr>
          <w:rFonts w:cs="Arial"/>
        </w:rPr>
        <w:t>ti</w:t>
      </w:r>
      <w:r w:rsidR="008E7B3B" w:rsidRPr="00160AF7">
        <w:rPr>
          <w:rFonts w:cs="Arial"/>
        </w:rPr>
        <w:t xml:space="preserve"> s slovenskim prevodom.</w:t>
      </w:r>
    </w:p>
    <w:p w14:paraId="37F778C1" w14:textId="77777777" w:rsidR="00150FDE" w:rsidRPr="00160AF7" w:rsidRDefault="00150FDE" w:rsidP="008058DD">
      <w:pPr>
        <w:widowControl w:val="0"/>
        <w:jc w:val="both"/>
        <w:rPr>
          <w:rFonts w:cs="Arial"/>
        </w:rPr>
      </w:pPr>
      <w:r w:rsidRPr="00160AF7">
        <w:rPr>
          <w:rFonts w:cs="Arial"/>
        </w:rPr>
        <w:t>Komunikacija s ponudniki bo potekala v slovenskem jeziku</w:t>
      </w:r>
      <w:r w:rsidR="00EB0AC0" w:rsidRPr="00160AF7">
        <w:rPr>
          <w:rFonts w:cs="Arial"/>
        </w:rPr>
        <w:t>, ki je tudi uradni jezik naročnika.</w:t>
      </w:r>
    </w:p>
    <w:p w14:paraId="2BE04FB8" w14:textId="77777777" w:rsidR="001F5DE6" w:rsidRPr="00160AF7" w:rsidRDefault="001F5DE6" w:rsidP="008058DD">
      <w:pPr>
        <w:widowControl w:val="0"/>
        <w:jc w:val="both"/>
        <w:rPr>
          <w:rFonts w:cs="Arial"/>
        </w:rPr>
      </w:pPr>
    </w:p>
    <w:p w14:paraId="575F03E2" w14:textId="17EC747F" w:rsidR="00B574B3" w:rsidRPr="00160AF7" w:rsidRDefault="00B574B3" w:rsidP="008058DD">
      <w:pPr>
        <w:widowControl w:val="0"/>
        <w:numPr>
          <w:ilvl w:val="1"/>
          <w:numId w:val="17"/>
        </w:numPr>
        <w:ind w:left="432"/>
        <w:rPr>
          <w:rFonts w:cs="Arial"/>
          <w:b/>
        </w:rPr>
      </w:pPr>
      <w:r w:rsidRPr="00160AF7">
        <w:rPr>
          <w:rFonts w:cs="Arial"/>
          <w:b/>
        </w:rPr>
        <w:t>PONUDNIK:</w:t>
      </w:r>
    </w:p>
    <w:p w14:paraId="7324DE39" w14:textId="3F921A87" w:rsidR="00B574B3" w:rsidRPr="00160AF7" w:rsidRDefault="007A6CDC" w:rsidP="008058DD">
      <w:pPr>
        <w:widowControl w:val="0"/>
        <w:jc w:val="both"/>
        <w:rPr>
          <w:rFonts w:cs="Arial"/>
        </w:rPr>
      </w:pPr>
      <w:r>
        <w:rPr>
          <w:rFonts w:cs="Arial"/>
        </w:rPr>
        <w:t>»</w:t>
      </w:r>
      <w:r w:rsidR="00B574B3" w:rsidRPr="00160AF7">
        <w:rPr>
          <w:rFonts w:cs="Arial"/>
        </w:rPr>
        <w:t>Ponudnik</w:t>
      </w:r>
      <w:r>
        <w:rPr>
          <w:rFonts w:cs="Arial"/>
        </w:rPr>
        <w:t>«</w:t>
      </w:r>
      <w:r w:rsidR="00B574B3" w:rsidRPr="00160AF7">
        <w:rPr>
          <w:rFonts w:cs="Arial"/>
        </w:rPr>
        <w:t xml:space="preserve"> je podjetje ali organizacija </w:t>
      </w:r>
      <w:r w:rsidR="007F75A7">
        <w:rPr>
          <w:rFonts w:cs="Arial"/>
        </w:rPr>
        <w:t>gospodarskih subjektov</w:t>
      </w:r>
      <w:r w:rsidR="00B574B3" w:rsidRPr="00160AF7">
        <w:rPr>
          <w:rFonts w:cs="Arial"/>
        </w:rPr>
        <w:t xml:space="preserve"> (glavnega ponudnika, so</w:t>
      </w:r>
      <w:r>
        <w:rPr>
          <w:rFonts w:cs="Arial"/>
        </w:rPr>
        <w:t>-</w:t>
      </w:r>
      <w:r w:rsidR="00B574B3" w:rsidRPr="00160AF7">
        <w:rPr>
          <w:rFonts w:cs="Arial"/>
        </w:rPr>
        <w:t>ponudnikov ter njihovih podizvajalcev), ki skupaj oddajo ponudbo za izvedbo del</w:t>
      </w:r>
      <w:r>
        <w:rPr>
          <w:rFonts w:cs="Arial"/>
        </w:rPr>
        <w:t xml:space="preserve"> na tem javnem naročilu</w:t>
      </w:r>
      <w:r w:rsidR="00B574B3" w:rsidRPr="00160AF7">
        <w:rPr>
          <w:rFonts w:cs="Arial"/>
        </w:rPr>
        <w:t>.</w:t>
      </w:r>
    </w:p>
    <w:p w14:paraId="686E2AD7" w14:textId="21DB5B7C" w:rsidR="008D2DC3" w:rsidRDefault="008D2DC3" w:rsidP="008058DD">
      <w:pPr>
        <w:widowControl w:val="0"/>
        <w:jc w:val="both"/>
        <w:rPr>
          <w:rFonts w:cs="Arial"/>
        </w:rPr>
      </w:pPr>
    </w:p>
    <w:p w14:paraId="149A35E8" w14:textId="497479D3" w:rsidR="0002016B" w:rsidRPr="00DB3586" w:rsidRDefault="0002016B" w:rsidP="0002016B">
      <w:pPr>
        <w:widowControl w:val="0"/>
        <w:numPr>
          <w:ilvl w:val="1"/>
          <w:numId w:val="17"/>
        </w:numPr>
        <w:ind w:left="432"/>
        <w:rPr>
          <w:rFonts w:cs="Arial"/>
          <w:b/>
        </w:rPr>
      </w:pPr>
      <w:r w:rsidRPr="00DB3586">
        <w:rPr>
          <w:rFonts w:cs="Arial"/>
          <w:b/>
        </w:rPr>
        <w:t>SKLOPI, VARIANTNE IN DELNE PONUDBE:</w:t>
      </w:r>
    </w:p>
    <w:p w14:paraId="4E205323" w14:textId="75714A6C" w:rsidR="0002016B" w:rsidRPr="00DB3586" w:rsidRDefault="00521AA7" w:rsidP="008058DD">
      <w:pPr>
        <w:widowControl w:val="0"/>
        <w:jc w:val="both"/>
        <w:rPr>
          <w:rFonts w:cs="Arial"/>
        </w:rPr>
      </w:pPr>
      <w:r w:rsidRPr="00DB3586">
        <w:rPr>
          <w:rFonts w:cs="Arial"/>
        </w:rPr>
        <w:t xml:space="preserve">Dela so razdeljena na </w:t>
      </w:r>
      <w:r w:rsidR="00191E8B">
        <w:rPr>
          <w:rFonts w:cs="Arial"/>
        </w:rPr>
        <w:t>4</w:t>
      </w:r>
      <w:r w:rsidR="00CB071B" w:rsidRPr="00DB3586">
        <w:rPr>
          <w:rFonts w:cs="Arial"/>
        </w:rPr>
        <w:t xml:space="preserve"> </w:t>
      </w:r>
      <w:r w:rsidRPr="00DB3586">
        <w:rPr>
          <w:rFonts w:cs="Arial"/>
        </w:rPr>
        <w:t>sklop</w:t>
      </w:r>
      <w:r w:rsidR="00354D55">
        <w:rPr>
          <w:rFonts w:cs="Arial"/>
        </w:rPr>
        <w:t>e</w:t>
      </w:r>
      <w:r w:rsidRPr="00DB3586">
        <w:rPr>
          <w:rFonts w:cs="Arial"/>
        </w:rPr>
        <w:t>.</w:t>
      </w:r>
    </w:p>
    <w:p w14:paraId="5208547A" w14:textId="202DEF4A" w:rsidR="00CB071B" w:rsidRPr="00DB3586" w:rsidRDefault="00CB071B" w:rsidP="008058DD">
      <w:pPr>
        <w:widowControl w:val="0"/>
        <w:jc w:val="both"/>
        <w:rPr>
          <w:rFonts w:cs="Arial"/>
          <w:b/>
        </w:rPr>
      </w:pPr>
      <w:r w:rsidRPr="00DB3586">
        <w:rPr>
          <w:rFonts w:cs="Arial"/>
        </w:rPr>
        <w:t>Sklop 1</w:t>
      </w:r>
      <w:r w:rsidR="0077321D" w:rsidRPr="00DB3586">
        <w:rPr>
          <w:rFonts w:cs="Arial"/>
        </w:rPr>
        <w:t xml:space="preserve">: </w:t>
      </w:r>
      <w:r w:rsidR="00354D55" w:rsidRPr="00354D55">
        <w:rPr>
          <w:rFonts w:cs="Arial"/>
          <w:b/>
        </w:rPr>
        <w:t>IZDELAVA NOVE PODNICE REZERVOARJA</w:t>
      </w:r>
    </w:p>
    <w:p w14:paraId="7FDC79D0" w14:textId="4D0E4D0A" w:rsidR="0077321D" w:rsidRDefault="0077321D" w:rsidP="008058DD">
      <w:pPr>
        <w:widowControl w:val="0"/>
        <w:jc w:val="both"/>
        <w:rPr>
          <w:rFonts w:cs="Arial"/>
          <w:b/>
        </w:rPr>
      </w:pPr>
      <w:r w:rsidRPr="00DB3586">
        <w:rPr>
          <w:rFonts w:cs="Arial"/>
        </w:rPr>
        <w:t xml:space="preserve">Sklop 2: </w:t>
      </w:r>
      <w:r w:rsidR="00354D55" w:rsidRPr="00DB3586">
        <w:rPr>
          <w:rFonts w:cs="Arial"/>
          <w:b/>
        </w:rPr>
        <w:t xml:space="preserve">OBNOVA SISTEMA AKTIVNE POŽARNE </w:t>
      </w:r>
      <w:r w:rsidR="00354D55">
        <w:rPr>
          <w:rFonts w:cs="Arial"/>
          <w:b/>
        </w:rPr>
        <w:t>Z</w:t>
      </w:r>
      <w:r w:rsidR="00354D55" w:rsidRPr="00DB3586">
        <w:rPr>
          <w:rFonts w:cs="Arial"/>
          <w:b/>
        </w:rPr>
        <w:t>AŠČITE</w:t>
      </w:r>
      <w:r w:rsidR="00354D55">
        <w:rPr>
          <w:rFonts w:cs="Arial"/>
          <w:b/>
        </w:rPr>
        <w:t xml:space="preserve"> (APZ)</w:t>
      </w:r>
    </w:p>
    <w:p w14:paraId="29C0DBB1" w14:textId="7D5F77BF" w:rsidR="00354D55" w:rsidRDefault="00354D55" w:rsidP="00354D55">
      <w:pPr>
        <w:widowControl w:val="0"/>
        <w:jc w:val="both"/>
        <w:rPr>
          <w:rFonts w:cs="Arial"/>
          <w:b/>
        </w:rPr>
      </w:pPr>
      <w:r w:rsidRPr="00DB3586">
        <w:rPr>
          <w:rFonts w:cs="Arial"/>
        </w:rPr>
        <w:t xml:space="preserve">Sklop </w:t>
      </w:r>
      <w:r>
        <w:rPr>
          <w:rFonts w:cs="Arial"/>
        </w:rPr>
        <w:t>3</w:t>
      </w:r>
      <w:r w:rsidRPr="00DB3586">
        <w:rPr>
          <w:rFonts w:cs="Arial"/>
        </w:rPr>
        <w:t xml:space="preserve">: </w:t>
      </w:r>
      <w:r w:rsidRPr="00DB3586">
        <w:rPr>
          <w:rFonts w:cs="Arial"/>
          <w:b/>
        </w:rPr>
        <w:t>PROTIKOROZIJSKA ZAŠČITA REZERVOARJA</w:t>
      </w:r>
      <w:r>
        <w:rPr>
          <w:rFonts w:cs="Arial"/>
          <w:b/>
        </w:rPr>
        <w:t xml:space="preserve"> (PKZ)</w:t>
      </w:r>
    </w:p>
    <w:p w14:paraId="0A20C4DD" w14:textId="76E30381" w:rsidR="005A184F" w:rsidRDefault="005A184F" w:rsidP="005A184F">
      <w:pPr>
        <w:widowControl w:val="0"/>
        <w:jc w:val="both"/>
        <w:rPr>
          <w:rFonts w:cs="Arial"/>
          <w:b/>
        </w:rPr>
      </w:pPr>
      <w:r w:rsidRPr="00DB3586">
        <w:rPr>
          <w:rFonts w:cs="Arial"/>
        </w:rPr>
        <w:t xml:space="preserve">Sklop </w:t>
      </w:r>
      <w:r>
        <w:rPr>
          <w:rFonts w:cs="Arial"/>
        </w:rPr>
        <w:t>4</w:t>
      </w:r>
      <w:r w:rsidRPr="00DB3586">
        <w:rPr>
          <w:rFonts w:cs="Arial"/>
        </w:rPr>
        <w:t xml:space="preserve">: </w:t>
      </w:r>
      <w:r>
        <w:rPr>
          <w:rFonts w:cs="Arial"/>
          <w:b/>
        </w:rPr>
        <w:t xml:space="preserve">SANACIJA </w:t>
      </w:r>
      <w:r w:rsidR="00552063">
        <w:rPr>
          <w:rFonts w:cs="Arial"/>
          <w:b/>
        </w:rPr>
        <w:t xml:space="preserve">TESNJENJA LOVILNE SKLEDE REZERVOARJA </w:t>
      </w:r>
    </w:p>
    <w:p w14:paraId="5281CC80" w14:textId="77777777" w:rsidR="005A184F" w:rsidRDefault="005A184F" w:rsidP="00354D55">
      <w:pPr>
        <w:widowControl w:val="0"/>
        <w:jc w:val="both"/>
        <w:rPr>
          <w:rFonts w:cs="Arial"/>
          <w:b/>
        </w:rPr>
      </w:pPr>
    </w:p>
    <w:p w14:paraId="656E56F1" w14:textId="7E0A7162" w:rsidR="008D2DC3" w:rsidRDefault="008D2DC3" w:rsidP="008058DD">
      <w:pPr>
        <w:widowControl w:val="0"/>
        <w:jc w:val="both"/>
        <w:rPr>
          <w:rFonts w:cs="Arial"/>
        </w:rPr>
      </w:pPr>
      <w:r w:rsidRPr="00DB3586">
        <w:rPr>
          <w:rFonts w:cs="Arial"/>
        </w:rPr>
        <w:t xml:space="preserve">Variantne </w:t>
      </w:r>
      <w:r w:rsidR="008B6294" w:rsidRPr="00DB3586">
        <w:rPr>
          <w:rFonts w:cs="Arial"/>
        </w:rPr>
        <w:t xml:space="preserve">in delne </w:t>
      </w:r>
      <w:r w:rsidRPr="00DB3586">
        <w:rPr>
          <w:rFonts w:cs="Arial"/>
        </w:rPr>
        <w:t>ponudbe se ne bodo upoštevale.</w:t>
      </w:r>
    </w:p>
    <w:p w14:paraId="71ACB0D0" w14:textId="77777777" w:rsidR="00552063" w:rsidRDefault="00552063" w:rsidP="008058DD">
      <w:pPr>
        <w:widowControl w:val="0"/>
        <w:jc w:val="both"/>
        <w:rPr>
          <w:rFonts w:cs="Arial"/>
        </w:rPr>
      </w:pPr>
    </w:p>
    <w:p w14:paraId="03FCAB83" w14:textId="71F5AEC6" w:rsidR="00652FB3" w:rsidRPr="00160AF7" w:rsidRDefault="00652FB3" w:rsidP="008058DD">
      <w:pPr>
        <w:widowControl w:val="0"/>
        <w:numPr>
          <w:ilvl w:val="1"/>
          <w:numId w:val="17"/>
        </w:numPr>
        <w:ind w:left="432"/>
        <w:rPr>
          <w:rFonts w:cs="Arial"/>
          <w:b/>
        </w:rPr>
      </w:pPr>
      <w:r w:rsidRPr="00160AF7">
        <w:rPr>
          <w:rFonts w:cs="Arial"/>
          <w:b/>
        </w:rPr>
        <w:lastRenderedPageBreak/>
        <w:t>NAČIN PRIPRAVE PONUDBE:</w:t>
      </w:r>
    </w:p>
    <w:p w14:paraId="0F4C7771" w14:textId="4473C5E1" w:rsidR="00652FB3" w:rsidRPr="00160AF7" w:rsidRDefault="00652FB3" w:rsidP="008058DD">
      <w:pPr>
        <w:widowControl w:val="0"/>
        <w:jc w:val="both"/>
        <w:rPr>
          <w:rFonts w:cs="Arial"/>
        </w:rPr>
      </w:pPr>
      <w:r w:rsidRPr="00160AF7">
        <w:rPr>
          <w:rFonts w:cs="Arial"/>
        </w:rPr>
        <w:t xml:space="preserve">Ponudniki pripravijo ponudbo v skladu z </w:t>
      </w:r>
      <w:r w:rsidR="00AA421D" w:rsidRPr="00160AF7">
        <w:rPr>
          <w:rFonts w:cs="Arial"/>
        </w:rPr>
        <w:t>»</w:t>
      </w:r>
      <w:r w:rsidRPr="00160AF7">
        <w:rPr>
          <w:rFonts w:cs="Arial"/>
        </w:rPr>
        <w:t>Obvezno vsebino ponudbene dokumentacije</w:t>
      </w:r>
      <w:r w:rsidR="00AA421D" w:rsidRPr="00160AF7">
        <w:rPr>
          <w:rFonts w:cs="Arial"/>
        </w:rPr>
        <w:t>«</w:t>
      </w:r>
      <w:r w:rsidR="00CB27F0">
        <w:rPr>
          <w:rFonts w:cs="Arial"/>
        </w:rPr>
        <w:t xml:space="preserve"> (OBR – 2.03</w:t>
      </w:r>
      <w:r w:rsidRPr="00160AF7">
        <w:rPr>
          <w:rFonts w:cs="Arial"/>
        </w:rPr>
        <w:t xml:space="preserve">) na priloženih obrazcih, ki jih po potrebi razmnožijo ali prilagodijo. </w:t>
      </w:r>
      <w:r w:rsidRPr="00160AF7">
        <w:rPr>
          <w:rFonts w:cs="Arial"/>
          <w:b/>
          <w:i/>
          <w:u w:val="single"/>
        </w:rPr>
        <w:t>Vsebinski popravki obrazcev niso dovoljeni.</w:t>
      </w:r>
      <w:r w:rsidRPr="00160AF7">
        <w:rPr>
          <w:rFonts w:cs="Arial"/>
        </w:rPr>
        <w:t xml:space="preserve"> Posameznemu obrazcu so lahko dodatno priložena dokazila ponudnik</w:t>
      </w:r>
      <w:r w:rsidR="00AA421D" w:rsidRPr="00160AF7">
        <w:rPr>
          <w:rFonts w:cs="Arial"/>
        </w:rPr>
        <w:t>ov</w:t>
      </w:r>
      <w:r w:rsidRPr="00160AF7">
        <w:rPr>
          <w:rFonts w:cs="Arial"/>
        </w:rPr>
        <w:t>, s katerimi dokazuje</w:t>
      </w:r>
      <w:r w:rsidR="00AA421D" w:rsidRPr="00160AF7">
        <w:rPr>
          <w:rFonts w:cs="Arial"/>
        </w:rPr>
        <w:t>jo</w:t>
      </w:r>
      <w:r w:rsidRPr="00160AF7">
        <w:rPr>
          <w:rFonts w:cs="Arial"/>
        </w:rPr>
        <w:t xml:space="preserve"> svojo </w:t>
      </w:r>
      <w:r w:rsidR="009276AC">
        <w:rPr>
          <w:rFonts w:cs="Arial"/>
        </w:rPr>
        <w:t>usposobljenost</w:t>
      </w:r>
      <w:r w:rsidRPr="00160AF7">
        <w:rPr>
          <w:rFonts w:cs="Arial"/>
        </w:rPr>
        <w:t xml:space="preserve">. Ponudba </w:t>
      </w:r>
      <w:r w:rsidR="00AA421D" w:rsidRPr="00160AF7">
        <w:rPr>
          <w:rFonts w:cs="Arial"/>
        </w:rPr>
        <w:t>mora biti</w:t>
      </w:r>
      <w:r w:rsidRPr="00160AF7">
        <w:rPr>
          <w:rFonts w:cs="Arial"/>
        </w:rPr>
        <w:t xml:space="preserve"> zložena v skladu z </w:t>
      </w:r>
      <w:r w:rsidR="00AA421D" w:rsidRPr="00160AF7">
        <w:rPr>
          <w:rFonts w:cs="Arial"/>
        </w:rPr>
        <w:t>»</w:t>
      </w:r>
      <w:r w:rsidRPr="00160AF7">
        <w:rPr>
          <w:rFonts w:cs="Arial"/>
        </w:rPr>
        <w:t>Obvezno vsebino ponudbene dokumentacije</w:t>
      </w:r>
      <w:r w:rsidR="00AA421D" w:rsidRPr="00160AF7">
        <w:rPr>
          <w:rFonts w:cs="Arial"/>
        </w:rPr>
        <w:t>«</w:t>
      </w:r>
      <w:r w:rsidRPr="00160AF7">
        <w:rPr>
          <w:rFonts w:cs="Arial"/>
        </w:rPr>
        <w:t xml:space="preserve"> (OBR – 2.</w:t>
      </w:r>
      <w:r w:rsidR="00CB27F0">
        <w:rPr>
          <w:rFonts w:cs="Arial"/>
        </w:rPr>
        <w:t>03</w:t>
      </w:r>
      <w:r w:rsidRPr="00160AF7">
        <w:rPr>
          <w:rFonts w:cs="Arial"/>
        </w:rPr>
        <w:t xml:space="preserve">). </w:t>
      </w:r>
    </w:p>
    <w:p w14:paraId="038EDC08" w14:textId="77777777" w:rsidR="00652FB3" w:rsidRPr="00160AF7" w:rsidRDefault="00652FB3" w:rsidP="008058DD">
      <w:pPr>
        <w:widowControl w:val="0"/>
        <w:jc w:val="both"/>
        <w:rPr>
          <w:rFonts w:cs="Arial"/>
        </w:rPr>
      </w:pPr>
    </w:p>
    <w:p w14:paraId="1A9BD84E" w14:textId="77777777" w:rsidR="00652FB3" w:rsidRPr="00160AF7" w:rsidRDefault="00652FB3" w:rsidP="008058DD">
      <w:pPr>
        <w:widowControl w:val="0"/>
        <w:numPr>
          <w:ilvl w:val="1"/>
          <w:numId w:val="17"/>
        </w:numPr>
        <w:ind w:left="432"/>
        <w:rPr>
          <w:rFonts w:cs="Arial"/>
          <w:b/>
        </w:rPr>
      </w:pPr>
      <w:r w:rsidRPr="00160AF7">
        <w:rPr>
          <w:rFonts w:cs="Arial"/>
          <w:b/>
        </w:rPr>
        <w:t>DATIRANJE PONUDBE:</w:t>
      </w:r>
    </w:p>
    <w:p w14:paraId="67C5E10E" w14:textId="2C697844" w:rsidR="00652FB3" w:rsidRPr="00160AF7" w:rsidRDefault="00EE4D2B" w:rsidP="008058DD">
      <w:pPr>
        <w:widowControl w:val="0"/>
        <w:jc w:val="both"/>
        <w:rPr>
          <w:rFonts w:cs="Arial"/>
        </w:rPr>
      </w:pPr>
      <w:r>
        <w:rPr>
          <w:rFonts w:cs="Arial"/>
        </w:rPr>
        <w:t xml:space="preserve">Datiranje obrazcev ni potrebno. </w:t>
      </w:r>
      <w:r w:rsidR="000D3138">
        <w:rPr>
          <w:rFonts w:cs="Arial"/>
        </w:rPr>
        <w:t>Upošteva</w:t>
      </w:r>
      <w:r w:rsidR="00647C0F" w:rsidRPr="00160AF7">
        <w:rPr>
          <w:rFonts w:cs="Arial"/>
        </w:rPr>
        <w:t xml:space="preserve"> se, da so ponudba in njeni obrazci datirani </w:t>
      </w:r>
      <w:r w:rsidR="00AA421D" w:rsidRPr="00160AF7">
        <w:rPr>
          <w:rFonts w:cs="Arial"/>
        </w:rPr>
        <w:t>na dan oddaje ponudbe.</w:t>
      </w:r>
    </w:p>
    <w:p w14:paraId="2D57C32F" w14:textId="77777777" w:rsidR="00A4465B" w:rsidRPr="00160AF7" w:rsidRDefault="00A4465B" w:rsidP="008058DD">
      <w:pPr>
        <w:pStyle w:val="Pripombabesedilo"/>
        <w:rPr>
          <w:rFonts w:cs="Arial"/>
          <w:sz w:val="22"/>
          <w:szCs w:val="22"/>
        </w:rPr>
      </w:pPr>
    </w:p>
    <w:p w14:paraId="1AE7A789" w14:textId="77777777" w:rsidR="008B5F17" w:rsidRPr="00160AF7" w:rsidRDefault="00B46FF6" w:rsidP="008058DD">
      <w:pPr>
        <w:widowControl w:val="0"/>
        <w:numPr>
          <w:ilvl w:val="1"/>
          <w:numId w:val="17"/>
        </w:numPr>
        <w:ind w:left="432"/>
        <w:jc w:val="both"/>
        <w:rPr>
          <w:rFonts w:cs="Arial"/>
          <w:b/>
        </w:rPr>
      </w:pPr>
      <w:r w:rsidRPr="00160AF7">
        <w:rPr>
          <w:rFonts w:cs="Arial"/>
          <w:b/>
        </w:rPr>
        <w:t xml:space="preserve">PROUČITEV </w:t>
      </w:r>
      <w:r w:rsidR="00772C21" w:rsidRPr="00160AF7">
        <w:rPr>
          <w:rFonts w:cs="Arial"/>
          <w:b/>
        </w:rPr>
        <w:t xml:space="preserve">RAZMER </w:t>
      </w:r>
      <w:r w:rsidR="00905C3F" w:rsidRPr="00160AF7">
        <w:rPr>
          <w:rFonts w:cs="Arial"/>
          <w:b/>
        </w:rPr>
        <w:t xml:space="preserve">NA LOKACIJI GRADNJE </w:t>
      </w:r>
      <w:r w:rsidR="00772C21" w:rsidRPr="00160AF7">
        <w:rPr>
          <w:rFonts w:cs="Arial"/>
          <w:b/>
        </w:rPr>
        <w:t xml:space="preserve">IN OSTALE RAZPOLOŽLJIVE TEHNIČNE </w:t>
      </w:r>
      <w:r w:rsidRPr="00160AF7">
        <w:rPr>
          <w:rFonts w:cs="Arial"/>
          <w:b/>
        </w:rPr>
        <w:t>DOKUMENTACIJE:</w:t>
      </w:r>
    </w:p>
    <w:p w14:paraId="4412F4DB" w14:textId="7E794721" w:rsidR="00BE6219" w:rsidRPr="00160AF7" w:rsidRDefault="008B5F17" w:rsidP="008058DD">
      <w:pPr>
        <w:widowControl w:val="0"/>
        <w:jc w:val="both"/>
        <w:rPr>
          <w:rFonts w:cs="Arial"/>
        </w:rPr>
      </w:pPr>
      <w:r w:rsidRPr="00160AF7">
        <w:rPr>
          <w:rFonts w:cs="Arial"/>
        </w:rPr>
        <w:t>Za</w:t>
      </w:r>
      <w:r w:rsidR="00905C3F" w:rsidRPr="00160AF7">
        <w:rPr>
          <w:rFonts w:cs="Arial"/>
        </w:rPr>
        <w:t xml:space="preserve"> korektno in kvalitetno pripravo celovite ponudbe naročnik ponudnikom </w:t>
      </w:r>
      <w:r w:rsidR="00232D59">
        <w:rPr>
          <w:rFonts w:cs="Arial"/>
        </w:rPr>
        <w:t>priporoča</w:t>
      </w:r>
      <w:r w:rsidR="00905C3F" w:rsidRPr="00160AF7">
        <w:rPr>
          <w:rFonts w:cs="Arial"/>
        </w:rPr>
        <w:t xml:space="preserve"> ogled in</w:t>
      </w:r>
      <w:r w:rsidRPr="00160AF7">
        <w:rPr>
          <w:rFonts w:cs="Arial"/>
        </w:rPr>
        <w:t xml:space="preserve"> </w:t>
      </w:r>
      <w:r w:rsidR="00BE6219" w:rsidRPr="00160AF7">
        <w:rPr>
          <w:rFonts w:cs="Arial"/>
        </w:rPr>
        <w:t>proučit</w:t>
      </w:r>
      <w:r w:rsidR="00905C3F" w:rsidRPr="00160AF7">
        <w:rPr>
          <w:rFonts w:cs="Arial"/>
        </w:rPr>
        <w:t>e</w:t>
      </w:r>
      <w:r w:rsidR="00BE6219" w:rsidRPr="00160AF7">
        <w:rPr>
          <w:rFonts w:cs="Arial"/>
        </w:rPr>
        <w:t>v</w:t>
      </w:r>
      <w:r w:rsidR="00786951" w:rsidRPr="00160AF7">
        <w:rPr>
          <w:rFonts w:cs="Arial"/>
        </w:rPr>
        <w:t xml:space="preserve"> razmer </w:t>
      </w:r>
      <w:r w:rsidR="00772C21" w:rsidRPr="00160AF7">
        <w:rPr>
          <w:rFonts w:cs="Arial"/>
        </w:rPr>
        <w:t>lokacij</w:t>
      </w:r>
      <w:r w:rsidR="009276AC">
        <w:rPr>
          <w:rFonts w:cs="Arial"/>
        </w:rPr>
        <w:t>e</w:t>
      </w:r>
      <w:r w:rsidR="00772C21" w:rsidRPr="00160AF7">
        <w:rPr>
          <w:rFonts w:cs="Arial"/>
        </w:rPr>
        <w:t xml:space="preserve"> </w:t>
      </w:r>
      <w:r w:rsidR="00BE6219" w:rsidRPr="00160AF7">
        <w:rPr>
          <w:rFonts w:cs="Arial"/>
        </w:rPr>
        <w:t>grad</w:t>
      </w:r>
      <w:r w:rsidR="00905C3F" w:rsidRPr="00160AF7">
        <w:rPr>
          <w:rFonts w:cs="Arial"/>
        </w:rPr>
        <w:t>nje</w:t>
      </w:r>
      <w:r w:rsidR="00BE6219" w:rsidRPr="00160AF7">
        <w:rPr>
          <w:rFonts w:cs="Arial"/>
        </w:rPr>
        <w:t xml:space="preserve">, </w:t>
      </w:r>
      <w:r w:rsidR="00905C3F" w:rsidRPr="00160AF7">
        <w:rPr>
          <w:rFonts w:cs="Arial"/>
        </w:rPr>
        <w:t>značilnosti lokacije z vidika dostopnosti, varnosti in zdravja pri delu, požarne varnosti in proti</w:t>
      </w:r>
      <w:r w:rsidR="007D2965" w:rsidRPr="00160AF7">
        <w:rPr>
          <w:rFonts w:cs="Arial"/>
        </w:rPr>
        <w:t xml:space="preserve"> </w:t>
      </w:r>
      <w:r w:rsidR="00905C3F" w:rsidRPr="00160AF7">
        <w:rPr>
          <w:rFonts w:cs="Arial"/>
        </w:rPr>
        <w:t xml:space="preserve">eksplozijske zaščite ter skladiščnih aktivnosti. </w:t>
      </w:r>
      <w:r w:rsidR="00AF37E1" w:rsidRPr="00160AF7">
        <w:rPr>
          <w:rFonts w:cs="Arial"/>
        </w:rPr>
        <w:t>Na lokaciji objekta</w:t>
      </w:r>
      <w:r w:rsidR="00905C3F" w:rsidRPr="00160AF7">
        <w:rPr>
          <w:rFonts w:cs="Arial"/>
        </w:rPr>
        <w:t xml:space="preserve"> je dostopna tudi vsa tehnična dokumentacija, ki jo ponudniki lahko dobijo na vpogled</w:t>
      </w:r>
      <w:r w:rsidRPr="00160AF7">
        <w:rPr>
          <w:rFonts w:cs="Arial"/>
        </w:rPr>
        <w:t>.</w:t>
      </w:r>
      <w:r w:rsidR="00232D59">
        <w:rPr>
          <w:rFonts w:cs="Arial"/>
        </w:rPr>
        <w:t xml:space="preserve"> </w:t>
      </w:r>
      <w:r w:rsidR="0058707E">
        <w:rPr>
          <w:rFonts w:cs="Arial"/>
        </w:rPr>
        <w:t xml:space="preserve">Ponudniki lahko izvedejo tudi kontrolo izmer in popisov predmetnega javnega naročila. </w:t>
      </w:r>
      <w:r w:rsidR="00232D59">
        <w:rPr>
          <w:rFonts w:cs="Arial"/>
        </w:rPr>
        <w:t>S tem je ponudnikom omogočena temeljita preučitev vseh razmer, ki bi lahko vplivale na stroške, čas in kvaliteto izvedbe del po tem naročilu.</w:t>
      </w:r>
    </w:p>
    <w:p w14:paraId="26485758" w14:textId="3EF5F4A6" w:rsidR="00BE6219" w:rsidRDefault="00BE6219" w:rsidP="008058DD">
      <w:pPr>
        <w:widowControl w:val="0"/>
        <w:jc w:val="both"/>
        <w:rPr>
          <w:rFonts w:cs="Arial"/>
        </w:rPr>
      </w:pPr>
    </w:p>
    <w:p w14:paraId="482B3B17" w14:textId="3F570317" w:rsidR="0083661D" w:rsidRDefault="0083661D" w:rsidP="0083661D">
      <w:pPr>
        <w:jc w:val="both"/>
        <w:rPr>
          <w:rFonts w:cs="Arial"/>
        </w:rPr>
      </w:pPr>
      <w:r>
        <w:rPr>
          <w:rFonts w:cs="Arial"/>
        </w:rPr>
        <w:t xml:space="preserve">Ponudniki morajo spoštovali </w:t>
      </w:r>
      <w:r w:rsidRPr="004B427F">
        <w:rPr>
          <w:rFonts w:cs="Arial"/>
        </w:rPr>
        <w:t xml:space="preserve">zakonska določila </w:t>
      </w:r>
      <w:r>
        <w:rPr>
          <w:rFonts w:cs="Arial"/>
        </w:rPr>
        <w:t>glede</w:t>
      </w:r>
      <w:r w:rsidRPr="004B427F">
        <w:rPr>
          <w:rFonts w:cs="Arial"/>
        </w:rPr>
        <w:t xml:space="preserve"> avtorski</w:t>
      </w:r>
      <w:r>
        <w:rPr>
          <w:rFonts w:cs="Arial"/>
        </w:rPr>
        <w:t>h</w:t>
      </w:r>
      <w:r w:rsidRPr="004B427F">
        <w:rPr>
          <w:rFonts w:cs="Arial"/>
        </w:rPr>
        <w:t xml:space="preserve"> in drugih intelektualnih pravic </w:t>
      </w:r>
      <w:r>
        <w:rPr>
          <w:rFonts w:cs="Arial"/>
        </w:rPr>
        <w:t>ter</w:t>
      </w:r>
      <w:r w:rsidRPr="004B427F">
        <w:rPr>
          <w:rFonts w:cs="Arial"/>
        </w:rPr>
        <w:t xml:space="preserve"> lastninsk</w:t>
      </w:r>
      <w:r>
        <w:rPr>
          <w:rFonts w:cs="Arial"/>
        </w:rPr>
        <w:t>e</w:t>
      </w:r>
      <w:r w:rsidRPr="004B427F">
        <w:rPr>
          <w:rFonts w:cs="Arial"/>
        </w:rPr>
        <w:t xml:space="preserve"> pravic</w:t>
      </w:r>
      <w:r>
        <w:rPr>
          <w:rFonts w:cs="Arial"/>
        </w:rPr>
        <w:t>e naročnika do tehnične dokumentacije, ki mi je bila dana na vpogled na katerikoli način</w:t>
      </w:r>
      <w:r w:rsidRPr="004B427F">
        <w:rPr>
          <w:rFonts w:cs="Arial"/>
        </w:rPr>
        <w:t>.</w:t>
      </w:r>
      <w:r>
        <w:rPr>
          <w:rFonts w:cs="Arial"/>
        </w:rPr>
        <w:t xml:space="preserve"> Dokumentacijo ali njene dele je dovoljeno uporabljati zgolj za namen priprave ponudbe v navedenem javnem naročilu. Vsa ostala raba pa je prepovedana. Tako tudi vsaka nadaljnja distribucija, kopiranje, </w:t>
      </w:r>
      <w:r w:rsidRPr="004B427F">
        <w:rPr>
          <w:rFonts w:cs="Arial"/>
        </w:rPr>
        <w:t>oddajanje, prikazovanje, izvajanje, razmnoževanje, objavljanje, licenciranje, ustvarjanje izpeljank, prenašanje ali prodajanje katerih koli del</w:t>
      </w:r>
      <w:r>
        <w:rPr>
          <w:rFonts w:cs="Arial"/>
        </w:rPr>
        <w:t>ov</w:t>
      </w:r>
      <w:r w:rsidRPr="004B427F">
        <w:rPr>
          <w:rFonts w:cs="Arial"/>
        </w:rPr>
        <w:t xml:space="preserve"> tehnične dokumentacij</w:t>
      </w:r>
      <w:r>
        <w:rPr>
          <w:rFonts w:cs="Arial"/>
        </w:rPr>
        <w:t>e.</w:t>
      </w:r>
    </w:p>
    <w:p w14:paraId="7CB75C91" w14:textId="77777777" w:rsidR="0083661D" w:rsidRDefault="0083661D" w:rsidP="008058DD">
      <w:pPr>
        <w:widowControl w:val="0"/>
        <w:jc w:val="both"/>
        <w:rPr>
          <w:rFonts w:cs="Arial"/>
        </w:rPr>
      </w:pPr>
    </w:p>
    <w:p w14:paraId="404B8005" w14:textId="6E08B08F" w:rsidR="00251B88" w:rsidRPr="00160AF7" w:rsidRDefault="00251B88" w:rsidP="008058DD">
      <w:pPr>
        <w:widowControl w:val="0"/>
        <w:jc w:val="both"/>
        <w:rPr>
          <w:rFonts w:cs="Arial"/>
        </w:rPr>
      </w:pPr>
      <w:r w:rsidRPr="00160AF7">
        <w:rPr>
          <w:rFonts w:cs="Arial"/>
        </w:rPr>
        <w:t xml:space="preserve">Ogled se lahko opravi </w:t>
      </w:r>
      <w:r w:rsidR="001C4F9D" w:rsidRPr="00160AF7">
        <w:rPr>
          <w:rFonts w:cs="Arial"/>
        </w:rPr>
        <w:t xml:space="preserve">na delovni dan, med </w:t>
      </w:r>
      <w:r w:rsidR="001C4F9D" w:rsidRPr="00521AA7">
        <w:rPr>
          <w:rFonts w:cs="Arial"/>
        </w:rPr>
        <w:t>8:00 in 14</w:t>
      </w:r>
      <w:r w:rsidRPr="00521AA7">
        <w:rPr>
          <w:rFonts w:cs="Arial"/>
        </w:rPr>
        <w:t xml:space="preserve">:00 uro, </w:t>
      </w:r>
      <w:r w:rsidRPr="00521AA7">
        <w:rPr>
          <w:rFonts w:cs="Arial"/>
          <w:b/>
        </w:rPr>
        <w:t>do</w:t>
      </w:r>
      <w:r w:rsidRPr="00521AA7">
        <w:rPr>
          <w:rFonts w:cs="Arial"/>
        </w:rPr>
        <w:t xml:space="preserve"> </w:t>
      </w:r>
      <w:r w:rsidR="00521AA7" w:rsidRPr="00521AA7">
        <w:rPr>
          <w:rFonts w:cs="Arial"/>
          <w:b/>
        </w:rPr>
        <w:t>vklj</w:t>
      </w:r>
      <w:r w:rsidR="00CB071B">
        <w:rPr>
          <w:rFonts w:cs="Arial"/>
          <w:b/>
        </w:rPr>
        <w:t xml:space="preserve">učno </w:t>
      </w:r>
      <w:r w:rsidR="00B24E02">
        <w:rPr>
          <w:rFonts w:cs="Arial"/>
          <w:b/>
        </w:rPr>
        <w:t>29</w:t>
      </w:r>
      <w:r w:rsidR="009517E1">
        <w:rPr>
          <w:rFonts w:cs="Arial"/>
          <w:b/>
        </w:rPr>
        <w:t>.</w:t>
      </w:r>
      <w:r w:rsidR="00C06FEF">
        <w:rPr>
          <w:rFonts w:cs="Arial"/>
          <w:b/>
        </w:rPr>
        <w:t>0</w:t>
      </w:r>
      <w:r w:rsidR="00552063">
        <w:rPr>
          <w:rFonts w:cs="Arial"/>
          <w:b/>
        </w:rPr>
        <w:t>4</w:t>
      </w:r>
      <w:r w:rsidR="00A53AB7" w:rsidRPr="00A53AB7">
        <w:rPr>
          <w:rFonts w:cs="Arial"/>
          <w:b/>
        </w:rPr>
        <w:t>.202</w:t>
      </w:r>
      <w:r w:rsidR="00C06FEF">
        <w:rPr>
          <w:rFonts w:cs="Arial"/>
          <w:b/>
        </w:rPr>
        <w:t>1</w:t>
      </w:r>
      <w:r w:rsidRPr="00521AA7">
        <w:rPr>
          <w:rFonts w:cs="Arial"/>
        </w:rPr>
        <w:t>.</w:t>
      </w:r>
      <w:r w:rsidRPr="00160AF7">
        <w:rPr>
          <w:rFonts w:cs="Arial"/>
        </w:rPr>
        <w:t xml:space="preserve"> Ogled se najavi pri vodji </w:t>
      </w:r>
      <w:r w:rsidR="00C74415" w:rsidRPr="00160AF7">
        <w:rPr>
          <w:rFonts w:cs="Arial"/>
        </w:rPr>
        <w:t>skladišča</w:t>
      </w:r>
      <w:r w:rsidRPr="00160AF7">
        <w:rPr>
          <w:rFonts w:cs="Arial"/>
        </w:rPr>
        <w:t xml:space="preserve">, </w:t>
      </w:r>
      <w:r w:rsidR="009517E1">
        <w:rPr>
          <w:rFonts w:cs="Arial"/>
        </w:rPr>
        <w:t>Uroš Smerkolj</w:t>
      </w:r>
      <w:r w:rsidRPr="00160AF7">
        <w:rPr>
          <w:rFonts w:cs="Arial"/>
        </w:rPr>
        <w:t xml:space="preserve"> na mobilni telefon: +386 </w:t>
      </w:r>
      <w:r w:rsidR="009517E1">
        <w:rPr>
          <w:rFonts w:cs="Arial"/>
        </w:rPr>
        <w:t>41 745 092</w:t>
      </w:r>
      <w:r w:rsidR="00892827" w:rsidRPr="00160AF7">
        <w:rPr>
          <w:rFonts w:cs="Arial"/>
        </w:rPr>
        <w:t xml:space="preserve"> </w:t>
      </w:r>
      <w:r w:rsidRPr="00160AF7">
        <w:rPr>
          <w:rFonts w:cs="Arial"/>
        </w:rPr>
        <w:t xml:space="preserve">ali po e-pošti: </w:t>
      </w:r>
      <w:r w:rsidR="009517E1">
        <w:rPr>
          <w:rFonts w:cs="Arial"/>
        </w:rPr>
        <w:t>uros.smerkolj</w:t>
      </w:r>
      <w:r w:rsidR="001774FB">
        <w:rPr>
          <w:rFonts w:cs="Arial"/>
        </w:rPr>
        <w:t>@petrol</w:t>
      </w:r>
      <w:r w:rsidR="00C74415" w:rsidRPr="00160AF7">
        <w:rPr>
          <w:rFonts w:cs="Arial"/>
        </w:rPr>
        <w:t>.si</w:t>
      </w:r>
      <w:r w:rsidRPr="00160AF7">
        <w:rPr>
          <w:rFonts w:cs="Arial"/>
        </w:rPr>
        <w:t xml:space="preserve">. </w:t>
      </w:r>
      <w:r w:rsidRPr="00160AF7">
        <w:rPr>
          <w:rFonts w:cs="Arial"/>
          <w:u w:val="single"/>
        </w:rPr>
        <w:t xml:space="preserve">Na ogled morajo obiskovalci prinesti lastno osebno varovalno opremo (čelada, antistatična oblačila in obutev) ter se strogo ravnati po navodilih osebja </w:t>
      </w:r>
      <w:r w:rsidR="007633F1" w:rsidRPr="00160AF7">
        <w:rPr>
          <w:rFonts w:cs="Arial"/>
          <w:u w:val="single"/>
        </w:rPr>
        <w:t>naročnika</w:t>
      </w:r>
      <w:r w:rsidRPr="00160AF7">
        <w:rPr>
          <w:rFonts w:cs="Arial"/>
          <w:u w:val="single"/>
        </w:rPr>
        <w:t>. Če posamezni obiskovalec ne bo imel ustrezne osebne varovalne opreme in spoštoval navodil osebja</w:t>
      </w:r>
      <w:r w:rsidR="007633F1" w:rsidRPr="00160AF7">
        <w:rPr>
          <w:rFonts w:cs="Arial"/>
          <w:u w:val="single"/>
        </w:rPr>
        <w:t xml:space="preserve"> naročnika</w:t>
      </w:r>
      <w:r w:rsidRPr="00160AF7">
        <w:rPr>
          <w:rFonts w:cs="Arial"/>
          <w:u w:val="single"/>
        </w:rPr>
        <w:t xml:space="preserve">, ga to lahko iz </w:t>
      </w:r>
      <w:r w:rsidR="007633F1" w:rsidRPr="00160AF7">
        <w:rPr>
          <w:rFonts w:cs="Arial"/>
          <w:u w:val="single"/>
        </w:rPr>
        <w:t xml:space="preserve">lokacije objekta </w:t>
      </w:r>
      <w:r w:rsidRPr="00160AF7">
        <w:rPr>
          <w:rFonts w:cs="Arial"/>
          <w:u w:val="single"/>
        </w:rPr>
        <w:t>odslovi.</w:t>
      </w:r>
      <w:r w:rsidRPr="00160AF7">
        <w:rPr>
          <w:rFonts w:cs="Arial"/>
        </w:rPr>
        <w:t xml:space="preserve"> Stroške ogleda krije ponudnik sam.</w:t>
      </w:r>
    </w:p>
    <w:p w14:paraId="2B7B0A5F" w14:textId="77777777" w:rsidR="008B5F17" w:rsidRPr="00160AF7" w:rsidRDefault="008B5F17" w:rsidP="008058DD">
      <w:pPr>
        <w:widowControl w:val="0"/>
        <w:jc w:val="both"/>
        <w:rPr>
          <w:rFonts w:cs="Arial"/>
        </w:rPr>
      </w:pPr>
    </w:p>
    <w:p w14:paraId="2A49AE16" w14:textId="7087485E" w:rsidR="00BE6219" w:rsidRPr="00160AF7" w:rsidRDefault="00BE6219" w:rsidP="008058DD">
      <w:pPr>
        <w:widowControl w:val="0"/>
        <w:numPr>
          <w:ilvl w:val="1"/>
          <w:numId w:val="17"/>
        </w:numPr>
        <w:ind w:left="432"/>
        <w:rPr>
          <w:rFonts w:cs="Arial"/>
          <w:b/>
        </w:rPr>
      </w:pPr>
      <w:r w:rsidRPr="00160AF7">
        <w:rPr>
          <w:rFonts w:cs="Arial"/>
          <w:b/>
        </w:rPr>
        <w:t xml:space="preserve">DODATNA </w:t>
      </w:r>
      <w:r w:rsidR="00CB27F0">
        <w:rPr>
          <w:rFonts w:cs="Arial"/>
          <w:b/>
        </w:rPr>
        <w:t xml:space="preserve">VPRAŠANJA IN </w:t>
      </w:r>
      <w:r w:rsidRPr="00160AF7">
        <w:rPr>
          <w:rFonts w:cs="Arial"/>
          <w:b/>
        </w:rPr>
        <w:t>POJASNILA</w:t>
      </w:r>
      <w:r w:rsidR="004219AA" w:rsidRPr="00160AF7">
        <w:rPr>
          <w:rFonts w:cs="Arial"/>
          <w:b/>
        </w:rPr>
        <w:t xml:space="preserve"> V ZVEZI S PRIPRAVO PONUDBE:</w:t>
      </w:r>
    </w:p>
    <w:p w14:paraId="7A82527B" w14:textId="5B0209E1" w:rsidR="00CB452A" w:rsidRPr="00CB27F0" w:rsidRDefault="0058707E" w:rsidP="00CB27F0">
      <w:pPr>
        <w:widowControl w:val="0"/>
        <w:jc w:val="both"/>
        <w:rPr>
          <w:rFonts w:cs="Arial"/>
        </w:rPr>
      </w:pPr>
      <w:r>
        <w:rPr>
          <w:rFonts w:cs="Arial"/>
        </w:rPr>
        <w:t>Ponudniki morajo vse nejasnosti iz razpisne in projektne dokumentacije razjasniti pred oddajo ponudbe. D</w:t>
      </w:r>
      <w:r w:rsidR="000A26BC" w:rsidRPr="00160AF7">
        <w:rPr>
          <w:rFonts w:cs="Arial"/>
        </w:rPr>
        <w:t>odatna pojasnila</w:t>
      </w:r>
      <w:r w:rsidR="008B5F17" w:rsidRPr="00160AF7">
        <w:rPr>
          <w:rFonts w:cs="Arial"/>
        </w:rPr>
        <w:t xml:space="preserve"> v zvezi </w:t>
      </w:r>
      <w:r w:rsidR="000A26BC" w:rsidRPr="00160AF7">
        <w:rPr>
          <w:rFonts w:cs="Arial"/>
        </w:rPr>
        <w:t>z vsebino razpisne dokumentacije in</w:t>
      </w:r>
      <w:r w:rsidR="008B5F17" w:rsidRPr="00160AF7">
        <w:rPr>
          <w:rFonts w:cs="Arial"/>
        </w:rPr>
        <w:t xml:space="preserve"> pripravo ponudbe, kakor tudi vsa opažanja na osnovi ogleda</w:t>
      </w:r>
      <w:r w:rsidR="000A26BC" w:rsidRPr="00160AF7">
        <w:rPr>
          <w:rFonts w:cs="Arial"/>
        </w:rPr>
        <w:t xml:space="preserve"> lokacije in projektne in tehnične dokumentacije ter morebitne pripombe</w:t>
      </w:r>
      <w:r w:rsidR="008B5F17" w:rsidRPr="00160AF7">
        <w:rPr>
          <w:rFonts w:cs="Arial"/>
        </w:rPr>
        <w:t xml:space="preserve">, </w:t>
      </w:r>
      <w:r w:rsidR="00DD0A64">
        <w:rPr>
          <w:rFonts w:cs="Arial"/>
        </w:rPr>
        <w:t>mora</w:t>
      </w:r>
      <w:r w:rsidR="008B5F17" w:rsidRPr="00160AF7">
        <w:rPr>
          <w:rFonts w:cs="Arial"/>
        </w:rPr>
        <w:t xml:space="preserve"> </w:t>
      </w:r>
      <w:r w:rsidR="000A26BC" w:rsidRPr="00160AF7">
        <w:rPr>
          <w:rFonts w:cs="Arial"/>
        </w:rPr>
        <w:t xml:space="preserve">zainteresirani </w:t>
      </w:r>
      <w:r w:rsidR="008B5F17" w:rsidRPr="00160AF7">
        <w:rPr>
          <w:rFonts w:cs="Arial"/>
        </w:rPr>
        <w:t xml:space="preserve">ponudnik zahtevati </w:t>
      </w:r>
      <w:r w:rsidR="00EB2260">
        <w:rPr>
          <w:rFonts w:cs="Arial"/>
        </w:rPr>
        <w:t xml:space="preserve">oz. podati </w:t>
      </w:r>
      <w:r w:rsidR="008B5F17" w:rsidRPr="00160AF7">
        <w:rPr>
          <w:rFonts w:cs="Arial"/>
        </w:rPr>
        <w:t>pisno</w:t>
      </w:r>
      <w:r w:rsidR="00CB27F0">
        <w:rPr>
          <w:rFonts w:cs="Arial"/>
        </w:rPr>
        <w:t xml:space="preserve"> le </w:t>
      </w:r>
      <w:r w:rsidR="000A26BC" w:rsidRPr="00160AF7">
        <w:rPr>
          <w:rFonts w:cs="Arial"/>
        </w:rPr>
        <w:t>prek</w:t>
      </w:r>
      <w:r w:rsidR="00CB27F0">
        <w:rPr>
          <w:rFonts w:cs="Arial"/>
        </w:rPr>
        <w:t xml:space="preserve">o </w:t>
      </w:r>
      <w:r w:rsidR="00CB27F0" w:rsidRPr="00CB27F0">
        <w:rPr>
          <w:rFonts w:cs="Arial"/>
          <w:b/>
          <w:i/>
        </w:rPr>
        <w:t>P</w:t>
      </w:r>
      <w:r w:rsidR="00CB452A" w:rsidRPr="00CB27F0">
        <w:rPr>
          <w:rFonts w:cs="Arial"/>
          <w:b/>
          <w:i/>
        </w:rPr>
        <w:t>ortala javnih naročil</w:t>
      </w:r>
      <w:r w:rsidR="00CB452A" w:rsidRPr="00CB27F0">
        <w:rPr>
          <w:rFonts w:cs="Arial"/>
        </w:rPr>
        <w:t>.</w:t>
      </w:r>
    </w:p>
    <w:p w14:paraId="40481284" w14:textId="77777777" w:rsidR="00B46FF6" w:rsidRPr="00160AF7" w:rsidRDefault="00B46FF6" w:rsidP="00DD0A64">
      <w:pPr>
        <w:widowControl w:val="0"/>
        <w:jc w:val="both"/>
        <w:rPr>
          <w:rFonts w:cs="Arial"/>
        </w:rPr>
      </w:pPr>
    </w:p>
    <w:p w14:paraId="0F6FEA25" w14:textId="0155B2EA" w:rsidR="008B5F17" w:rsidRPr="00160AF7" w:rsidRDefault="008B5F17" w:rsidP="008058DD">
      <w:pPr>
        <w:widowControl w:val="0"/>
        <w:jc w:val="both"/>
        <w:rPr>
          <w:rFonts w:cs="Arial"/>
        </w:rPr>
      </w:pPr>
      <w:r w:rsidRPr="00160AF7">
        <w:rPr>
          <w:rFonts w:cs="Arial"/>
        </w:rPr>
        <w:t>Skrajni rok, do katerega ponudnik lahko zahteva dodatna pojasnila</w:t>
      </w:r>
      <w:r w:rsidR="002D372F" w:rsidRPr="00160AF7">
        <w:rPr>
          <w:rFonts w:cs="Arial"/>
        </w:rPr>
        <w:t xml:space="preserve">, je </w:t>
      </w:r>
      <w:r w:rsidR="0023568C" w:rsidRPr="00521AA7">
        <w:rPr>
          <w:rFonts w:cs="Arial"/>
          <w:b/>
        </w:rPr>
        <w:t>do</w:t>
      </w:r>
      <w:r w:rsidR="0023568C" w:rsidRPr="00521AA7">
        <w:rPr>
          <w:rFonts w:cs="Arial"/>
        </w:rPr>
        <w:t xml:space="preserve"> </w:t>
      </w:r>
      <w:r w:rsidR="0023568C" w:rsidRPr="00521AA7">
        <w:rPr>
          <w:rFonts w:cs="Arial"/>
          <w:b/>
        </w:rPr>
        <w:t>vklj</w:t>
      </w:r>
      <w:r w:rsidR="00CB071B">
        <w:rPr>
          <w:rFonts w:cs="Arial"/>
          <w:b/>
        </w:rPr>
        <w:t>učno</w:t>
      </w:r>
      <w:r w:rsidR="0023568C" w:rsidRPr="00521AA7">
        <w:rPr>
          <w:rFonts w:cs="Arial"/>
          <w:b/>
        </w:rPr>
        <w:t xml:space="preserve"> </w:t>
      </w:r>
      <w:r w:rsidR="00B24E02">
        <w:rPr>
          <w:rFonts w:cs="Arial"/>
          <w:b/>
        </w:rPr>
        <w:t>29</w:t>
      </w:r>
      <w:r w:rsidR="0023568C" w:rsidRPr="00521AA7">
        <w:rPr>
          <w:rFonts w:cs="Arial"/>
          <w:b/>
        </w:rPr>
        <w:t>.</w:t>
      </w:r>
      <w:r w:rsidR="00191E8B">
        <w:rPr>
          <w:rFonts w:cs="Arial"/>
          <w:b/>
        </w:rPr>
        <w:t>0</w:t>
      </w:r>
      <w:r w:rsidR="00552063">
        <w:rPr>
          <w:rFonts w:cs="Arial"/>
          <w:b/>
        </w:rPr>
        <w:t>4</w:t>
      </w:r>
      <w:r w:rsidR="0023568C" w:rsidRPr="00521AA7">
        <w:rPr>
          <w:rFonts w:cs="Arial"/>
          <w:b/>
        </w:rPr>
        <w:t>.20</w:t>
      </w:r>
      <w:r w:rsidR="0024353C">
        <w:rPr>
          <w:rFonts w:cs="Arial"/>
          <w:b/>
        </w:rPr>
        <w:t>2</w:t>
      </w:r>
      <w:r w:rsidR="00C06FEF">
        <w:rPr>
          <w:rFonts w:cs="Arial"/>
          <w:b/>
        </w:rPr>
        <w:t>1</w:t>
      </w:r>
      <w:r w:rsidRPr="00521AA7">
        <w:rPr>
          <w:rFonts w:cs="Arial"/>
        </w:rPr>
        <w:t>.</w:t>
      </w:r>
      <w:r w:rsidR="00191E8B">
        <w:rPr>
          <w:rFonts w:cs="Arial"/>
        </w:rPr>
        <w:t xml:space="preserve"> </w:t>
      </w:r>
      <w:r w:rsidR="00AF793F" w:rsidRPr="00521AA7">
        <w:rPr>
          <w:rFonts w:cs="Arial"/>
        </w:rPr>
        <w:t>Naročnik</w:t>
      </w:r>
      <w:r w:rsidRPr="00521AA7">
        <w:rPr>
          <w:rFonts w:cs="Arial"/>
        </w:rPr>
        <w:t xml:space="preserve"> </w:t>
      </w:r>
      <w:r w:rsidR="00AF793F" w:rsidRPr="00521AA7">
        <w:rPr>
          <w:rFonts w:cs="Arial"/>
        </w:rPr>
        <w:t>bo na</w:t>
      </w:r>
      <w:r w:rsidRPr="00521AA7">
        <w:rPr>
          <w:rFonts w:cs="Arial"/>
        </w:rPr>
        <w:t xml:space="preserve"> vprašanja, ki jih bo</w:t>
      </w:r>
      <w:r w:rsidR="0085464E" w:rsidRPr="00521AA7">
        <w:rPr>
          <w:rFonts w:cs="Arial"/>
        </w:rPr>
        <w:t>do</w:t>
      </w:r>
      <w:r w:rsidRPr="00521AA7">
        <w:rPr>
          <w:rFonts w:cs="Arial"/>
        </w:rPr>
        <w:t xml:space="preserve"> </w:t>
      </w:r>
      <w:r w:rsidR="0085464E" w:rsidRPr="00521AA7">
        <w:rPr>
          <w:rFonts w:cs="Arial"/>
        </w:rPr>
        <w:t xml:space="preserve">zainteresirani ponudniki </w:t>
      </w:r>
      <w:r w:rsidRPr="00521AA7">
        <w:rPr>
          <w:rFonts w:cs="Arial"/>
        </w:rPr>
        <w:t>pravočasno</w:t>
      </w:r>
      <w:r w:rsidR="0085464E" w:rsidRPr="00521AA7">
        <w:rPr>
          <w:rFonts w:cs="Arial"/>
        </w:rPr>
        <w:t xml:space="preserve"> postavili</w:t>
      </w:r>
      <w:r w:rsidR="004219AA" w:rsidRPr="00521AA7">
        <w:rPr>
          <w:rFonts w:cs="Arial"/>
        </w:rPr>
        <w:t xml:space="preserve"> v skladu s temi navodili</w:t>
      </w:r>
      <w:r w:rsidR="00AF793F" w:rsidRPr="00521AA7">
        <w:rPr>
          <w:rFonts w:cs="Arial"/>
        </w:rPr>
        <w:t xml:space="preserve">, odgovoril najkasneje </w:t>
      </w:r>
      <w:r w:rsidR="0023568C" w:rsidRPr="00521AA7">
        <w:rPr>
          <w:rFonts w:cs="Arial"/>
          <w:b/>
        </w:rPr>
        <w:t>do</w:t>
      </w:r>
      <w:r w:rsidR="0023568C" w:rsidRPr="00521AA7">
        <w:rPr>
          <w:rFonts w:cs="Arial"/>
        </w:rPr>
        <w:t xml:space="preserve"> </w:t>
      </w:r>
      <w:r w:rsidR="0023568C" w:rsidRPr="00521AA7">
        <w:rPr>
          <w:rFonts w:cs="Arial"/>
          <w:b/>
        </w:rPr>
        <w:t>vklj</w:t>
      </w:r>
      <w:r w:rsidR="00CB071B">
        <w:rPr>
          <w:rFonts w:cs="Arial"/>
          <w:b/>
        </w:rPr>
        <w:t>učno</w:t>
      </w:r>
      <w:r w:rsidR="0023568C" w:rsidRPr="00521AA7">
        <w:rPr>
          <w:rFonts w:cs="Arial"/>
          <w:b/>
        </w:rPr>
        <w:t xml:space="preserve"> </w:t>
      </w:r>
      <w:r w:rsidR="00B24E02">
        <w:rPr>
          <w:rFonts w:cs="Arial"/>
          <w:b/>
        </w:rPr>
        <w:t>03</w:t>
      </w:r>
      <w:r w:rsidR="009517E1">
        <w:rPr>
          <w:rFonts w:cs="Arial"/>
          <w:b/>
        </w:rPr>
        <w:t>.</w:t>
      </w:r>
      <w:r w:rsidR="00C06FEF">
        <w:rPr>
          <w:rFonts w:cs="Arial"/>
          <w:b/>
        </w:rPr>
        <w:t>0</w:t>
      </w:r>
      <w:r w:rsidR="00B24E02">
        <w:rPr>
          <w:rFonts w:cs="Arial"/>
          <w:b/>
        </w:rPr>
        <w:t>5</w:t>
      </w:r>
      <w:r w:rsidR="0023568C" w:rsidRPr="00521AA7">
        <w:rPr>
          <w:rFonts w:cs="Arial"/>
          <w:b/>
        </w:rPr>
        <w:t>.20</w:t>
      </w:r>
      <w:r w:rsidR="0024353C">
        <w:rPr>
          <w:rFonts w:cs="Arial"/>
          <w:b/>
        </w:rPr>
        <w:t>2</w:t>
      </w:r>
      <w:r w:rsidR="00C06FEF">
        <w:rPr>
          <w:rFonts w:cs="Arial"/>
          <w:b/>
        </w:rPr>
        <w:t>1</w:t>
      </w:r>
      <w:r w:rsidRPr="00521AA7">
        <w:rPr>
          <w:rFonts w:cs="Arial"/>
        </w:rPr>
        <w:t>. Vprašanja in</w:t>
      </w:r>
      <w:r w:rsidRPr="00160AF7">
        <w:rPr>
          <w:rFonts w:cs="Arial"/>
        </w:rPr>
        <w:t xml:space="preserve"> odgovori bodo objavljeni na Portalu javnih naročil</w:t>
      </w:r>
      <w:r w:rsidR="004219AA" w:rsidRPr="00160AF7">
        <w:rPr>
          <w:rFonts w:cs="Arial"/>
        </w:rPr>
        <w:t xml:space="preserve"> in bodo dostopni vsem zainteresiranim ponudnikom</w:t>
      </w:r>
      <w:r w:rsidRPr="00160AF7">
        <w:rPr>
          <w:rFonts w:cs="Arial"/>
        </w:rPr>
        <w:t>.</w:t>
      </w:r>
    </w:p>
    <w:p w14:paraId="537653F3" w14:textId="77777777" w:rsidR="004219AA" w:rsidRPr="00160AF7" w:rsidRDefault="004219AA" w:rsidP="008058DD">
      <w:pPr>
        <w:widowControl w:val="0"/>
        <w:jc w:val="both"/>
        <w:rPr>
          <w:rFonts w:cs="Arial"/>
        </w:rPr>
      </w:pPr>
    </w:p>
    <w:p w14:paraId="7D7F6831" w14:textId="7841E543" w:rsidR="008B5F17" w:rsidRDefault="004219AA" w:rsidP="008058DD">
      <w:pPr>
        <w:widowControl w:val="0"/>
        <w:jc w:val="both"/>
        <w:rPr>
          <w:rFonts w:cs="Arial"/>
        </w:rPr>
      </w:pPr>
      <w:r w:rsidRPr="00160AF7">
        <w:rPr>
          <w:rFonts w:cs="Arial"/>
        </w:rPr>
        <w:t>V primeru, da naročnik v navedenem roku ne</w:t>
      </w:r>
      <w:r w:rsidR="00EB2260">
        <w:rPr>
          <w:rFonts w:cs="Arial"/>
        </w:rPr>
        <w:t xml:space="preserve"> </w:t>
      </w:r>
      <w:r w:rsidRPr="00160AF7">
        <w:rPr>
          <w:rFonts w:cs="Arial"/>
        </w:rPr>
        <w:t>bi mogel posredovati korektnih odgovorov oz. da bi upravičene pripombe zainteresiranih ponudnikov imele bistveni vpliv na spremembo razpisne dokumentacije, bo naročnik podaljšal rok za oddajo ponudbe, kar bo objavil na Portalu javnih naročil.</w:t>
      </w:r>
    </w:p>
    <w:p w14:paraId="11C96BE8" w14:textId="30498CCD" w:rsidR="0023568C" w:rsidRDefault="0023568C">
      <w:pPr>
        <w:rPr>
          <w:rFonts w:cs="Arial"/>
        </w:rPr>
      </w:pPr>
    </w:p>
    <w:p w14:paraId="10AB5750" w14:textId="18414C71" w:rsidR="0030135B" w:rsidRDefault="0030135B">
      <w:pPr>
        <w:rPr>
          <w:rFonts w:cs="Arial"/>
        </w:rPr>
      </w:pPr>
    </w:p>
    <w:p w14:paraId="1C1E3D41" w14:textId="77777777" w:rsidR="0030135B" w:rsidRDefault="0030135B">
      <w:pPr>
        <w:rPr>
          <w:rFonts w:cs="Arial"/>
        </w:rPr>
      </w:pPr>
    </w:p>
    <w:p w14:paraId="3CDE3CE0" w14:textId="16DB68E0" w:rsidR="00EB04B0" w:rsidRPr="00160AF7" w:rsidRDefault="00160AF7" w:rsidP="00F65CAE">
      <w:pPr>
        <w:widowControl w:val="0"/>
        <w:numPr>
          <w:ilvl w:val="1"/>
          <w:numId w:val="17"/>
        </w:numPr>
        <w:ind w:left="432"/>
        <w:rPr>
          <w:rFonts w:cs="Arial"/>
          <w:b/>
        </w:rPr>
      </w:pPr>
      <w:r>
        <w:rPr>
          <w:rFonts w:cs="Arial"/>
          <w:b/>
        </w:rPr>
        <w:t>PREDLOŽIT</w:t>
      </w:r>
      <w:r w:rsidR="002B58B1">
        <w:rPr>
          <w:rFonts w:cs="Arial"/>
          <w:b/>
        </w:rPr>
        <w:t>E</w:t>
      </w:r>
      <w:r>
        <w:rPr>
          <w:rFonts w:cs="Arial"/>
          <w:b/>
        </w:rPr>
        <w:t>V PONUDB</w:t>
      </w:r>
      <w:r w:rsidR="001248E5">
        <w:rPr>
          <w:rFonts w:cs="Arial"/>
          <w:b/>
        </w:rPr>
        <w:t>:</w:t>
      </w:r>
    </w:p>
    <w:p w14:paraId="7B5EF1C1" w14:textId="74EA1034" w:rsidR="00E63843" w:rsidRPr="00E63843" w:rsidRDefault="00E63843" w:rsidP="00E63843">
      <w:pPr>
        <w:widowControl w:val="0"/>
        <w:jc w:val="both"/>
        <w:rPr>
          <w:rFonts w:cs="Arial"/>
        </w:rPr>
      </w:pPr>
      <w:r w:rsidRPr="00E63843">
        <w:rPr>
          <w:rFonts w:cs="Arial"/>
        </w:rPr>
        <w:t xml:space="preserve">Ponudniki morajo ponudbe predložiti v informacijski sistem e-JN na spletnem naslovu </w:t>
      </w:r>
      <w:hyperlink w:history="1">
        <w:r w:rsidRPr="00E63843">
          <w:rPr>
            <w:rStyle w:val="Hiperpovezava"/>
            <w:rFonts w:cs="Arial"/>
          </w:rPr>
          <w:t>https://ejn.gov.si/eJN2</w:t>
        </w:r>
      </w:hyperlink>
      <w:r w:rsidRPr="00E63843">
        <w:rPr>
          <w:rFonts w:cs="Arial"/>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w:history="1">
        <w:r w:rsidRPr="00E63843">
          <w:rPr>
            <w:rStyle w:val="Hiperpovezava"/>
            <w:rFonts w:cs="Arial"/>
          </w:rPr>
          <w:t>https://ejn.gov.si/eJN2</w:t>
        </w:r>
      </w:hyperlink>
      <w:r w:rsidRPr="00E63843">
        <w:rPr>
          <w:rFonts w:cs="Arial"/>
        </w:rPr>
        <w:t>.</w:t>
      </w:r>
    </w:p>
    <w:p w14:paraId="046D84B5" w14:textId="77777777" w:rsidR="00E63843" w:rsidRPr="00E63843" w:rsidRDefault="00E63843" w:rsidP="00E63843">
      <w:pPr>
        <w:widowControl w:val="0"/>
        <w:jc w:val="both"/>
        <w:rPr>
          <w:rFonts w:cs="Arial"/>
        </w:rPr>
      </w:pPr>
    </w:p>
    <w:p w14:paraId="7888D683" w14:textId="77777777" w:rsidR="00E63843" w:rsidRPr="00E63843" w:rsidRDefault="00E63843" w:rsidP="00E63843">
      <w:pPr>
        <w:widowControl w:val="0"/>
        <w:jc w:val="both"/>
        <w:rPr>
          <w:rFonts w:cs="Arial"/>
        </w:rPr>
      </w:pPr>
      <w:r w:rsidRPr="00E63843">
        <w:rPr>
          <w:rFonts w:cs="Arial"/>
        </w:rPr>
        <w:t xml:space="preserve">Ponudnik se mora pred oddajo ponudbe registrirati na spletnem naslovu </w:t>
      </w:r>
      <w:hyperlink w:history="1">
        <w:r w:rsidRPr="00E63843">
          <w:rPr>
            <w:rStyle w:val="Hiperpovezava"/>
            <w:rFonts w:cs="Arial"/>
          </w:rPr>
          <w:t>https://ejn.gov.si/eJN2</w:t>
        </w:r>
      </w:hyperlink>
      <w:r w:rsidRPr="00E63843">
        <w:rPr>
          <w:rFonts w:cs="Arial"/>
        </w:rPr>
        <w:t>, v skladu z Navodili za uporabo e-JN. Če je ponudnik že registriran v informacijski sistem e-JN, se v aplikacijo prijavi na istem naslovu.</w:t>
      </w:r>
    </w:p>
    <w:p w14:paraId="1B3E6061" w14:textId="5D67589C" w:rsidR="00714E6A" w:rsidRDefault="00714E6A" w:rsidP="003454F5">
      <w:pPr>
        <w:widowControl w:val="0"/>
        <w:jc w:val="both"/>
        <w:rPr>
          <w:rFonts w:cs="Arial"/>
        </w:rPr>
      </w:pPr>
    </w:p>
    <w:p w14:paraId="5D36F70F" w14:textId="645B3BDF" w:rsidR="00E63843" w:rsidRPr="00E63843" w:rsidRDefault="00E63843" w:rsidP="00E63843">
      <w:pPr>
        <w:widowControl w:val="0"/>
        <w:jc w:val="both"/>
        <w:rPr>
          <w:rFonts w:cs="Arial"/>
        </w:rPr>
      </w:pPr>
      <w:r w:rsidRPr="00E63843">
        <w:rPr>
          <w:rFonts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20B0EF44" w14:textId="77777777" w:rsidR="00E63843" w:rsidRPr="00E63843" w:rsidRDefault="00E63843" w:rsidP="00E63843">
      <w:pPr>
        <w:rPr>
          <w:rFonts w:cs="Arial"/>
        </w:rPr>
      </w:pPr>
    </w:p>
    <w:p w14:paraId="0A94DB55" w14:textId="53D27AC4" w:rsidR="00EB04B0" w:rsidRPr="00160AF7" w:rsidRDefault="00EB04B0" w:rsidP="00DF4664">
      <w:pPr>
        <w:widowControl w:val="0"/>
        <w:jc w:val="both"/>
        <w:rPr>
          <w:rFonts w:cs="Arial"/>
        </w:rPr>
      </w:pPr>
      <w:r w:rsidRPr="00160AF7">
        <w:rPr>
          <w:rFonts w:cs="Arial"/>
        </w:rPr>
        <w:t>Ponudba se šteje za pravočasno oddano, če jo naročnik prejme preko sistema e-JN</w:t>
      </w:r>
      <w:r w:rsidR="00E63843">
        <w:rPr>
          <w:rFonts w:cs="Arial"/>
        </w:rPr>
        <w:t xml:space="preserve"> </w:t>
      </w:r>
      <w:hyperlink w:history="1">
        <w:r w:rsidR="00E63843" w:rsidRPr="00E63843">
          <w:rPr>
            <w:rStyle w:val="Hiperpovezava"/>
            <w:rFonts w:cs="Arial"/>
          </w:rPr>
          <w:t>https://ejn.gov.si/eJN2</w:t>
        </w:r>
      </w:hyperlink>
      <w:r w:rsidR="00E63843" w:rsidRPr="00E63843">
        <w:rPr>
          <w:rFonts w:cs="Arial"/>
        </w:rPr>
        <w:t>,</w:t>
      </w:r>
      <w:r w:rsidRPr="00160AF7">
        <w:rPr>
          <w:rFonts w:cs="Arial"/>
        </w:rPr>
        <w:t xml:space="preserve"> </w:t>
      </w:r>
      <w:r w:rsidRPr="00DF4664">
        <w:rPr>
          <w:rFonts w:cs="Arial"/>
          <w:b/>
        </w:rPr>
        <w:t>najkasneje d</w:t>
      </w:r>
      <w:r w:rsidRPr="00D632AB">
        <w:rPr>
          <w:rFonts w:cs="Arial"/>
          <w:b/>
        </w:rPr>
        <w:t xml:space="preserve">o </w:t>
      </w:r>
      <w:r w:rsidR="00B24E02">
        <w:rPr>
          <w:rFonts w:cs="Arial"/>
          <w:b/>
        </w:rPr>
        <w:t>05</w:t>
      </w:r>
      <w:r w:rsidR="00CB071B">
        <w:rPr>
          <w:rFonts w:cs="Arial"/>
          <w:b/>
        </w:rPr>
        <w:t>.</w:t>
      </w:r>
      <w:r w:rsidR="00C06FEF">
        <w:rPr>
          <w:rFonts w:cs="Arial"/>
          <w:b/>
        </w:rPr>
        <w:t>0</w:t>
      </w:r>
      <w:r w:rsidR="00B24E02">
        <w:rPr>
          <w:rFonts w:cs="Arial"/>
          <w:b/>
        </w:rPr>
        <w:t>5</w:t>
      </w:r>
      <w:r w:rsidR="00E63843" w:rsidRPr="00D632AB">
        <w:rPr>
          <w:rFonts w:cs="Arial"/>
          <w:b/>
        </w:rPr>
        <w:t>.20</w:t>
      </w:r>
      <w:r w:rsidR="0024353C">
        <w:rPr>
          <w:rFonts w:cs="Arial"/>
          <w:b/>
        </w:rPr>
        <w:t>2</w:t>
      </w:r>
      <w:r w:rsidR="00C06FEF">
        <w:rPr>
          <w:rFonts w:cs="Arial"/>
          <w:b/>
        </w:rPr>
        <w:t>1</w:t>
      </w:r>
      <w:r w:rsidRPr="00D632AB">
        <w:rPr>
          <w:rFonts w:cs="Arial"/>
          <w:b/>
        </w:rPr>
        <w:t xml:space="preserve"> </w:t>
      </w:r>
      <w:r w:rsidR="00063012" w:rsidRPr="00D632AB">
        <w:rPr>
          <w:rFonts w:cs="Arial"/>
          <w:b/>
        </w:rPr>
        <w:t>d</w:t>
      </w:r>
      <w:r w:rsidR="00063012" w:rsidRPr="00DF4664">
        <w:rPr>
          <w:rFonts w:cs="Arial"/>
          <w:b/>
        </w:rPr>
        <w:t>o 10</w:t>
      </w:r>
      <w:r w:rsidRPr="00DF4664">
        <w:rPr>
          <w:rFonts w:cs="Arial"/>
          <w:b/>
        </w:rPr>
        <w:t>.00 ure</w:t>
      </w:r>
      <w:r w:rsidRPr="00160AF7">
        <w:rPr>
          <w:rFonts w:cs="Arial"/>
        </w:rPr>
        <w:t xml:space="preserve">. Za oddano ponudbo se šteje ponudba, ki je v informacijskem sistemu e-JN označena s statusom </w:t>
      </w:r>
      <w:r w:rsidRPr="00DF4664">
        <w:rPr>
          <w:rFonts w:cs="Arial"/>
        </w:rPr>
        <w:t>»</w:t>
      </w:r>
      <w:r w:rsidRPr="00DF4664">
        <w:rPr>
          <w:rFonts w:cs="Arial"/>
          <w:b/>
        </w:rPr>
        <w:t>ODDANO</w:t>
      </w:r>
      <w:r w:rsidRPr="00DF4664">
        <w:rPr>
          <w:rFonts w:cs="Arial"/>
        </w:rPr>
        <w:t>«</w:t>
      </w:r>
      <w:r w:rsidRPr="00160AF7">
        <w:rPr>
          <w:rFonts w:cs="Arial"/>
        </w:rPr>
        <w:t>.</w:t>
      </w:r>
    </w:p>
    <w:p w14:paraId="2DA05906" w14:textId="77777777" w:rsidR="00EB04B0" w:rsidRPr="00160AF7" w:rsidRDefault="00EB04B0" w:rsidP="00581199">
      <w:pPr>
        <w:tabs>
          <w:tab w:val="num" w:pos="0"/>
        </w:tabs>
        <w:jc w:val="both"/>
        <w:rPr>
          <w:rFonts w:cs="Arial"/>
        </w:rPr>
      </w:pPr>
    </w:p>
    <w:p w14:paraId="55DF2B1C" w14:textId="55E60F65" w:rsidR="00DE7B52" w:rsidRPr="00552063" w:rsidRDefault="00EB04B0" w:rsidP="00F21103">
      <w:pPr>
        <w:tabs>
          <w:tab w:val="num" w:pos="0"/>
        </w:tabs>
        <w:jc w:val="both"/>
        <w:rPr>
          <w:rFonts w:cs="Arial"/>
          <w:color w:val="FF0000"/>
        </w:rPr>
      </w:pPr>
      <w:r w:rsidRPr="00160AF7">
        <w:rPr>
          <w:rFonts w:cs="Arial"/>
        </w:rPr>
        <w:t xml:space="preserve">Dostop do povezave za oddajo elektronske ponudbe v tem postopku javnega naročila je </w:t>
      </w:r>
      <w:r w:rsidR="00EB2260">
        <w:rPr>
          <w:rFonts w:cs="Arial"/>
        </w:rPr>
        <w:t xml:space="preserve">naveden v obvestilu o naročilu, ki je za predmetno naročila objavljeno na </w:t>
      </w:r>
      <w:r w:rsidR="00460E02">
        <w:rPr>
          <w:rFonts w:cs="Arial"/>
        </w:rPr>
        <w:t>p</w:t>
      </w:r>
      <w:r w:rsidR="00EB2260">
        <w:rPr>
          <w:rFonts w:cs="Arial"/>
        </w:rPr>
        <w:t xml:space="preserve">ortalu javnih naročil. </w:t>
      </w:r>
    </w:p>
    <w:p w14:paraId="2A8F9A9C" w14:textId="77777777" w:rsidR="004B2A40" w:rsidRDefault="004B2A40" w:rsidP="00EB04B0">
      <w:pPr>
        <w:tabs>
          <w:tab w:val="num" w:pos="0"/>
        </w:tabs>
        <w:jc w:val="both"/>
        <w:rPr>
          <w:rFonts w:cs="Arial"/>
        </w:rPr>
      </w:pPr>
    </w:p>
    <w:p w14:paraId="5492E418" w14:textId="77777777" w:rsidR="00A90BF4" w:rsidRPr="00E84B46" w:rsidRDefault="00A90BF4" w:rsidP="00A90BF4">
      <w:pPr>
        <w:widowControl w:val="0"/>
        <w:numPr>
          <w:ilvl w:val="1"/>
          <w:numId w:val="17"/>
        </w:numPr>
        <w:ind w:left="432"/>
        <w:rPr>
          <w:rFonts w:cs="Arial"/>
          <w:b/>
        </w:rPr>
      </w:pPr>
      <w:r w:rsidRPr="00E84B46">
        <w:rPr>
          <w:rFonts w:cs="Arial"/>
          <w:b/>
        </w:rPr>
        <w:t xml:space="preserve">DOPOLNITEV, </w:t>
      </w:r>
      <w:r>
        <w:rPr>
          <w:rFonts w:cs="Arial"/>
          <w:b/>
        </w:rPr>
        <w:t>SPREMEMBA</w:t>
      </w:r>
      <w:r w:rsidRPr="00E84B46">
        <w:rPr>
          <w:rFonts w:cs="Arial"/>
          <w:b/>
        </w:rPr>
        <w:t xml:space="preserve"> IN UMIK PONUDBE:</w:t>
      </w:r>
    </w:p>
    <w:p w14:paraId="22454F40" w14:textId="77777777" w:rsidR="00A90BF4" w:rsidRPr="00160AF7" w:rsidRDefault="00A90BF4" w:rsidP="00A90BF4">
      <w:pPr>
        <w:tabs>
          <w:tab w:val="num" w:pos="0"/>
        </w:tabs>
        <w:jc w:val="both"/>
        <w:rPr>
          <w:rFonts w:cs="Arial"/>
        </w:rPr>
      </w:pPr>
      <w:r w:rsidRPr="00160AF7">
        <w:rPr>
          <w:rFonts w:cs="Arial"/>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w:t>
      </w:r>
      <w:r>
        <w:rPr>
          <w:rFonts w:cs="Arial"/>
        </w:rPr>
        <w:t>bo</w:t>
      </w:r>
      <w:r w:rsidRPr="00160AF7">
        <w:rPr>
          <w:rFonts w:cs="Arial"/>
        </w:rPr>
        <w:t xml:space="preserve"> naročniku v sistemu </w:t>
      </w:r>
      <w:r>
        <w:rPr>
          <w:rFonts w:cs="Arial"/>
        </w:rPr>
        <w:t xml:space="preserve">e-JN </w:t>
      </w:r>
      <w:r w:rsidRPr="00160AF7">
        <w:rPr>
          <w:rFonts w:cs="Arial"/>
        </w:rPr>
        <w:t>odprta zadnja oddana ponudba. Po preteku roka za predložitev ponudb ponudbe ne bo več mogoče oddati.</w:t>
      </w:r>
    </w:p>
    <w:p w14:paraId="57FE1E9E" w14:textId="77777777" w:rsidR="00A90BF4" w:rsidRPr="00160AF7" w:rsidRDefault="00A90BF4" w:rsidP="00A90BF4">
      <w:pPr>
        <w:widowControl w:val="0"/>
        <w:ind w:left="284"/>
        <w:jc w:val="both"/>
        <w:rPr>
          <w:rFonts w:cs="Arial"/>
        </w:rPr>
      </w:pPr>
    </w:p>
    <w:p w14:paraId="4715B5A3" w14:textId="3690F976" w:rsidR="00EB04B0" w:rsidRPr="00160AF7" w:rsidRDefault="00160AF7" w:rsidP="002B58B1">
      <w:pPr>
        <w:widowControl w:val="0"/>
        <w:numPr>
          <w:ilvl w:val="1"/>
          <w:numId w:val="17"/>
        </w:numPr>
        <w:ind w:left="432"/>
        <w:rPr>
          <w:rFonts w:cs="Arial"/>
          <w:b/>
        </w:rPr>
      </w:pPr>
      <w:r w:rsidRPr="00160AF7">
        <w:rPr>
          <w:rFonts w:cs="Arial"/>
          <w:b/>
        </w:rPr>
        <w:t>ODPIRANJ</w:t>
      </w:r>
      <w:r w:rsidR="002B58B1">
        <w:rPr>
          <w:rFonts w:cs="Arial"/>
          <w:b/>
        </w:rPr>
        <w:t>E</w:t>
      </w:r>
      <w:r w:rsidRPr="00160AF7">
        <w:rPr>
          <w:rFonts w:cs="Arial"/>
          <w:b/>
        </w:rPr>
        <w:t xml:space="preserve"> PONUDB</w:t>
      </w:r>
      <w:r w:rsidR="001248E5">
        <w:rPr>
          <w:rFonts w:cs="Arial"/>
          <w:b/>
        </w:rPr>
        <w:t>:</w:t>
      </w:r>
    </w:p>
    <w:p w14:paraId="26E60EE0" w14:textId="5FC8306B" w:rsidR="00EB04B0" w:rsidRPr="00160AF7" w:rsidRDefault="00EB04B0" w:rsidP="00EB04B0">
      <w:pPr>
        <w:tabs>
          <w:tab w:val="num" w:pos="0"/>
        </w:tabs>
        <w:jc w:val="both"/>
        <w:rPr>
          <w:rFonts w:cs="Arial"/>
        </w:rPr>
      </w:pPr>
      <w:r w:rsidRPr="00160AF7">
        <w:rPr>
          <w:rFonts w:cs="Arial"/>
        </w:rPr>
        <w:t xml:space="preserve">Odpiranje ponudb bo potekalo avtomatično v informacijskem sistemu e-JN dne </w:t>
      </w:r>
      <w:r w:rsidR="00B24E02">
        <w:rPr>
          <w:rFonts w:cs="Arial"/>
          <w:b/>
        </w:rPr>
        <w:t>05</w:t>
      </w:r>
      <w:r w:rsidR="009517E1">
        <w:rPr>
          <w:rFonts w:cs="Arial"/>
          <w:b/>
        </w:rPr>
        <w:t>.</w:t>
      </w:r>
      <w:r w:rsidR="00B24E02">
        <w:rPr>
          <w:rFonts w:cs="Arial"/>
          <w:b/>
        </w:rPr>
        <w:t>05</w:t>
      </w:r>
      <w:bookmarkStart w:id="0" w:name="_GoBack"/>
      <w:bookmarkEnd w:id="0"/>
      <w:r w:rsidR="00487458" w:rsidRPr="00D632AB">
        <w:rPr>
          <w:rFonts w:cs="Arial"/>
          <w:b/>
        </w:rPr>
        <w:t>.20</w:t>
      </w:r>
      <w:r w:rsidR="0024353C">
        <w:rPr>
          <w:rFonts w:cs="Arial"/>
          <w:b/>
        </w:rPr>
        <w:t>2</w:t>
      </w:r>
      <w:r w:rsidR="00C06FEF">
        <w:rPr>
          <w:rFonts w:cs="Arial"/>
          <w:b/>
        </w:rPr>
        <w:t>1</w:t>
      </w:r>
      <w:r w:rsidR="002A2D2C">
        <w:rPr>
          <w:rFonts w:cs="Arial"/>
          <w:b/>
        </w:rPr>
        <w:t xml:space="preserve"> </w:t>
      </w:r>
      <w:r w:rsidRPr="00160AF7">
        <w:rPr>
          <w:rFonts w:cs="Arial"/>
        </w:rPr>
        <w:t xml:space="preserve">in se bo začelo </w:t>
      </w:r>
      <w:r w:rsidRPr="00160AF7">
        <w:rPr>
          <w:rFonts w:cs="Arial"/>
          <w:b/>
        </w:rPr>
        <w:t>ob 1</w:t>
      </w:r>
      <w:r w:rsidR="00683F31">
        <w:rPr>
          <w:rFonts w:cs="Arial"/>
          <w:b/>
        </w:rPr>
        <w:t>0</w:t>
      </w:r>
      <w:r w:rsidRPr="00160AF7">
        <w:rPr>
          <w:rFonts w:cs="Arial"/>
          <w:b/>
        </w:rPr>
        <w:t>.</w:t>
      </w:r>
      <w:r w:rsidR="0031530E">
        <w:rPr>
          <w:rFonts w:cs="Arial"/>
          <w:b/>
        </w:rPr>
        <w:t>05</w:t>
      </w:r>
      <w:r w:rsidRPr="00160AF7">
        <w:rPr>
          <w:rFonts w:cs="Arial"/>
          <w:b/>
        </w:rPr>
        <w:t xml:space="preserve"> uri</w:t>
      </w:r>
      <w:r w:rsidRPr="00160AF7">
        <w:rPr>
          <w:rFonts w:cs="Arial"/>
        </w:rPr>
        <w:t xml:space="preserve"> na spletnem naslovu </w:t>
      </w:r>
      <w:hyperlink w:history="1">
        <w:r w:rsidRPr="00160AF7">
          <w:rPr>
            <w:rStyle w:val="Hiperpovezava"/>
            <w:rFonts w:cs="Arial"/>
          </w:rPr>
          <w:t>https://ejn.gov.si/eJN2</w:t>
        </w:r>
      </w:hyperlink>
      <w:r w:rsidR="002A2D2C">
        <w:rPr>
          <w:rFonts w:cs="Arial"/>
        </w:rPr>
        <w:t>.</w:t>
      </w:r>
    </w:p>
    <w:p w14:paraId="62D566FD" w14:textId="77777777" w:rsidR="00EB04B0" w:rsidRPr="00160AF7" w:rsidRDefault="00EB04B0" w:rsidP="00EB04B0">
      <w:pPr>
        <w:tabs>
          <w:tab w:val="num" w:pos="0"/>
        </w:tabs>
        <w:jc w:val="both"/>
        <w:rPr>
          <w:rFonts w:cs="Arial"/>
        </w:rPr>
      </w:pPr>
    </w:p>
    <w:p w14:paraId="2FDCD9EB" w14:textId="2843C607" w:rsidR="00EB04B0" w:rsidRDefault="00EB04B0" w:rsidP="00EB04B0">
      <w:pPr>
        <w:tabs>
          <w:tab w:val="num" w:pos="0"/>
        </w:tabs>
        <w:jc w:val="both"/>
        <w:rPr>
          <w:rFonts w:cs="Arial"/>
        </w:rPr>
      </w:pPr>
      <w:r w:rsidRPr="00160AF7">
        <w:rPr>
          <w:rFonts w:cs="Arial"/>
        </w:rPr>
        <w:t>Odpiranje poteka tako, da informacijski sistem e-JN samodejno ob uri, ki je določena za javno odpiranje ponudb, prikaže podatke o ponudniku, o variantah, če so bile zahtevane oziroma dovoljene, ter omogoči dostop do .</w:t>
      </w:r>
      <w:proofErr w:type="spellStart"/>
      <w:r w:rsidRPr="00160AF7">
        <w:rPr>
          <w:rFonts w:cs="Arial"/>
        </w:rPr>
        <w:t>pdf</w:t>
      </w:r>
      <w:proofErr w:type="spellEnd"/>
      <w:r w:rsidRPr="00160AF7">
        <w:rPr>
          <w:rFonts w:cs="Arial"/>
        </w:rPr>
        <w:t xml:space="preserve"> dokumenta, ki ga ponudnik naloži v sistem e-JN pod zavihek »Predračun«. Javna objava se avtomatično zaključi po preteku </w:t>
      </w:r>
      <w:r w:rsidR="002A2D2C">
        <w:rPr>
          <w:rFonts w:cs="Arial"/>
        </w:rPr>
        <w:t>48 ur</w:t>
      </w:r>
      <w:r w:rsidRPr="00160AF7">
        <w:rPr>
          <w:rFonts w:cs="Arial"/>
        </w:rPr>
        <w:t>. Ponudniki, ki so oddali ponudbe, imajo te podatke v informacijskem sistemu e-JN na razpolago v razdelku »Zapisnik o odpiranju ponudb«.</w:t>
      </w:r>
    </w:p>
    <w:p w14:paraId="4695DE85" w14:textId="7518AE92" w:rsidR="006F310D" w:rsidRDefault="006F310D" w:rsidP="00EB04B0">
      <w:pPr>
        <w:tabs>
          <w:tab w:val="num" w:pos="0"/>
        </w:tabs>
        <w:jc w:val="both"/>
        <w:rPr>
          <w:rFonts w:cs="Arial"/>
        </w:rPr>
      </w:pPr>
    </w:p>
    <w:p w14:paraId="11AFB110" w14:textId="7CB18B81" w:rsidR="006F310D" w:rsidRPr="008058DD" w:rsidRDefault="006F310D" w:rsidP="006F310D">
      <w:pPr>
        <w:widowControl w:val="0"/>
        <w:numPr>
          <w:ilvl w:val="1"/>
          <w:numId w:val="17"/>
        </w:numPr>
        <w:ind w:left="432"/>
        <w:rPr>
          <w:rFonts w:cs="Arial"/>
          <w:b/>
        </w:rPr>
      </w:pPr>
      <w:r w:rsidRPr="008058DD">
        <w:rPr>
          <w:rFonts w:cs="Arial"/>
          <w:b/>
        </w:rPr>
        <w:t>VELJAVNOST PONUDBE:</w:t>
      </w:r>
    </w:p>
    <w:p w14:paraId="4EEE130B" w14:textId="229FEA41" w:rsidR="006F310D" w:rsidRPr="006F310D" w:rsidRDefault="006F310D" w:rsidP="006F310D">
      <w:pPr>
        <w:pStyle w:val="Odstavekseznama"/>
        <w:tabs>
          <w:tab w:val="num" w:pos="0"/>
        </w:tabs>
        <w:ind w:left="0"/>
        <w:rPr>
          <w:rFonts w:ascii="Arial" w:hAnsi="Arial" w:cs="Arial"/>
        </w:rPr>
      </w:pPr>
      <w:r w:rsidRPr="002C5E20">
        <w:rPr>
          <w:rFonts w:ascii="Arial" w:hAnsi="Arial" w:cs="Arial"/>
        </w:rPr>
        <w:t xml:space="preserve">Ponudba je veljavna </w:t>
      </w:r>
      <w:r w:rsidR="00E038B3" w:rsidRPr="002C5E20">
        <w:rPr>
          <w:rFonts w:ascii="Arial" w:hAnsi="Arial" w:cs="Arial"/>
          <w:b/>
        </w:rPr>
        <w:t xml:space="preserve">do </w:t>
      </w:r>
      <w:r w:rsidR="0031530E">
        <w:rPr>
          <w:rFonts w:ascii="Arial" w:hAnsi="Arial" w:cs="Arial"/>
          <w:b/>
        </w:rPr>
        <w:t>01</w:t>
      </w:r>
      <w:r w:rsidR="00DE5451" w:rsidRPr="00CB071B">
        <w:rPr>
          <w:rFonts w:ascii="Arial" w:hAnsi="Arial" w:cs="Arial"/>
          <w:b/>
        </w:rPr>
        <w:t>.</w:t>
      </w:r>
      <w:r w:rsidR="00C06FEF">
        <w:rPr>
          <w:rFonts w:ascii="Arial" w:hAnsi="Arial" w:cs="Arial"/>
          <w:b/>
        </w:rPr>
        <w:t>0</w:t>
      </w:r>
      <w:r w:rsidR="00552063">
        <w:rPr>
          <w:rFonts w:ascii="Arial" w:hAnsi="Arial" w:cs="Arial"/>
          <w:b/>
        </w:rPr>
        <w:t>7</w:t>
      </w:r>
      <w:r w:rsidR="00DE5451" w:rsidRPr="00CB071B">
        <w:rPr>
          <w:rFonts w:ascii="Arial" w:hAnsi="Arial" w:cs="Arial"/>
          <w:b/>
        </w:rPr>
        <w:t>.20</w:t>
      </w:r>
      <w:r w:rsidR="0024353C" w:rsidRPr="00CB071B">
        <w:rPr>
          <w:rFonts w:ascii="Arial" w:hAnsi="Arial" w:cs="Arial"/>
          <w:b/>
        </w:rPr>
        <w:t>2</w:t>
      </w:r>
      <w:r w:rsidR="00C06FEF">
        <w:rPr>
          <w:rFonts w:ascii="Arial" w:hAnsi="Arial" w:cs="Arial"/>
          <w:b/>
        </w:rPr>
        <w:t>1</w:t>
      </w:r>
      <w:r w:rsidRPr="002C5E20">
        <w:rPr>
          <w:rFonts w:ascii="Arial" w:hAnsi="Arial" w:cs="Arial"/>
        </w:rPr>
        <w:t>.</w:t>
      </w:r>
    </w:p>
    <w:p w14:paraId="2B74B932" w14:textId="5DD78D93" w:rsidR="00232D59" w:rsidRDefault="00232D59">
      <w:pPr>
        <w:rPr>
          <w:rFonts w:cs="Arial"/>
          <w:b/>
        </w:rPr>
      </w:pPr>
    </w:p>
    <w:p w14:paraId="33702A3F" w14:textId="7CDC534D" w:rsidR="00EB04B0" w:rsidRPr="00160AF7" w:rsidRDefault="00160AF7" w:rsidP="002B58B1">
      <w:pPr>
        <w:widowControl w:val="0"/>
        <w:numPr>
          <w:ilvl w:val="0"/>
          <w:numId w:val="17"/>
        </w:numPr>
        <w:rPr>
          <w:rFonts w:cs="Arial"/>
          <w:b/>
        </w:rPr>
      </w:pPr>
      <w:r w:rsidRPr="00160AF7">
        <w:rPr>
          <w:rFonts w:cs="Arial"/>
          <w:b/>
        </w:rPr>
        <w:t>SPREMEMBE RAZPISNE DOKUMENTACIJE</w:t>
      </w:r>
      <w:r w:rsidR="001248E5">
        <w:rPr>
          <w:rFonts w:cs="Arial"/>
          <w:b/>
        </w:rPr>
        <w:t>:</w:t>
      </w:r>
    </w:p>
    <w:p w14:paraId="7EC87F08" w14:textId="77777777" w:rsidR="00442472" w:rsidRDefault="00EB04B0" w:rsidP="00442472">
      <w:pPr>
        <w:pStyle w:val="Telobesedila"/>
        <w:tabs>
          <w:tab w:val="num" w:pos="0"/>
        </w:tabs>
        <w:spacing w:after="0"/>
        <w:jc w:val="both"/>
        <w:rPr>
          <w:rFonts w:cs="Arial"/>
          <w:lang w:val="sl-SI"/>
        </w:rPr>
      </w:pPr>
      <w:r w:rsidRPr="00160AF7">
        <w:rPr>
          <w:rFonts w:cs="Arial"/>
          <w:lang w:val="sl-SI"/>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14:paraId="3BCED0FF" w14:textId="2A2A8945" w:rsidR="00442472" w:rsidRPr="00442472" w:rsidRDefault="00442472" w:rsidP="00442472">
      <w:pPr>
        <w:pStyle w:val="Telobesedila"/>
        <w:tabs>
          <w:tab w:val="num" w:pos="0"/>
        </w:tabs>
        <w:spacing w:after="0"/>
        <w:jc w:val="both"/>
        <w:rPr>
          <w:rFonts w:cs="Arial"/>
          <w:lang w:val="sl-SI"/>
        </w:rPr>
      </w:pPr>
      <w:r>
        <w:lastRenderedPageBreak/>
        <w:t>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14:paraId="72C8FB0F" w14:textId="77777777" w:rsidR="00442472" w:rsidRPr="00160AF7" w:rsidRDefault="00442472" w:rsidP="00EB04B0">
      <w:pPr>
        <w:tabs>
          <w:tab w:val="num" w:pos="0"/>
        </w:tabs>
        <w:jc w:val="both"/>
        <w:rPr>
          <w:rFonts w:cs="Arial"/>
        </w:rPr>
      </w:pPr>
    </w:p>
    <w:p w14:paraId="55342FF4" w14:textId="0B6F24AE" w:rsidR="00286063" w:rsidRPr="002051EB" w:rsidRDefault="00286063" w:rsidP="00286063">
      <w:pPr>
        <w:widowControl w:val="0"/>
        <w:numPr>
          <w:ilvl w:val="0"/>
          <w:numId w:val="17"/>
        </w:numPr>
        <w:rPr>
          <w:rFonts w:cs="Arial"/>
          <w:b/>
        </w:rPr>
      </w:pPr>
      <w:r w:rsidRPr="002051EB">
        <w:rPr>
          <w:rFonts w:cs="Arial"/>
          <w:b/>
        </w:rPr>
        <w:t>FINANČNO ZAVAROVANJE</w:t>
      </w:r>
      <w:r>
        <w:rPr>
          <w:rFonts w:cs="Arial"/>
          <w:b/>
        </w:rPr>
        <w:t xml:space="preserve"> ZA RESNOST PONUDBE</w:t>
      </w:r>
      <w:r w:rsidRPr="002051EB">
        <w:rPr>
          <w:rFonts w:cs="Arial"/>
          <w:b/>
        </w:rPr>
        <w:t>:</w:t>
      </w:r>
    </w:p>
    <w:p w14:paraId="46513591" w14:textId="4AB7818F" w:rsidR="00E96E51" w:rsidRPr="00E96E51" w:rsidRDefault="00AD26DC" w:rsidP="00E96E51">
      <w:pPr>
        <w:jc w:val="both"/>
        <w:rPr>
          <w:rFonts w:cs="Arial"/>
          <w:i/>
        </w:rPr>
      </w:pPr>
      <w:r>
        <w:rPr>
          <w:rFonts w:cs="Arial"/>
        </w:rPr>
        <w:t xml:space="preserve">Ponudnik mora v ponudbeni dokumentaciji predložiti </w:t>
      </w:r>
      <w:r w:rsidR="0001671A" w:rsidRPr="00670C11">
        <w:rPr>
          <w:rFonts w:cs="Arial"/>
        </w:rPr>
        <w:t>scan</w:t>
      </w:r>
      <w:r w:rsidR="0001671A">
        <w:rPr>
          <w:rFonts w:cs="Arial"/>
        </w:rPr>
        <w:t xml:space="preserve"> </w:t>
      </w:r>
      <w:r>
        <w:rPr>
          <w:rFonts w:cs="Arial"/>
          <w:b/>
        </w:rPr>
        <w:t>finančnega zavarovanja za resnost ponudbe</w:t>
      </w:r>
      <w:r w:rsidR="004D7A47">
        <w:rPr>
          <w:rFonts w:cs="Arial"/>
          <w:b/>
        </w:rPr>
        <w:t>,</w:t>
      </w:r>
      <w:r>
        <w:rPr>
          <w:rFonts w:cs="Arial"/>
          <w:b/>
        </w:rPr>
        <w:t xml:space="preserve"> </w:t>
      </w:r>
      <w:r w:rsidR="004D7A47" w:rsidRPr="00160AF7">
        <w:rPr>
          <w:rFonts w:cs="Arial"/>
        </w:rPr>
        <w:t>veljavnega na dan oddaje ponudbe</w:t>
      </w:r>
      <w:r w:rsidR="004D7A47">
        <w:rPr>
          <w:rFonts w:cs="Arial"/>
        </w:rPr>
        <w:t xml:space="preserve">, </w:t>
      </w:r>
      <w:r w:rsidR="00985C78">
        <w:rPr>
          <w:rFonts w:cs="Arial"/>
        </w:rPr>
        <w:t xml:space="preserve">v </w:t>
      </w:r>
      <w:r w:rsidR="00985C78" w:rsidRPr="009D0ED6">
        <w:rPr>
          <w:rFonts w:cs="Arial"/>
        </w:rPr>
        <w:t xml:space="preserve">višini </w:t>
      </w:r>
      <w:r w:rsidR="00C06FEF">
        <w:rPr>
          <w:rFonts w:cs="Arial"/>
          <w:b/>
        </w:rPr>
        <w:t>5</w:t>
      </w:r>
      <w:r w:rsidRPr="009D0ED6">
        <w:rPr>
          <w:rFonts w:cs="Arial"/>
          <w:b/>
        </w:rPr>
        <w:t>.0</w:t>
      </w:r>
      <w:r w:rsidR="00E96E51" w:rsidRPr="009D0ED6">
        <w:rPr>
          <w:rFonts w:cs="Arial"/>
          <w:b/>
        </w:rPr>
        <w:t>00,00 EUR</w:t>
      </w:r>
      <w:r w:rsidR="00480975">
        <w:rPr>
          <w:rFonts w:cs="Arial"/>
          <w:b/>
        </w:rPr>
        <w:t xml:space="preserve"> za vsak sklop</w:t>
      </w:r>
      <w:r w:rsidR="00E96E51" w:rsidRPr="009D0ED6">
        <w:rPr>
          <w:rFonts w:cs="Arial"/>
        </w:rPr>
        <w:t>, z rokom veljavnosti</w:t>
      </w:r>
      <w:r w:rsidR="004D7A47" w:rsidRPr="009D0ED6">
        <w:rPr>
          <w:rFonts w:cs="Arial"/>
        </w:rPr>
        <w:t xml:space="preserve"> </w:t>
      </w:r>
      <w:r w:rsidR="004D7A47" w:rsidRPr="009D0ED6">
        <w:rPr>
          <w:rFonts w:cs="Arial"/>
          <w:b/>
        </w:rPr>
        <w:t xml:space="preserve">do </w:t>
      </w:r>
      <w:r w:rsidR="0031530E">
        <w:rPr>
          <w:rFonts w:cs="Arial"/>
          <w:b/>
        </w:rPr>
        <w:t>0</w:t>
      </w:r>
      <w:r w:rsidR="00191E8B">
        <w:rPr>
          <w:rFonts w:cs="Arial"/>
          <w:b/>
        </w:rPr>
        <w:t>2</w:t>
      </w:r>
      <w:r w:rsidR="009517E1">
        <w:rPr>
          <w:rFonts w:cs="Arial"/>
          <w:b/>
        </w:rPr>
        <w:t>.</w:t>
      </w:r>
      <w:r w:rsidR="00C06FEF">
        <w:rPr>
          <w:rFonts w:cs="Arial"/>
          <w:b/>
        </w:rPr>
        <w:t>0</w:t>
      </w:r>
      <w:r w:rsidR="00191E8B">
        <w:rPr>
          <w:rFonts w:cs="Arial"/>
          <w:b/>
        </w:rPr>
        <w:t>8</w:t>
      </w:r>
      <w:r w:rsidR="0024353C" w:rsidRPr="009D0ED6">
        <w:rPr>
          <w:rFonts w:cs="Arial"/>
          <w:b/>
        </w:rPr>
        <w:t>.202</w:t>
      </w:r>
      <w:r w:rsidR="00C06FEF">
        <w:rPr>
          <w:rFonts w:cs="Arial"/>
          <w:b/>
        </w:rPr>
        <w:t>1</w:t>
      </w:r>
      <w:r w:rsidR="00E96E51" w:rsidRPr="009D0ED6">
        <w:rPr>
          <w:rFonts w:cs="Arial"/>
        </w:rPr>
        <w:t>, in sicer v eni izmed naslednjih oblik:</w:t>
      </w:r>
    </w:p>
    <w:p w14:paraId="3480D60A" w14:textId="77777777" w:rsidR="00E96E51" w:rsidRPr="008E036E" w:rsidRDefault="00E96E51" w:rsidP="00E96E51">
      <w:pPr>
        <w:numPr>
          <w:ilvl w:val="0"/>
          <w:numId w:val="40"/>
        </w:numPr>
        <w:jc w:val="both"/>
      </w:pPr>
      <w:r w:rsidRPr="008E036E">
        <w:t>bančna garancija prvovrstne banke ali</w:t>
      </w:r>
    </w:p>
    <w:p w14:paraId="4662B899" w14:textId="49516C68" w:rsidR="00E96E51" w:rsidRPr="00480975" w:rsidRDefault="00E96E51" w:rsidP="00E96E51">
      <w:pPr>
        <w:numPr>
          <w:ilvl w:val="0"/>
          <w:numId w:val="40"/>
        </w:numPr>
        <w:jc w:val="both"/>
      </w:pPr>
      <w:r w:rsidRPr="00480975">
        <w:t>kavcijsko zavarovanje prvovrstne zavarovalnice</w:t>
      </w:r>
      <w:r w:rsidR="0001671A" w:rsidRPr="00480975">
        <w:t>;</w:t>
      </w:r>
    </w:p>
    <w:p w14:paraId="1B7F6E65" w14:textId="69D8EDA1" w:rsidR="00AD26DC" w:rsidRDefault="0001671A" w:rsidP="00AD26DC">
      <w:pPr>
        <w:pStyle w:val="Telobesedila"/>
        <w:tabs>
          <w:tab w:val="num" w:pos="0"/>
        </w:tabs>
        <w:spacing w:after="0"/>
        <w:jc w:val="both"/>
        <w:rPr>
          <w:rFonts w:cs="Arial"/>
          <w:lang w:val="sl-SI"/>
        </w:rPr>
      </w:pPr>
      <w:r w:rsidRPr="00317419">
        <w:rPr>
          <w:rFonts w:cs="Arial"/>
          <w:lang w:val="sl-SI"/>
        </w:rPr>
        <w:t>v skladu s priloženim vzorcem.</w:t>
      </w:r>
    </w:p>
    <w:p w14:paraId="062B512F" w14:textId="6DE42A84" w:rsidR="00754001" w:rsidRPr="00E84B46" w:rsidRDefault="00754001" w:rsidP="008633F3">
      <w:pPr>
        <w:jc w:val="both"/>
        <w:rPr>
          <w:rFonts w:cs="Arial"/>
        </w:rPr>
      </w:pPr>
    </w:p>
    <w:p w14:paraId="06B8A722" w14:textId="77777777" w:rsidR="00EB2260" w:rsidRPr="00EB2260" w:rsidRDefault="00EB2260" w:rsidP="00EB2260">
      <w:pPr>
        <w:pStyle w:val="Telobesedila"/>
        <w:spacing w:after="0"/>
        <w:rPr>
          <w:rFonts w:cs="Arial"/>
        </w:rPr>
      </w:pPr>
      <w:r w:rsidRPr="00EB2260">
        <w:rPr>
          <w:rFonts w:cs="Arial"/>
        </w:rPr>
        <w:t>Naročnik bo zavarovanje za resnost ponudbe unovčil v naslednjih primerih:</w:t>
      </w:r>
    </w:p>
    <w:p w14:paraId="74F080CA" w14:textId="77777777" w:rsidR="00EB2260" w:rsidRPr="00EB2260" w:rsidRDefault="00EB2260" w:rsidP="00EB2260">
      <w:pPr>
        <w:pStyle w:val="Telobesedila"/>
        <w:numPr>
          <w:ilvl w:val="0"/>
          <w:numId w:val="41"/>
        </w:numPr>
        <w:tabs>
          <w:tab w:val="num" w:pos="0"/>
        </w:tabs>
        <w:spacing w:after="0"/>
        <w:rPr>
          <w:rFonts w:cs="Arial"/>
        </w:rPr>
      </w:pPr>
      <w:r w:rsidRPr="00EB2260">
        <w:rPr>
          <w:rFonts w:cs="Arial"/>
        </w:rPr>
        <w:t>če bo ponudnik umaknil ponudbo po poteku roka za prejem ponudb ali nedopustno spremenil ponudbo v času njene veljavnosti ali</w:t>
      </w:r>
    </w:p>
    <w:p w14:paraId="5CC0BAEE" w14:textId="77777777" w:rsidR="00EB2260" w:rsidRPr="00EB2260" w:rsidRDefault="00EB2260" w:rsidP="00A419A5">
      <w:pPr>
        <w:pStyle w:val="Telobesedila"/>
        <w:numPr>
          <w:ilvl w:val="0"/>
          <w:numId w:val="41"/>
        </w:numPr>
        <w:tabs>
          <w:tab w:val="num" w:pos="0"/>
        </w:tabs>
        <w:spacing w:after="0"/>
        <w:jc w:val="both"/>
        <w:rPr>
          <w:rFonts w:cs="Arial"/>
          <w:lang w:val="sl-SI"/>
        </w:rPr>
      </w:pPr>
      <w:r w:rsidRPr="00EB2260">
        <w:rPr>
          <w:rFonts w:cs="Arial"/>
        </w:rPr>
        <w:t>če ponudnik na poziv naročnika ne bo podpisal pogodbe ali</w:t>
      </w:r>
    </w:p>
    <w:p w14:paraId="4C6D6AA5" w14:textId="77777777" w:rsidR="00EB2260" w:rsidRDefault="00EB2260" w:rsidP="00EB2260">
      <w:pPr>
        <w:pStyle w:val="Telobesedila"/>
        <w:numPr>
          <w:ilvl w:val="0"/>
          <w:numId w:val="41"/>
        </w:numPr>
        <w:tabs>
          <w:tab w:val="num" w:pos="0"/>
        </w:tabs>
        <w:spacing w:after="0"/>
        <w:jc w:val="both"/>
        <w:rPr>
          <w:rFonts w:cs="Arial"/>
          <w:lang w:val="sl-SI"/>
        </w:rPr>
      </w:pPr>
      <w:r w:rsidRPr="00EB2260">
        <w:rPr>
          <w:rFonts w:cs="Arial"/>
          <w:lang w:val="sl-SI"/>
        </w:rPr>
        <w:t>če ponudnik ne bo predložil zavarovanja za dobro izvedbo pogodbenih obveznosti v skladu s pogoji naročila.</w:t>
      </w:r>
      <w:r>
        <w:rPr>
          <w:rFonts w:cs="Arial"/>
          <w:lang w:val="sl-SI"/>
        </w:rPr>
        <w:t xml:space="preserve"> </w:t>
      </w:r>
    </w:p>
    <w:p w14:paraId="364BFB26" w14:textId="77777777" w:rsidR="00EB2260" w:rsidRDefault="00EB2260" w:rsidP="00EB2260">
      <w:pPr>
        <w:pStyle w:val="Telobesedila"/>
        <w:spacing w:after="0"/>
        <w:jc w:val="both"/>
        <w:rPr>
          <w:rFonts w:cs="Arial"/>
          <w:lang w:val="sl-SI"/>
        </w:rPr>
      </w:pPr>
    </w:p>
    <w:p w14:paraId="61B76944" w14:textId="5A5180D2" w:rsidR="00C52CA8" w:rsidRDefault="00C52CA8" w:rsidP="00EB2260">
      <w:pPr>
        <w:pStyle w:val="Telobesedila"/>
        <w:spacing w:after="0"/>
        <w:jc w:val="both"/>
        <w:rPr>
          <w:rFonts w:cs="Arial"/>
          <w:lang w:val="sl-SI"/>
        </w:rPr>
      </w:pPr>
      <w:r w:rsidRPr="00EB2260">
        <w:rPr>
          <w:rFonts w:cs="Arial"/>
          <w:lang w:val="sl-SI"/>
        </w:rPr>
        <w:t xml:space="preserve">Ponudnik je na zahtevo naročnika dolžan predložiti podaljšanje finančnega zavarovanja ali predložiti novo finančno zavarovanje, če iz objektivnih razlogov v danem roku </w:t>
      </w:r>
      <w:r w:rsidR="0001671A" w:rsidRPr="00EB2260">
        <w:rPr>
          <w:rFonts w:cs="Arial"/>
          <w:lang w:val="sl-SI"/>
        </w:rPr>
        <w:t>ni bilo mogoče skleniti pogodbe. Če izbrani ponudnik na poziv naročnika podaljšanja ne predloži, naročnik unovči zavarovanje.</w:t>
      </w:r>
    </w:p>
    <w:p w14:paraId="6CB88172" w14:textId="77777777" w:rsidR="00EB2260" w:rsidRDefault="00EB2260" w:rsidP="00EB2260">
      <w:pPr>
        <w:pStyle w:val="Telobesedila"/>
        <w:spacing w:after="0"/>
        <w:rPr>
          <w:rFonts w:cs="Arial"/>
        </w:rPr>
      </w:pPr>
    </w:p>
    <w:p w14:paraId="2C874B23" w14:textId="5D5A4FE9" w:rsidR="00EB2260" w:rsidRDefault="00EB2260" w:rsidP="00EB2260">
      <w:pPr>
        <w:pStyle w:val="Telobesedila"/>
        <w:spacing w:after="0"/>
        <w:rPr>
          <w:rFonts w:cs="Arial"/>
        </w:rPr>
      </w:pPr>
      <w:r w:rsidRPr="00EB2260">
        <w:rPr>
          <w:rFonts w:cs="Arial"/>
        </w:rPr>
        <w:t xml:space="preserve">Naročnik finančno zavarovanje vrne ponudnikom, ki s svojo ponudbo ne uspejo, v roku petih </w:t>
      </w:r>
    </w:p>
    <w:p w14:paraId="0C49D925" w14:textId="28D06F80" w:rsidR="00EB2260" w:rsidRPr="00EB2260" w:rsidRDefault="00EB2260" w:rsidP="00EB2260">
      <w:pPr>
        <w:pStyle w:val="Telobesedila"/>
        <w:spacing w:after="0"/>
        <w:rPr>
          <w:rFonts w:cs="Arial"/>
        </w:rPr>
      </w:pPr>
      <w:r w:rsidRPr="00EB2260">
        <w:rPr>
          <w:rFonts w:cs="Arial"/>
        </w:rPr>
        <w:t xml:space="preserve">(5) delovnih dni od pravnomočnosti </w:t>
      </w:r>
      <w:r>
        <w:rPr>
          <w:rFonts w:cs="Arial"/>
          <w:lang w:val="sl-SI"/>
        </w:rPr>
        <w:t>odločitve</w:t>
      </w:r>
      <w:r w:rsidRPr="00EB2260">
        <w:rPr>
          <w:rFonts w:cs="Arial"/>
        </w:rPr>
        <w:t xml:space="preserve"> o oddaji naročila. </w:t>
      </w:r>
    </w:p>
    <w:p w14:paraId="3EF9ECC4" w14:textId="77777777" w:rsidR="00EB2260" w:rsidRDefault="00EB2260" w:rsidP="00EB2260">
      <w:pPr>
        <w:pStyle w:val="Telobesedila"/>
        <w:spacing w:after="0"/>
        <w:rPr>
          <w:rFonts w:cs="Arial"/>
        </w:rPr>
      </w:pPr>
      <w:bookmarkStart w:id="1" w:name="_Hlk508788160"/>
    </w:p>
    <w:p w14:paraId="081C1E43" w14:textId="7D4AF084" w:rsidR="00EB2260" w:rsidRPr="00EB2260" w:rsidRDefault="00EB2260" w:rsidP="00EB2260">
      <w:pPr>
        <w:pStyle w:val="Telobesedila"/>
        <w:spacing w:after="0"/>
        <w:rPr>
          <w:rFonts w:cs="Arial"/>
        </w:rPr>
      </w:pPr>
      <w:r w:rsidRPr="00EB2260">
        <w:rPr>
          <w:rFonts w:cs="Arial"/>
        </w:rPr>
        <w:t>Za bančne garancije veljajo Enotna pravila za garancije na poziv (EPGP) revizija iz leta 2010, izdana pri MTZ pod št. 758 (glej priložena vzorca garancij).</w:t>
      </w:r>
    </w:p>
    <w:p w14:paraId="4859ECC5" w14:textId="77777777" w:rsidR="00EB2260" w:rsidRDefault="00EB2260" w:rsidP="00EB2260">
      <w:pPr>
        <w:pStyle w:val="Telobesedila"/>
        <w:spacing w:after="0"/>
        <w:jc w:val="both"/>
        <w:rPr>
          <w:rFonts w:cs="Arial"/>
          <w:lang w:val="sl-SI"/>
        </w:rPr>
      </w:pPr>
    </w:p>
    <w:p w14:paraId="4EEA4445" w14:textId="36E4D805" w:rsidR="00EB2260" w:rsidRPr="00EB2260" w:rsidRDefault="002D3343" w:rsidP="00EB2260">
      <w:pPr>
        <w:pStyle w:val="Telobesedila"/>
        <w:spacing w:after="0"/>
        <w:jc w:val="both"/>
        <w:rPr>
          <w:rFonts w:cs="Arial"/>
          <w:lang w:val="sl-SI"/>
        </w:rPr>
      </w:pPr>
      <w:r>
        <w:rPr>
          <w:rFonts w:cs="Arial"/>
          <w:lang w:val="sl-SI"/>
        </w:rPr>
        <w:t>N</w:t>
      </w:r>
      <w:r w:rsidR="00EB2260" w:rsidRPr="00EB2260">
        <w:rPr>
          <w:rFonts w:cs="Arial"/>
          <w:lang w:val="sl-SI"/>
        </w:rPr>
        <w:t xml:space="preserve">aročnik </w:t>
      </w:r>
      <w:r>
        <w:rPr>
          <w:rFonts w:cs="Arial"/>
          <w:lang w:val="sl-SI"/>
        </w:rPr>
        <w:t xml:space="preserve">zahteva takšna </w:t>
      </w:r>
      <w:r w:rsidR="00EB2260" w:rsidRPr="00EB2260">
        <w:rPr>
          <w:rFonts w:cs="Arial"/>
          <w:lang w:val="sl-SI"/>
        </w:rPr>
        <w:t xml:space="preserve">zavarovanja za resnost ponudbe, da pri unovčevanju le-tega ni treba predložiti originalne listine zavarovanja, </w:t>
      </w:r>
      <w:r>
        <w:rPr>
          <w:rFonts w:cs="Arial"/>
          <w:lang w:val="sl-SI"/>
        </w:rPr>
        <w:t xml:space="preserve">zato </w:t>
      </w:r>
      <w:r w:rsidR="00EB2260" w:rsidRPr="00EB2260">
        <w:rPr>
          <w:rFonts w:cs="Arial"/>
          <w:lang w:val="sl-SI"/>
        </w:rPr>
        <w:t xml:space="preserve">mora tudi </w:t>
      </w:r>
      <w:r>
        <w:rPr>
          <w:rFonts w:cs="Arial"/>
          <w:lang w:val="sl-SI"/>
        </w:rPr>
        <w:t xml:space="preserve">za </w:t>
      </w:r>
      <w:r w:rsidR="00EB2260" w:rsidRPr="00EB2260">
        <w:rPr>
          <w:rFonts w:cs="Arial"/>
          <w:lang w:val="sl-SI"/>
        </w:rPr>
        <w:t>morebitn</w:t>
      </w:r>
      <w:r>
        <w:rPr>
          <w:rFonts w:cs="Arial"/>
          <w:lang w:val="sl-SI"/>
        </w:rPr>
        <w:t>o</w:t>
      </w:r>
      <w:r w:rsidR="00EB2260" w:rsidRPr="00EB2260">
        <w:rPr>
          <w:rFonts w:cs="Arial"/>
          <w:lang w:val="sl-SI"/>
        </w:rPr>
        <w:t xml:space="preserve"> kavcijsk</w:t>
      </w:r>
      <w:r>
        <w:rPr>
          <w:rFonts w:cs="Arial"/>
          <w:lang w:val="sl-SI"/>
        </w:rPr>
        <w:t>o</w:t>
      </w:r>
      <w:r w:rsidR="00EB2260" w:rsidRPr="00EB2260">
        <w:rPr>
          <w:rFonts w:cs="Arial"/>
          <w:lang w:val="sl-SI"/>
        </w:rPr>
        <w:t xml:space="preserve"> zavarovanj</w:t>
      </w:r>
      <w:r>
        <w:rPr>
          <w:rFonts w:cs="Arial"/>
          <w:lang w:val="sl-SI"/>
        </w:rPr>
        <w:t xml:space="preserve">e, ki ga predloži ponudnik, </w:t>
      </w:r>
      <w:r w:rsidR="00EB2260" w:rsidRPr="00EB2260">
        <w:rPr>
          <w:rFonts w:cs="Arial"/>
          <w:lang w:val="sl-SI"/>
        </w:rPr>
        <w:t xml:space="preserve">veljati, da zahtevi za plačilo ni potrebno priložiti originalnega izvoda </w:t>
      </w:r>
      <w:r>
        <w:rPr>
          <w:rFonts w:cs="Arial"/>
          <w:lang w:val="sl-SI"/>
        </w:rPr>
        <w:t xml:space="preserve">listine </w:t>
      </w:r>
      <w:r w:rsidR="00EB2260" w:rsidRPr="00EB2260">
        <w:rPr>
          <w:rFonts w:cs="Arial"/>
          <w:lang w:val="sl-SI"/>
        </w:rPr>
        <w:t>zavarovanja.</w:t>
      </w:r>
      <w:bookmarkEnd w:id="1"/>
    </w:p>
    <w:p w14:paraId="609E6246" w14:textId="5F1A161E" w:rsidR="00B95263" w:rsidRPr="00160AF7" w:rsidRDefault="00B95263" w:rsidP="008A2B9C">
      <w:pPr>
        <w:widowControl w:val="0"/>
        <w:jc w:val="both"/>
        <w:rPr>
          <w:rFonts w:cs="Arial"/>
        </w:rPr>
      </w:pPr>
    </w:p>
    <w:p w14:paraId="142505A4" w14:textId="3FD7955B" w:rsidR="00B95263" w:rsidRPr="008B6294" w:rsidRDefault="00B95263" w:rsidP="009B7A96">
      <w:pPr>
        <w:widowControl w:val="0"/>
        <w:numPr>
          <w:ilvl w:val="0"/>
          <w:numId w:val="17"/>
        </w:numPr>
        <w:rPr>
          <w:rFonts w:cs="Arial"/>
          <w:b/>
        </w:rPr>
      </w:pPr>
      <w:r w:rsidRPr="008B6294">
        <w:rPr>
          <w:rFonts w:cs="Arial"/>
          <w:b/>
        </w:rPr>
        <w:t>PREDRAČUN</w:t>
      </w:r>
      <w:r w:rsidR="008A2B9C" w:rsidRPr="008B6294">
        <w:rPr>
          <w:rFonts w:cs="Arial"/>
          <w:b/>
        </w:rPr>
        <w:t>:</w:t>
      </w:r>
    </w:p>
    <w:p w14:paraId="2BA4C78D" w14:textId="0A3AC012" w:rsidR="00E267D4" w:rsidRDefault="00B95263" w:rsidP="008A2B9C">
      <w:pPr>
        <w:tabs>
          <w:tab w:val="num" w:pos="0"/>
        </w:tabs>
        <w:jc w:val="both"/>
        <w:rPr>
          <w:rFonts w:cs="Arial"/>
        </w:rPr>
      </w:pPr>
      <w:r w:rsidRPr="00160AF7">
        <w:rPr>
          <w:rFonts w:cs="Arial"/>
        </w:rPr>
        <w:t>Ponudnik</w:t>
      </w:r>
      <w:r w:rsidR="008A2B9C">
        <w:rPr>
          <w:rFonts w:cs="Arial"/>
        </w:rPr>
        <w:t xml:space="preserve"> </w:t>
      </w:r>
      <w:r w:rsidR="008B6294">
        <w:rPr>
          <w:rFonts w:cs="Arial"/>
        </w:rPr>
        <w:t>pripravi ponudbo po priložen</w:t>
      </w:r>
      <w:r w:rsidR="00FB3045">
        <w:rPr>
          <w:rFonts w:cs="Arial"/>
        </w:rPr>
        <w:t>em</w:t>
      </w:r>
      <w:r w:rsidR="008B6294">
        <w:rPr>
          <w:rFonts w:cs="Arial"/>
        </w:rPr>
        <w:t xml:space="preserve"> </w:t>
      </w:r>
      <w:r w:rsidR="001D4461">
        <w:rPr>
          <w:rFonts w:cs="Arial"/>
        </w:rPr>
        <w:t>Predračun</w:t>
      </w:r>
      <w:r w:rsidR="00FB3045">
        <w:rPr>
          <w:rFonts w:cs="Arial"/>
        </w:rPr>
        <w:t>u</w:t>
      </w:r>
      <w:r w:rsidR="001D4461">
        <w:rPr>
          <w:rFonts w:cs="Arial"/>
        </w:rPr>
        <w:t xml:space="preserve"> (OBR </w:t>
      </w:r>
      <w:r w:rsidR="001D4461" w:rsidRPr="00FB3045">
        <w:rPr>
          <w:rFonts w:cs="Arial"/>
        </w:rPr>
        <w:t>– 2.19</w:t>
      </w:r>
      <w:r w:rsidR="00FB3045" w:rsidRPr="00FB3045">
        <w:rPr>
          <w:rFonts w:cs="Arial"/>
        </w:rPr>
        <w:t>)</w:t>
      </w:r>
      <w:r w:rsidR="008B6294" w:rsidRPr="00FB3045">
        <w:rPr>
          <w:rFonts w:cs="Arial"/>
        </w:rPr>
        <w:t xml:space="preserve">, ki </w:t>
      </w:r>
      <w:r w:rsidR="00990AFA">
        <w:rPr>
          <w:rFonts w:cs="Arial"/>
        </w:rPr>
        <w:t>ga</w:t>
      </w:r>
      <w:r w:rsidR="008B6294" w:rsidRPr="00FB3045">
        <w:rPr>
          <w:rFonts w:cs="Arial"/>
        </w:rPr>
        <w:t xml:space="preserve"> priloži k ostali ponudbeni dokumentaciji v .</w:t>
      </w:r>
      <w:proofErr w:type="spellStart"/>
      <w:r w:rsidR="008B6294" w:rsidRPr="00FB3045">
        <w:rPr>
          <w:rFonts w:cs="Arial"/>
        </w:rPr>
        <w:t>xls</w:t>
      </w:r>
      <w:proofErr w:type="spellEnd"/>
      <w:r w:rsidR="008B6294" w:rsidRPr="00FB3045">
        <w:rPr>
          <w:rFonts w:cs="Arial"/>
        </w:rPr>
        <w:t xml:space="preserve"> formatu.</w:t>
      </w:r>
      <w:r w:rsidR="00E267D4" w:rsidRPr="00FB3045">
        <w:rPr>
          <w:rFonts w:cs="Arial"/>
        </w:rPr>
        <w:t xml:space="preserve"> Predhodno preveri </w:t>
      </w:r>
      <w:r w:rsidR="00990AFA">
        <w:rPr>
          <w:rFonts w:cs="Arial"/>
        </w:rPr>
        <w:t>pravilnost</w:t>
      </w:r>
      <w:r w:rsidR="00E267D4">
        <w:rPr>
          <w:rFonts w:cs="Arial"/>
        </w:rPr>
        <w:t xml:space="preserve"> in po potrebi popravi formule ter zaokroževanje tako, da bo izračun pravilen. Naročnik ne odgovarja za pravilnost izračunov.</w:t>
      </w:r>
    </w:p>
    <w:p w14:paraId="4914C1B9" w14:textId="77777777" w:rsidR="00E267D4" w:rsidRDefault="00E267D4" w:rsidP="008A2B9C">
      <w:pPr>
        <w:tabs>
          <w:tab w:val="num" w:pos="0"/>
        </w:tabs>
        <w:jc w:val="both"/>
        <w:rPr>
          <w:rFonts w:cs="Arial"/>
        </w:rPr>
      </w:pPr>
    </w:p>
    <w:p w14:paraId="69F7195C" w14:textId="7F9CC087" w:rsidR="008A2B9C" w:rsidRDefault="008A2B9C" w:rsidP="008A2B9C">
      <w:pPr>
        <w:tabs>
          <w:tab w:val="num" w:pos="0"/>
        </w:tabs>
        <w:jc w:val="both"/>
        <w:rPr>
          <w:rFonts w:cs="Arial"/>
        </w:rPr>
      </w:pPr>
      <w:r>
        <w:rPr>
          <w:rFonts w:cs="Arial"/>
        </w:rPr>
        <w:t>P</w:t>
      </w:r>
      <w:r w:rsidR="00A070D1">
        <w:rPr>
          <w:rFonts w:cs="Arial"/>
        </w:rPr>
        <w:t>onudnik mora p</w:t>
      </w:r>
      <w:r w:rsidR="00B95263" w:rsidRPr="00160AF7">
        <w:rPr>
          <w:rFonts w:cs="Arial"/>
        </w:rPr>
        <w:t>onu</w:t>
      </w:r>
      <w:r>
        <w:rPr>
          <w:rFonts w:cs="Arial"/>
        </w:rPr>
        <w:t xml:space="preserve">diti </w:t>
      </w:r>
      <w:r w:rsidR="00B95263" w:rsidRPr="00160AF7">
        <w:rPr>
          <w:rFonts w:cs="Arial"/>
        </w:rPr>
        <w:t xml:space="preserve">vse </w:t>
      </w:r>
      <w:r>
        <w:rPr>
          <w:rFonts w:cs="Arial"/>
        </w:rPr>
        <w:t>postavke</w:t>
      </w:r>
      <w:r w:rsidR="009517E1">
        <w:rPr>
          <w:rFonts w:cs="Arial"/>
        </w:rPr>
        <w:t xml:space="preserve"> za posamezni sklop</w:t>
      </w:r>
      <w:r w:rsidR="00B95263" w:rsidRPr="00160AF7">
        <w:rPr>
          <w:rFonts w:cs="Arial"/>
        </w:rPr>
        <w:t xml:space="preserve">, ob upoštevanju </w:t>
      </w:r>
      <w:r w:rsidR="00A070D1">
        <w:rPr>
          <w:rFonts w:cs="Arial"/>
        </w:rPr>
        <w:t xml:space="preserve">razpisne </w:t>
      </w:r>
      <w:r>
        <w:rPr>
          <w:rFonts w:cs="Arial"/>
        </w:rPr>
        <w:t xml:space="preserve">dokumentacije in </w:t>
      </w:r>
      <w:r w:rsidR="00A070D1">
        <w:rPr>
          <w:rFonts w:cs="Arial"/>
        </w:rPr>
        <w:t>standardov za tovrstno gradnjo</w:t>
      </w:r>
      <w:r w:rsidR="00B95263" w:rsidRPr="00160AF7">
        <w:rPr>
          <w:rFonts w:cs="Arial"/>
        </w:rPr>
        <w:t xml:space="preserve">, </w:t>
      </w:r>
      <w:r>
        <w:rPr>
          <w:rFonts w:cs="Arial"/>
        </w:rPr>
        <w:t xml:space="preserve">in sicer </w:t>
      </w:r>
      <w:r w:rsidRPr="00160AF7">
        <w:rPr>
          <w:rFonts w:cs="Arial"/>
        </w:rPr>
        <w:t xml:space="preserve">na </w:t>
      </w:r>
      <w:r>
        <w:rPr>
          <w:rFonts w:cs="Arial"/>
        </w:rPr>
        <w:t>dve</w:t>
      </w:r>
      <w:r w:rsidRPr="00160AF7">
        <w:rPr>
          <w:rFonts w:cs="Arial"/>
        </w:rPr>
        <w:t xml:space="preserve"> decimalni mest</w:t>
      </w:r>
      <w:r>
        <w:rPr>
          <w:rFonts w:cs="Arial"/>
        </w:rPr>
        <w:t>i</w:t>
      </w:r>
      <w:r w:rsidRPr="00160AF7">
        <w:rPr>
          <w:rFonts w:cs="Arial"/>
        </w:rPr>
        <w:t xml:space="preserve"> natančno</w:t>
      </w:r>
      <w:r>
        <w:rPr>
          <w:rFonts w:cs="Arial"/>
        </w:rPr>
        <w:t xml:space="preserve">. </w:t>
      </w:r>
      <w:r w:rsidR="00B95263" w:rsidRPr="00160AF7">
        <w:rPr>
          <w:rFonts w:cs="Arial"/>
        </w:rPr>
        <w:t>V kolikor ponudnik vpiše ceno nič (0) EUR</w:t>
      </w:r>
      <w:r w:rsidR="002D3343">
        <w:rPr>
          <w:rFonts w:cs="Arial"/>
        </w:rPr>
        <w:t xml:space="preserve"> ali znak »/« ali postavko pusti prazno</w:t>
      </w:r>
      <w:r w:rsidR="00B95263" w:rsidRPr="00160AF7">
        <w:rPr>
          <w:rFonts w:cs="Arial"/>
        </w:rPr>
        <w:t>, se šteje, da ponuja postavko brezplačno.</w:t>
      </w:r>
      <w:r>
        <w:rPr>
          <w:rFonts w:cs="Arial"/>
        </w:rPr>
        <w:t xml:space="preserve"> </w:t>
      </w:r>
      <w:r w:rsidR="00B95263" w:rsidRPr="00160AF7">
        <w:rPr>
          <w:rFonts w:cs="Arial"/>
        </w:rPr>
        <w:t>Ponudnik ne sme spreminjati vsebine predračuna.</w:t>
      </w:r>
      <w:r w:rsidR="004C7110">
        <w:rPr>
          <w:rFonts w:cs="Arial"/>
        </w:rPr>
        <w:t xml:space="preserve"> </w:t>
      </w:r>
    </w:p>
    <w:p w14:paraId="2F3340A1" w14:textId="77777777" w:rsidR="004C7110" w:rsidRDefault="004C7110" w:rsidP="008A2B9C">
      <w:pPr>
        <w:tabs>
          <w:tab w:val="num" w:pos="0"/>
        </w:tabs>
        <w:jc w:val="both"/>
        <w:rPr>
          <w:rFonts w:cs="Arial"/>
        </w:rPr>
      </w:pPr>
    </w:p>
    <w:p w14:paraId="03232913" w14:textId="4C3BC7E3" w:rsidR="008A2B9C" w:rsidRDefault="008A2B9C" w:rsidP="008A2B9C">
      <w:pPr>
        <w:tabs>
          <w:tab w:val="num" w:pos="0"/>
        </w:tabs>
        <w:jc w:val="both"/>
        <w:rPr>
          <w:rFonts w:cs="Arial"/>
        </w:rPr>
      </w:pPr>
      <w:r w:rsidRPr="00160AF7">
        <w:rPr>
          <w:rFonts w:cs="Arial"/>
        </w:rPr>
        <w:t>Cene na enoto po morebitnih popravkih v smislu točke deset (10), morajo biti do dokončanja vseh del fiksne in lahko služijo kot obračunske ali primerjalne za morebitna dodatna dela.</w:t>
      </w:r>
      <w:r w:rsidR="004952F1">
        <w:rPr>
          <w:rFonts w:cs="Arial"/>
        </w:rPr>
        <w:t xml:space="preserve"> Zajemati morajo vse stroške.</w:t>
      </w:r>
    </w:p>
    <w:p w14:paraId="2C703E83" w14:textId="2C284A80" w:rsidR="00A070D1" w:rsidRDefault="00A070D1" w:rsidP="008A2B9C">
      <w:pPr>
        <w:tabs>
          <w:tab w:val="num" w:pos="0"/>
        </w:tabs>
        <w:jc w:val="both"/>
        <w:rPr>
          <w:rFonts w:cs="Arial"/>
        </w:rPr>
      </w:pPr>
    </w:p>
    <w:p w14:paraId="19D7A6E4" w14:textId="77777777" w:rsidR="00A070D1" w:rsidRPr="00160AF7" w:rsidRDefault="00A070D1" w:rsidP="00A070D1">
      <w:pPr>
        <w:widowControl w:val="0"/>
        <w:jc w:val="both"/>
        <w:rPr>
          <w:rFonts w:cs="Arial"/>
        </w:rPr>
      </w:pPr>
      <w:r w:rsidRPr="00A02F94">
        <w:rPr>
          <w:rFonts w:cs="Arial"/>
        </w:rPr>
        <w:t xml:space="preserve">Naročilo se bo izvedlo na osnovi klavzule </w:t>
      </w:r>
      <w:r w:rsidRPr="00A02F94">
        <w:rPr>
          <w:rFonts w:cs="Arial"/>
          <w:b/>
          <w:i/>
        </w:rPr>
        <w:t>»na ključ«</w:t>
      </w:r>
      <w:r w:rsidRPr="00A02F94">
        <w:rPr>
          <w:rFonts w:cs="Arial"/>
        </w:rPr>
        <w:t>.</w:t>
      </w:r>
      <w:r>
        <w:rPr>
          <w:rFonts w:cs="Arial"/>
        </w:rPr>
        <w:t xml:space="preserve"> </w:t>
      </w:r>
    </w:p>
    <w:p w14:paraId="04BA3512" w14:textId="2E888565" w:rsidR="004952F1" w:rsidRDefault="004952F1" w:rsidP="008A2B9C">
      <w:pPr>
        <w:tabs>
          <w:tab w:val="num" w:pos="0"/>
        </w:tabs>
        <w:jc w:val="both"/>
        <w:rPr>
          <w:rFonts w:cs="Arial"/>
        </w:rPr>
      </w:pPr>
    </w:p>
    <w:p w14:paraId="4672503A" w14:textId="756697C6" w:rsidR="0058707E" w:rsidRDefault="0058707E" w:rsidP="008A2B9C">
      <w:pPr>
        <w:tabs>
          <w:tab w:val="num" w:pos="0"/>
        </w:tabs>
        <w:jc w:val="both"/>
        <w:rPr>
          <w:rFonts w:cs="Arial"/>
        </w:rPr>
      </w:pPr>
      <w:r>
        <w:rPr>
          <w:rFonts w:cs="Arial"/>
        </w:rPr>
        <w:t xml:space="preserve">Morebitne pomanjkljivosti, ki bi jih izkazovala razpoložljiva dokumentacija, mora ponudnik upoštevali in ovrednotili v svoji ponudbi. </w:t>
      </w:r>
      <w:r w:rsidRPr="00506E35">
        <w:rPr>
          <w:rFonts w:cs="Arial"/>
        </w:rPr>
        <w:t>Izbrani ponudnik ne bo mogel uveljavljati naknadnih podražitev in dodatnih del iz naslova</w:t>
      </w:r>
      <w:r>
        <w:rPr>
          <w:rFonts w:cs="Arial"/>
        </w:rPr>
        <w:t xml:space="preserve"> </w:t>
      </w:r>
      <w:r w:rsidRPr="00506E35">
        <w:rPr>
          <w:rFonts w:cs="Arial"/>
        </w:rPr>
        <w:t>nepopolne ali neustrezne razpisne</w:t>
      </w:r>
      <w:r>
        <w:rPr>
          <w:rFonts w:cs="Arial"/>
        </w:rPr>
        <w:t xml:space="preserve"> ali tehnične</w:t>
      </w:r>
      <w:r w:rsidRPr="00506E35">
        <w:rPr>
          <w:rFonts w:cs="Arial"/>
        </w:rPr>
        <w:t xml:space="preserve"> </w:t>
      </w:r>
      <w:r w:rsidRPr="00506E35">
        <w:rPr>
          <w:rFonts w:cs="Arial"/>
        </w:rPr>
        <w:lastRenderedPageBreak/>
        <w:t xml:space="preserve">dokumentacije za tiste dele izvedbe javnega naročila, ki v razpisni dokumentaciji niso bili </w:t>
      </w:r>
      <w:r>
        <w:rPr>
          <w:rFonts w:cs="Arial"/>
        </w:rPr>
        <w:t xml:space="preserve">posebej ali </w:t>
      </w:r>
      <w:r w:rsidRPr="00506E35">
        <w:rPr>
          <w:rFonts w:cs="Arial"/>
        </w:rPr>
        <w:t xml:space="preserve">ustrezno opredeljeni, pa bi jih glede na predmet javnega naročila in na celotno dokumentacijo </w:t>
      </w:r>
      <w:r>
        <w:rPr>
          <w:rFonts w:cs="Arial"/>
        </w:rPr>
        <w:t xml:space="preserve">kvalificirani </w:t>
      </w:r>
      <w:r w:rsidRPr="00506E35">
        <w:rPr>
          <w:rFonts w:cs="Arial"/>
        </w:rPr>
        <w:t>ponudnik</w:t>
      </w:r>
      <w:r>
        <w:rPr>
          <w:rFonts w:cs="Arial"/>
        </w:rPr>
        <w:t xml:space="preserve"> lahko</w:t>
      </w:r>
      <w:r w:rsidRPr="00506E35">
        <w:rPr>
          <w:rFonts w:cs="Arial"/>
        </w:rPr>
        <w:t xml:space="preserve"> in moral predvideti.</w:t>
      </w:r>
    </w:p>
    <w:p w14:paraId="2309B5E8" w14:textId="77777777" w:rsidR="0058707E" w:rsidRPr="00160AF7" w:rsidRDefault="0058707E" w:rsidP="008A2B9C">
      <w:pPr>
        <w:tabs>
          <w:tab w:val="num" w:pos="0"/>
        </w:tabs>
        <w:jc w:val="both"/>
        <w:rPr>
          <w:rFonts w:cs="Arial"/>
        </w:rPr>
      </w:pPr>
    </w:p>
    <w:p w14:paraId="1B289199" w14:textId="012299E8" w:rsidR="007E7FAA" w:rsidRDefault="0058707E" w:rsidP="007E7FAA">
      <w:pPr>
        <w:tabs>
          <w:tab w:val="num" w:pos="0"/>
        </w:tabs>
        <w:jc w:val="both"/>
        <w:rPr>
          <w:rFonts w:cs="Arial"/>
        </w:rPr>
      </w:pPr>
      <w:r>
        <w:rPr>
          <w:rFonts w:cs="Arial"/>
        </w:rPr>
        <w:t>Ponudnik v sistemu e-JN »</w:t>
      </w:r>
      <w:r w:rsidR="00A070D1">
        <w:rPr>
          <w:rFonts w:cs="Arial"/>
        </w:rPr>
        <w:t>P</w:t>
      </w:r>
      <w:r w:rsidR="007E7FAA" w:rsidRPr="00160AF7">
        <w:rPr>
          <w:rFonts w:cs="Arial"/>
        </w:rPr>
        <w:t>redračun</w:t>
      </w:r>
      <w:r>
        <w:rPr>
          <w:rFonts w:cs="Arial"/>
        </w:rPr>
        <w:t>« (OBR -2.19)</w:t>
      </w:r>
      <w:r w:rsidR="007E7FAA" w:rsidRPr="00160AF7">
        <w:rPr>
          <w:rFonts w:cs="Arial"/>
        </w:rPr>
        <w:t xml:space="preserve"> naloži </w:t>
      </w:r>
      <w:r w:rsidR="00A070D1">
        <w:rPr>
          <w:rFonts w:cs="Arial"/>
        </w:rPr>
        <w:t xml:space="preserve">tudi </w:t>
      </w:r>
      <w:r w:rsidR="007E7FAA" w:rsidRPr="00160AF7">
        <w:rPr>
          <w:rFonts w:cs="Arial"/>
        </w:rPr>
        <w:t>v razdelek »Predračun« v .</w:t>
      </w:r>
      <w:proofErr w:type="spellStart"/>
      <w:r w:rsidR="007E7FAA" w:rsidRPr="00160AF7">
        <w:rPr>
          <w:rFonts w:cs="Arial"/>
        </w:rPr>
        <w:t>pdf</w:t>
      </w:r>
      <w:proofErr w:type="spellEnd"/>
      <w:r w:rsidR="007E7FAA" w:rsidRPr="00160AF7">
        <w:rPr>
          <w:rFonts w:cs="Arial"/>
        </w:rPr>
        <w:t xml:space="preserve"> datoteki.</w:t>
      </w:r>
    </w:p>
    <w:p w14:paraId="434E2838" w14:textId="5ED2FDA7" w:rsidR="00B95263" w:rsidRDefault="00B95263" w:rsidP="00B95263">
      <w:pPr>
        <w:tabs>
          <w:tab w:val="num" w:pos="0"/>
        </w:tabs>
        <w:jc w:val="both"/>
        <w:rPr>
          <w:rFonts w:cs="Arial"/>
        </w:rPr>
      </w:pPr>
    </w:p>
    <w:p w14:paraId="2B032593" w14:textId="77777777" w:rsidR="004952F1" w:rsidRPr="00160AF7" w:rsidRDefault="004952F1" w:rsidP="004952F1">
      <w:pPr>
        <w:widowControl w:val="0"/>
        <w:numPr>
          <w:ilvl w:val="0"/>
          <w:numId w:val="17"/>
        </w:numPr>
        <w:rPr>
          <w:rFonts w:cs="Arial"/>
          <w:b/>
        </w:rPr>
      </w:pPr>
      <w:r w:rsidRPr="00160AF7">
        <w:rPr>
          <w:rFonts w:cs="Arial"/>
          <w:b/>
        </w:rPr>
        <w:t>NAROČNIKOVI POPRAVKI NAPAK PRI PONUDBENIH CENAH:</w:t>
      </w:r>
    </w:p>
    <w:p w14:paraId="3752B703" w14:textId="626811DD" w:rsidR="00B95263" w:rsidRDefault="00B95263" w:rsidP="00520EA9">
      <w:pPr>
        <w:tabs>
          <w:tab w:val="num" w:pos="0"/>
        </w:tabs>
        <w:jc w:val="both"/>
        <w:rPr>
          <w:rFonts w:cs="Arial"/>
        </w:rPr>
      </w:pPr>
      <w:r w:rsidRPr="00160AF7">
        <w:rPr>
          <w:rFonts w:cs="Arial"/>
        </w:rPr>
        <w:t>V primeru, da bo naročnik pri pregledu in ocenjevanju ponudb odkril očitne računske napake, bo ravnal v skladu s sedmim odstavkom 89. člena ZJN-3.</w:t>
      </w:r>
    </w:p>
    <w:p w14:paraId="4D8238FB" w14:textId="77777777" w:rsidR="00520EA9" w:rsidRPr="00160AF7" w:rsidRDefault="00520EA9" w:rsidP="00520EA9">
      <w:pPr>
        <w:tabs>
          <w:tab w:val="num" w:pos="0"/>
        </w:tabs>
        <w:jc w:val="both"/>
        <w:rPr>
          <w:rFonts w:cs="Arial"/>
          <w:i/>
        </w:rPr>
      </w:pPr>
    </w:p>
    <w:p w14:paraId="511137DF" w14:textId="263A9C51" w:rsidR="00B23891" w:rsidRPr="008B6294" w:rsidRDefault="00B23891" w:rsidP="00280B0B">
      <w:pPr>
        <w:widowControl w:val="0"/>
        <w:numPr>
          <w:ilvl w:val="0"/>
          <w:numId w:val="17"/>
        </w:numPr>
        <w:rPr>
          <w:rFonts w:cs="Arial"/>
          <w:b/>
        </w:rPr>
      </w:pPr>
      <w:r w:rsidRPr="008B6294">
        <w:rPr>
          <w:rFonts w:cs="Arial"/>
          <w:b/>
        </w:rPr>
        <w:t>MERILO ZA IZBOR NAJUGODNEJŠEGA PONUDNIKA:</w:t>
      </w:r>
    </w:p>
    <w:p w14:paraId="2FA276BC" w14:textId="0EDA9E4B" w:rsidR="00B23891" w:rsidRPr="00160AF7" w:rsidRDefault="00B23891" w:rsidP="008058DD">
      <w:pPr>
        <w:widowControl w:val="0"/>
        <w:jc w:val="both"/>
        <w:rPr>
          <w:rFonts w:cs="Arial"/>
        </w:rPr>
      </w:pPr>
      <w:r w:rsidRPr="00A02F94">
        <w:rPr>
          <w:rFonts w:cs="Arial"/>
        </w:rPr>
        <w:t xml:space="preserve">Edino merilo za izbor najugodnejšega ponudnika je </w:t>
      </w:r>
      <w:r w:rsidRPr="00A02F94">
        <w:rPr>
          <w:rFonts w:cs="Arial"/>
          <w:b/>
          <w:i/>
        </w:rPr>
        <w:t xml:space="preserve">najnižja </w:t>
      </w:r>
      <w:r w:rsidR="0047193C">
        <w:rPr>
          <w:rFonts w:cs="Arial"/>
          <w:b/>
          <w:i/>
        </w:rPr>
        <w:t xml:space="preserve">skupna </w:t>
      </w:r>
      <w:r w:rsidRPr="00A02F94">
        <w:rPr>
          <w:rFonts w:cs="Arial"/>
          <w:b/>
          <w:i/>
        </w:rPr>
        <w:t>ponudbena cena</w:t>
      </w:r>
      <w:r w:rsidR="009517E1">
        <w:rPr>
          <w:rFonts w:cs="Arial"/>
          <w:b/>
          <w:i/>
        </w:rPr>
        <w:t xml:space="preserve"> </w:t>
      </w:r>
      <w:r w:rsidR="0047193C">
        <w:rPr>
          <w:rFonts w:cs="Arial"/>
          <w:b/>
          <w:i/>
        </w:rPr>
        <w:t xml:space="preserve">z vključenimi </w:t>
      </w:r>
      <w:r w:rsidR="003B3EC2">
        <w:rPr>
          <w:rFonts w:cs="Arial"/>
          <w:b/>
          <w:i/>
        </w:rPr>
        <w:t>morebitnimi</w:t>
      </w:r>
      <w:r w:rsidR="0047193C">
        <w:rPr>
          <w:rFonts w:cs="Arial"/>
          <w:b/>
          <w:i/>
        </w:rPr>
        <w:t xml:space="preserve"> dodatnimi deli </w:t>
      </w:r>
      <w:r w:rsidR="002D3343">
        <w:rPr>
          <w:rFonts w:cs="Arial"/>
          <w:b/>
          <w:i/>
        </w:rPr>
        <w:t xml:space="preserve">v EUR </w:t>
      </w:r>
      <w:r w:rsidR="00191E8B">
        <w:rPr>
          <w:rFonts w:cs="Arial"/>
          <w:b/>
          <w:i/>
        </w:rPr>
        <w:t xml:space="preserve">brez DDV </w:t>
      </w:r>
      <w:r w:rsidR="009517E1">
        <w:rPr>
          <w:rFonts w:cs="Arial"/>
          <w:b/>
          <w:i/>
        </w:rPr>
        <w:t>za posamezni sklop</w:t>
      </w:r>
      <w:r w:rsidRPr="00A02F94">
        <w:rPr>
          <w:rFonts w:cs="Arial"/>
        </w:rPr>
        <w:t>.</w:t>
      </w:r>
    </w:p>
    <w:p w14:paraId="1D31E47E" w14:textId="77777777" w:rsidR="0047193C" w:rsidRDefault="0047193C" w:rsidP="008058DD">
      <w:pPr>
        <w:jc w:val="both"/>
        <w:rPr>
          <w:rFonts w:cs="Arial"/>
        </w:rPr>
      </w:pPr>
    </w:p>
    <w:p w14:paraId="6CC71B38" w14:textId="0F94D609" w:rsidR="00B23891" w:rsidRPr="00160AF7" w:rsidRDefault="00B23891" w:rsidP="008058DD">
      <w:pPr>
        <w:jc w:val="both"/>
        <w:rPr>
          <w:rFonts w:cs="Arial"/>
          <w:i/>
        </w:rPr>
      </w:pPr>
      <w:r w:rsidRPr="00160AF7">
        <w:rPr>
          <w:rFonts w:cs="Arial"/>
        </w:rPr>
        <w:t>Naročnik bo oddal naročilo in sklenil pogodbo</w:t>
      </w:r>
      <w:r w:rsidR="009517E1">
        <w:rPr>
          <w:rFonts w:cs="Arial"/>
        </w:rPr>
        <w:t>(e)</w:t>
      </w:r>
      <w:r w:rsidRPr="00160AF7">
        <w:rPr>
          <w:rFonts w:cs="Arial"/>
        </w:rPr>
        <w:t xml:space="preserve"> s ponudnikom, ki bo, ob izpolnjevanju pogojev iz te</w:t>
      </w:r>
      <w:r w:rsidR="0071162D">
        <w:rPr>
          <w:rFonts w:cs="Arial"/>
        </w:rPr>
        <w:t xml:space="preserve"> razpisne dokumentacije</w:t>
      </w:r>
      <w:r w:rsidRPr="00160AF7">
        <w:rPr>
          <w:rFonts w:cs="Arial"/>
        </w:rPr>
        <w:t xml:space="preserve"> in glede na določena merila za izbor najugodnejšega ponudnika, </w:t>
      </w:r>
      <w:r w:rsidR="00460E02">
        <w:rPr>
          <w:rFonts w:cs="Arial"/>
        </w:rPr>
        <w:t xml:space="preserve">v posameznem sklopu </w:t>
      </w:r>
      <w:r w:rsidRPr="00160AF7">
        <w:rPr>
          <w:rFonts w:cs="Arial"/>
        </w:rPr>
        <w:t>predložil najugodnejšo ponudbo</w:t>
      </w:r>
      <w:r w:rsidR="00162D27">
        <w:rPr>
          <w:rFonts w:cs="Arial"/>
        </w:rPr>
        <w:t>.</w:t>
      </w:r>
    </w:p>
    <w:p w14:paraId="00CEB578" w14:textId="353D4D58" w:rsidR="00162D27" w:rsidRDefault="00162D27">
      <w:pPr>
        <w:rPr>
          <w:rFonts w:cs="Arial"/>
          <w:b/>
        </w:rPr>
      </w:pPr>
      <w:bookmarkStart w:id="2" w:name="_Toc336851763"/>
      <w:bookmarkStart w:id="3" w:name="_Toc336851811"/>
      <w:bookmarkStart w:id="4" w:name="_Toc509692084"/>
    </w:p>
    <w:p w14:paraId="2B0FB4D0" w14:textId="6D9B7B1B" w:rsidR="006F310D" w:rsidRPr="008058DD" w:rsidRDefault="006F310D" w:rsidP="006F310D">
      <w:pPr>
        <w:widowControl w:val="0"/>
        <w:numPr>
          <w:ilvl w:val="0"/>
          <w:numId w:val="17"/>
        </w:numPr>
        <w:rPr>
          <w:rFonts w:cs="Arial"/>
          <w:b/>
        </w:rPr>
      </w:pPr>
      <w:r w:rsidRPr="008058DD">
        <w:rPr>
          <w:rFonts w:cs="Arial"/>
          <w:b/>
        </w:rPr>
        <w:t>OBVESTILO O ODLOČITVI O ODDAJI NAROČILA</w:t>
      </w:r>
      <w:bookmarkEnd w:id="2"/>
      <w:bookmarkEnd w:id="3"/>
      <w:bookmarkEnd w:id="4"/>
      <w:r>
        <w:rPr>
          <w:rFonts w:cs="Arial"/>
          <w:b/>
        </w:rPr>
        <w:t>:</w:t>
      </w:r>
    </w:p>
    <w:p w14:paraId="14985759" w14:textId="77777777" w:rsidR="006F310D" w:rsidRPr="00160AF7" w:rsidRDefault="006F310D" w:rsidP="006F310D">
      <w:pPr>
        <w:tabs>
          <w:tab w:val="num" w:pos="0"/>
        </w:tabs>
        <w:rPr>
          <w:rFonts w:cs="Arial"/>
        </w:rPr>
      </w:pPr>
      <w:r w:rsidRPr="00160AF7">
        <w:rPr>
          <w:rFonts w:cs="Arial"/>
        </w:rPr>
        <w:t>Naročnik bo podpisano odločitev o oddaji naročila objavil na portalu javnih naročil. Odločitev se šteje za vročeno z dnem objave na portalu javnih naročil.</w:t>
      </w:r>
    </w:p>
    <w:p w14:paraId="1DD5944E" w14:textId="16515000" w:rsidR="006F310D" w:rsidRDefault="006F310D" w:rsidP="0046619E">
      <w:pPr>
        <w:jc w:val="both"/>
        <w:rPr>
          <w:rFonts w:cs="Arial"/>
          <w:highlight w:val="yellow"/>
        </w:rPr>
      </w:pPr>
    </w:p>
    <w:p w14:paraId="35DE0DA0" w14:textId="39BD3293" w:rsidR="009D0533" w:rsidRPr="00160AF7" w:rsidRDefault="009D0533" w:rsidP="004952F1">
      <w:pPr>
        <w:widowControl w:val="0"/>
        <w:numPr>
          <w:ilvl w:val="0"/>
          <w:numId w:val="17"/>
        </w:numPr>
        <w:rPr>
          <w:rFonts w:cs="Arial"/>
          <w:b/>
        </w:rPr>
      </w:pPr>
      <w:r w:rsidRPr="00160AF7">
        <w:rPr>
          <w:rFonts w:cs="Arial"/>
          <w:b/>
        </w:rPr>
        <w:t xml:space="preserve">SKLENITEV POGODBE Z IZBRANIM </w:t>
      </w:r>
      <w:r w:rsidR="0077719B" w:rsidRPr="00160AF7">
        <w:rPr>
          <w:rFonts w:cs="Arial"/>
          <w:b/>
        </w:rPr>
        <w:t>PONUDNIKOM</w:t>
      </w:r>
      <w:r w:rsidRPr="00160AF7">
        <w:rPr>
          <w:rFonts w:cs="Arial"/>
          <w:b/>
        </w:rPr>
        <w:t>:</w:t>
      </w:r>
    </w:p>
    <w:p w14:paraId="779B54AD" w14:textId="70C09E76" w:rsidR="00452677" w:rsidRPr="00160AF7" w:rsidRDefault="00F53019" w:rsidP="008058DD">
      <w:pPr>
        <w:widowControl w:val="0"/>
        <w:jc w:val="both"/>
        <w:rPr>
          <w:rFonts w:cs="Arial"/>
          <w:color w:val="000000"/>
        </w:rPr>
      </w:pPr>
      <w:r>
        <w:rPr>
          <w:rFonts w:cs="Arial"/>
          <w:color w:val="000000"/>
        </w:rPr>
        <w:t xml:space="preserve">Po pravnomočnosti </w:t>
      </w:r>
      <w:r w:rsidR="00624DA9">
        <w:rPr>
          <w:rFonts w:cs="Arial"/>
          <w:color w:val="000000"/>
        </w:rPr>
        <w:t>odločitve</w:t>
      </w:r>
      <w:r>
        <w:rPr>
          <w:rFonts w:cs="Arial"/>
          <w:color w:val="000000"/>
        </w:rPr>
        <w:t xml:space="preserve"> o oddaji naročila bo naročnik pozval ponudnika k podpisu pogodbe. Ta mora k podpisu pristopiti v roku, ki ga v pisnem pozivu določi naročnik. V primeru, da izvajalec v danem roku ne podpiše pogodbe, bo naročnik unovčil finančno zavarovanje za resnost ponudbe ter prekinil postopek javnega naročanja. </w:t>
      </w:r>
      <w:r w:rsidR="00452677" w:rsidRPr="00160AF7">
        <w:rPr>
          <w:rFonts w:cs="Arial"/>
          <w:color w:val="000000"/>
        </w:rPr>
        <w:t xml:space="preserve">Podpisana pogodba postane </w:t>
      </w:r>
      <w:r w:rsidR="00460E02">
        <w:rPr>
          <w:rFonts w:cs="Arial"/>
          <w:color w:val="000000"/>
        </w:rPr>
        <w:t>veljavna</w:t>
      </w:r>
      <w:r w:rsidR="00460E02" w:rsidRPr="00160AF7">
        <w:rPr>
          <w:rFonts w:cs="Arial"/>
          <w:color w:val="000000"/>
        </w:rPr>
        <w:t xml:space="preserve"> </w:t>
      </w:r>
      <w:r w:rsidR="00452677" w:rsidRPr="00160AF7">
        <w:rPr>
          <w:rFonts w:cs="Arial"/>
          <w:color w:val="000000"/>
        </w:rPr>
        <w:t xml:space="preserve">z dnem predložitve zahtevanega finančnega zavarovanja za dobro izvedbo pogodbenih obveznosti s strani </w:t>
      </w:r>
      <w:r w:rsidR="0077719B" w:rsidRPr="00160AF7">
        <w:rPr>
          <w:rFonts w:cs="Arial"/>
          <w:color w:val="000000"/>
        </w:rPr>
        <w:t>izbranega ponudnika</w:t>
      </w:r>
      <w:r w:rsidR="00452677" w:rsidRPr="00160AF7">
        <w:rPr>
          <w:rFonts w:cs="Arial"/>
          <w:color w:val="000000"/>
        </w:rPr>
        <w:t>.</w:t>
      </w:r>
    </w:p>
    <w:p w14:paraId="1D0C58DA" w14:textId="57F0EA85" w:rsidR="00FE0B77" w:rsidRDefault="00FE0B77" w:rsidP="008B5F17">
      <w:pPr>
        <w:pStyle w:val="Pripombabesedilo"/>
        <w:rPr>
          <w:rFonts w:cs="Arial"/>
          <w:sz w:val="22"/>
          <w:szCs w:val="22"/>
        </w:rPr>
      </w:pPr>
    </w:p>
    <w:p w14:paraId="516ECA8A" w14:textId="77777777" w:rsidR="006F310D" w:rsidRPr="008C6275" w:rsidRDefault="006F310D" w:rsidP="006F310D">
      <w:pPr>
        <w:widowControl w:val="0"/>
        <w:numPr>
          <w:ilvl w:val="0"/>
          <w:numId w:val="17"/>
        </w:numPr>
        <w:rPr>
          <w:rFonts w:cs="Arial"/>
          <w:b/>
        </w:rPr>
      </w:pPr>
      <w:r>
        <w:rPr>
          <w:rFonts w:cs="Arial"/>
          <w:b/>
        </w:rPr>
        <w:t>POSLOVNA SKRIVNOST</w:t>
      </w:r>
      <w:r w:rsidRPr="00160AF7">
        <w:rPr>
          <w:rFonts w:cs="Arial"/>
          <w:b/>
        </w:rPr>
        <w:t>:</w:t>
      </w:r>
    </w:p>
    <w:p w14:paraId="225CE0E8" w14:textId="5A33C3A6" w:rsidR="006F310D" w:rsidRPr="00160AF7" w:rsidRDefault="006F310D" w:rsidP="006F310D">
      <w:pPr>
        <w:pStyle w:val="a"/>
        <w:rPr>
          <w:rFonts w:ascii="Arial" w:hAnsi="Arial" w:cs="Arial"/>
          <w:i w:val="0"/>
          <w:color w:val="auto"/>
          <w:sz w:val="22"/>
          <w:szCs w:val="22"/>
        </w:rPr>
      </w:pPr>
      <w:r w:rsidRPr="00160AF7">
        <w:rPr>
          <w:rFonts w:ascii="Arial" w:hAnsi="Arial" w:cs="Arial"/>
          <w:i w:val="0"/>
          <w:color w:val="auto"/>
          <w:sz w:val="22"/>
          <w:szCs w:val="22"/>
        </w:rPr>
        <w:t xml:space="preserve">Ponudnik je dolžan v ponudbi jasno označiti listine, ki jih šteje za poslovno skrivnost. Le tako se bodo kot take tudi obravnavale. V nasprotnem primeru naročnik ni odgovoren za njihovo razkritje. Podatkov, ki pa so po zakonu javni, ponudnik ne sme označiti kot poslovno skrivnost oz. se ne bodo </w:t>
      </w:r>
      <w:r w:rsidR="00624DA9" w:rsidRPr="00160AF7">
        <w:rPr>
          <w:rFonts w:ascii="Arial" w:hAnsi="Arial" w:cs="Arial"/>
          <w:i w:val="0"/>
          <w:color w:val="auto"/>
          <w:sz w:val="22"/>
          <w:szCs w:val="22"/>
        </w:rPr>
        <w:t xml:space="preserve">tako </w:t>
      </w:r>
      <w:r w:rsidRPr="00160AF7">
        <w:rPr>
          <w:rFonts w:ascii="Arial" w:hAnsi="Arial" w:cs="Arial"/>
          <w:i w:val="0"/>
          <w:color w:val="auto"/>
          <w:sz w:val="22"/>
          <w:szCs w:val="22"/>
        </w:rPr>
        <w:t>obravnavali.</w:t>
      </w:r>
    </w:p>
    <w:p w14:paraId="602CF6C7" w14:textId="77777777" w:rsidR="006F310D" w:rsidRPr="00160AF7" w:rsidRDefault="006F310D" w:rsidP="006F310D">
      <w:pPr>
        <w:pStyle w:val="a"/>
        <w:rPr>
          <w:rFonts w:ascii="Arial" w:hAnsi="Arial" w:cs="Arial"/>
          <w:i w:val="0"/>
          <w:color w:val="auto"/>
          <w:sz w:val="22"/>
          <w:szCs w:val="22"/>
        </w:rPr>
      </w:pPr>
    </w:p>
    <w:p w14:paraId="5C2ED8DE" w14:textId="77777777" w:rsidR="00AA2C97" w:rsidRPr="00160AF7" w:rsidRDefault="009E23E1" w:rsidP="004952F1">
      <w:pPr>
        <w:widowControl w:val="0"/>
        <w:numPr>
          <w:ilvl w:val="0"/>
          <w:numId w:val="17"/>
        </w:numPr>
        <w:rPr>
          <w:rFonts w:cs="Arial"/>
          <w:b/>
        </w:rPr>
      </w:pPr>
      <w:r w:rsidRPr="00160AF7">
        <w:rPr>
          <w:rFonts w:cs="Arial"/>
          <w:b/>
        </w:rPr>
        <w:t>ZAUPNOST</w:t>
      </w:r>
      <w:r w:rsidR="00AA2C97" w:rsidRPr="00160AF7">
        <w:rPr>
          <w:rFonts w:cs="Arial"/>
          <w:b/>
        </w:rPr>
        <w:t xml:space="preserve"> PODATKOV:</w:t>
      </w:r>
    </w:p>
    <w:p w14:paraId="0C42930B" w14:textId="1F5E58A7" w:rsidR="00337592" w:rsidRPr="00160AF7" w:rsidRDefault="00ED7091" w:rsidP="008058DD">
      <w:pPr>
        <w:pStyle w:val="a"/>
        <w:rPr>
          <w:rFonts w:ascii="Arial" w:hAnsi="Arial" w:cs="Arial"/>
          <w:i w:val="0"/>
          <w:color w:val="auto"/>
          <w:sz w:val="22"/>
          <w:szCs w:val="22"/>
        </w:rPr>
      </w:pPr>
      <w:r w:rsidRPr="00160AF7">
        <w:rPr>
          <w:rFonts w:ascii="Arial" w:hAnsi="Arial" w:cs="Arial"/>
          <w:i w:val="0"/>
          <w:color w:val="auto"/>
          <w:sz w:val="22"/>
          <w:szCs w:val="22"/>
        </w:rPr>
        <w:t xml:space="preserve">Zaradi posebnega statusa naročnika, ki izvaja dve posebni javni gospodarski službi za državo in je lastnik objektov posebnega državnega pomena, ki so pomembni tudi za obrambo države, morajo ponudniki in kasneje izvajalec, vse v postopku oddaje javnega naročila pridobljene podatke varovati kot poslovno skrivnost. Ponudniki </w:t>
      </w:r>
      <w:r w:rsidRPr="00160AF7">
        <w:rPr>
          <w:rFonts w:ascii="Arial" w:hAnsi="Arial" w:cs="Arial"/>
          <w:b/>
          <w:color w:val="auto"/>
          <w:sz w:val="22"/>
          <w:szCs w:val="22"/>
          <w:u w:val="single"/>
        </w:rPr>
        <w:t>samovoljno ne smejo</w:t>
      </w:r>
      <w:r w:rsidRPr="00160AF7">
        <w:rPr>
          <w:rFonts w:ascii="Arial" w:hAnsi="Arial" w:cs="Arial"/>
          <w:i w:val="0"/>
          <w:color w:val="auto"/>
          <w:sz w:val="22"/>
          <w:szCs w:val="22"/>
        </w:rPr>
        <w:t xml:space="preserve"> s pridobljenimi podatki, dokumentacijo, fotografijami in ostalim operirati pri svojih nadaljnjih komercialnih aktivnostih. Ponudniki/izvajalec lahko </w:t>
      </w:r>
      <w:r w:rsidR="00AA2C97" w:rsidRPr="00160AF7">
        <w:rPr>
          <w:rFonts w:ascii="Arial" w:hAnsi="Arial" w:cs="Arial"/>
          <w:i w:val="0"/>
          <w:color w:val="auto"/>
          <w:sz w:val="22"/>
          <w:szCs w:val="22"/>
        </w:rPr>
        <w:t xml:space="preserve">predhodno </w:t>
      </w:r>
      <w:r w:rsidRPr="00160AF7">
        <w:rPr>
          <w:rFonts w:ascii="Arial" w:hAnsi="Arial" w:cs="Arial"/>
          <w:i w:val="0"/>
          <w:color w:val="auto"/>
          <w:sz w:val="22"/>
          <w:szCs w:val="22"/>
        </w:rPr>
        <w:t>naročnika zaprosi za odobritev uporabe določenih materialov v svojih komercialni</w:t>
      </w:r>
      <w:r w:rsidR="0077719B" w:rsidRPr="00160AF7">
        <w:rPr>
          <w:rFonts w:ascii="Arial" w:hAnsi="Arial" w:cs="Arial"/>
          <w:i w:val="0"/>
          <w:color w:val="auto"/>
          <w:sz w:val="22"/>
          <w:szCs w:val="22"/>
        </w:rPr>
        <w:t>h</w:t>
      </w:r>
      <w:r w:rsidRPr="00160AF7">
        <w:rPr>
          <w:rFonts w:ascii="Arial" w:hAnsi="Arial" w:cs="Arial"/>
          <w:i w:val="0"/>
          <w:color w:val="auto"/>
          <w:sz w:val="22"/>
          <w:szCs w:val="22"/>
        </w:rPr>
        <w:t xml:space="preserve"> aktivnostih</w:t>
      </w:r>
      <w:r w:rsidR="00AA2C97" w:rsidRPr="00160AF7">
        <w:rPr>
          <w:rFonts w:ascii="Arial" w:hAnsi="Arial" w:cs="Arial"/>
          <w:i w:val="0"/>
          <w:color w:val="auto"/>
          <w:sz w:val="22"/>
          <w:szCs w:val="22"/>
        </w:rPr>
        <w:t>. Naročnik bo materiale ocenil in če ni ovir za izdajo soglasja za uporabo materialov, bo soglasje tudi izdal. Naročnik bo izvajalcu potrdil referenco, če bodo de</w:t>
      </w:r>
      <w:r w:rsidR="008C6275">
        <w:rPr>
          <w:rFonts w:ascii="Arial" w:hAnsi="Arial" w:cs="Arial"/>
          <w:i w:val="0"/>
          <w:color w:val="auto"/>
          <w:sz w:val="22"/>
          <w:szCs w:val="22"/>
        </w:rPr>
        <w:t>la izvedena uspešno in korektno ter v skladu s sklenjeno pogodbo</w:t>
      </w:r>
      <w:r w:rsidR="00F7200A">
        <w:rPr>
          <w:rFonts w:ascii="Arial" w:hAnsi="Arial" w:cs="Arial"/>
          <w:i w:val="0"/>
          <w:color w:val="auto"/>
          <w:sz w:val="22"/>
          <w:szCs w:val="22"/>
        </w:rPr>
        <w:t>.</w:t>
      </w:r>
    </w:p>
    <w:p w14:paraId="710FD107" w14:textId="5E6CD18F" w:rsidR="00ED7091" w:rsidRDefault="00ED7091" w:rsidP="008058DD">
      <w:pPr>
        <w:pStyle w:val="Pripombabesedilo"/>
        <w:rPr>
          <w:rFonts w:cs="Arial"/>
          <w:sz w:val="22"/>
          <w:szCs w:val="22"/>
        </w:rPr>
      </w:pPr>
    </w:p>
    <w:p w14:paraId="2E0436F2" w14:textId="43F8F507" w:rsidR="00782465" w:rsidRPr="008058DD" w:rsidRDefault="008058DD" w:rsidP="003E0A68">
      <w:pPr>
        <w:widowControl w:val="0"/>
        <w:numPr>
          <w:ilvl w:val="0"/>
          <w:numId w:val="17"/>
        </w:numPr>
        <w:rPr>
          <w:rFonts w:cs="Arial"/>
          <w:b/>
        </w:rPr>
      </w:pPr>
      <w:bookmarkStart w:id="5" w:name="_Toc336851761"/>
      <w:bookmarkStart w:id="6" w:name="_Toc336851809"/>
      <w:bookmarkStart w:id="7" w:name="_Toc509692085"/>
      <w:r w:rsidRPr="008058DD">
        <w:rPr>
          <w:rFonts w:cs="Arial"/>
          <w:b/>
        </w:rPr>
        <w:t>ODSTOP OD IZVEDBE JAVNEGA NAROČILA</w:t>
      </w:r>
      <w:bookmarkEnd w:id="5"/>
      <w:bookmarkEnd w:id="6"/>
      <w:bookmarkEnd w:id="7"/>
      <w:r w:rsidR="003E0A68">
        <w:rPr>
          <w:rFonts w:cs="Arial"/>
          <w:b/>
        </w:rPr>
        <w:t>:</w:t>
      </w:r>
    </w:p>
    <w:p w14:paraId="72BCA7AB" w14:textId="1074DD51" w:rsidR="00782465" w:rsidRPr="00160AF7" w:rsidRDefault="00782465" w:rsidP="00782465">
      <w:pPr>
        <w:tabs>
          <w:tab w:val="num" w:pos="0"/>
        </w:tabs>
        <w:jc w:val="both"/>
        <w:rPr>
          <w:rFonts w:cs="Arial"/>
        </w:rPr>
      </w:pPr>
      <w:r w:rsidRPr="00160AF7">
        <w:rPr>
          <w:rFonts w:cs="Arial"/>
        </w:rPr>
        <w:t xml:space="preserve">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w:t>
      </w:r>
      <w:r w:rsidRPr="00160AF7">
        <w:rPr>
          <w:rFonts w:cs="Arial"/>
        </w:rPr>
        <w:lastRenderedPageBreak/>
        <w:t xml:space="preserve">ponudnikom nemogoča. V tem primeru bo naročnik </w:t>
      </w:r>
      <w:r w:rsidR="004D7B4E">
        <w:rPr>
          <w:rFonts w:cs="Arial"/>
        </w:rPr>
        <w:t>svojo</w:t>
      </w:r>
      <w:r w:rsidRPr="00160AF7">
        <w:rPr>
          <w:rFonts w:cs="Arial"/>
        </w:rPr>
        <w:t xml:space="preserve"> odločit</w:t>
      </w:r>
      <w:r w:rsidR="004D7B4E">
        <w:rPr>
          <w:rFonts w:cs="Arial"/>
        </w:rPr>
        <w:t>e</w:t>
      </w:r>
      <w:r w:rsidRPr="00160AF7">
        <w:rPr>
          <w:rFonts w:cs="Arial"/>
        </w:rPr>
        <w:t>v</w:t>
      </w:r>
      <w:r w:rsidR="004D7B4E">
        <w:rPr>
          <w:rFonts w:cs="Arial"/>
        </w:rPr>
        <w:t xml:space="preserve"> o </w:t>
      </w:r>
      <w:proofErr w:type="spellStart"/>
      <w:r w:rsidR="004D7B4E">
        <w:rPr>
          <w:rFonts w:cs="Arial"/>
        </w:rPr>
        <w:t>neoddaji</w:t>
      </w:r>
      <w:proofErr w:type="spellEnd"/>
      <w:r w:rsidRPr="00160AF7">
        <w:rPr>
          <w:rFonts w:cs="Arial"/>
        </w:rPr>
        <w:t xml:space="preserve"> in o razlogih, zaradi katerih odstopa od izvedbe javnega naročila,</w:t>
      </w:r>
      <w:r w:rsidR="004D7B4E">
        <w:rPr>
          <w:rFonts w:cs="Arial"/>
        </w:rPr>
        <w:t xml:space="preserve"> objavil na portalu javnih naročil</w:t>
      </w:r>
      <w:r w:rsidRPr="00160AF7">
        <w:rPr>
          <w:rFonts w:cs="Arial"/>
        </w:rPr>
        <w:t>.</w:t>
      </w:r>
    </w:p>
    <w:p w14:paraId="4A823921" w14:textId="77777777" w:rsidR="00BB67FF" w:rsidRDefault="00BB67FF" w:rsidP="00782465">
      <w:pPr>
        <w:pStyle w:val="Pripombabesedilo"/>
        <w:rPr>
          <w:rFonts w:cs="Arial"/>
          <w:sz w:val="22"/>
          <w:szCs w:val="22"/>
        </w:rPr>
      </w:pPr>
    </w:p>
    <w:p w14:paraId="1DBC507E" w14:textId="51409D7D" w:rsidR="003E0A68" w:rsidRPr="008058DD" w:rsidRDefault="003E0A68" w:rsidP="003E0A68">
      <w:pPr>
        <w:widowControl w:val="0"/>
        <w:numPr>
          <w:ilvl w:val="0"/>
          <w:numId w:val="17"/>
        </w:numPr>
        <w:rPr>
          <w:rFonts w:cs="Arial"/>
          <w:b/>
        </w:rPr>
      </w:pPr>
      <w:r w:rsidRPr="008058DD">
        <w:rPr>
          <w:rFonts w:cs="Arial"/>
          <w:b/>
        </w:rPr>
        <w:t>REVIZIJA</w:t>
      </w:r>
      <w:r>
        <w:rPr>
          <w:rFonts w:cs="Arial"/>
          <w:b/>
        </w:rPr>
        <w:t>:</w:t>
      </w:r>
    </w:p>
    <w:p w14:paraId="10287D05" w14:textId="77777777" w:rsidR="005D3E14" w:rsidRPr="005D3E14" w:rsidRDefault="005D3E14" w:rsidP="005D3E14">
      <w:pPr>
        <w:pStyle w:val="Telobesedila"/>
        <w:tabs>
          <w:tab w:val="num" w:pos="0"/>
        </w:tabs>
        <w:jc w:val="both"/>
        <w:rPr>
          <w:rFonts w:cs="Arial"/>
          <w:bCs/>
          <w:iCs/>
          <w:lang w:val="sl-SI"/>
        </w:rPr>
      </w:pPr>
      <w:r w:rsidRPr="005D3E14">
        <w:rPr>
          <w:rFonts w:cs="Arial"/>
          <w:bCs/>
          <w:iCs/>
          <w:lang w:val="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7C50F4DE" w14:textId="77777777" w:rsidR="005D3E14" w:rsidRPr="005D3E14" w:rsidRDefault="005D3E14" w:rsidP="005D3E14">
      <w:pPr>
        <w:pStyle w:val="Telobesedila"/>
        <w:tabs>
          <w:tab w:val="num" w:pos="0"/>
        </w:tabs>
        <w:jc w:val="both"/>
        <w:rPr>
          <w:rFonts w:cs="Arial"/>
          <w:bCs/>
          <w:iCs/>
          <w:lang w:val="sl-SI"/>
        </w:rPr>
      </w:pPr>
      <w:r w:rsidRPr="005D3E14">
        <w:rPr>
          <w:rFonts w:cs="Arial"/>
          <w:bCs/>
          <w:iCs/>
          <w:lang w:val="sl-SI"/>
        </w:rPr>
        <w:t>Takso v višini 2.000,00 EUR mora vlagatelj plačati na transakcijski račun Ministrstva za finance, številka SI56 0110 0100 0358 802, odprt pri Banki Slovenije, Slovenska 35, 1505 Ljubljana, Slovenija, SWIFT KODA: BSLJSI2X; IBAN:SI56011001000358802.</w:t>
      </w:r>
    </w:p>
    <w:p w14:paraId="5C68C0AC" w14:textId="20592D91" w:rsidR="003E0A68" w:rsidRPr="00160AF7" w:rsidRDefault="005D3E14" w:rsidP="005D3E14">
      <w:pPr>
        <w:pStyle w:val="Telobesedila"/>
        <w:tabs>
          <w:tab w:val="num" w:pos="0"/>
        </w:tabs>
        <w:spacing w:after="0"/>
        <w:jc w:val="both"/>
        <w:rPr>
          <w:rFonts w:cs="Arial"/>
          <w:bCs/>
          <w:iCs/>
          <w:lang w:val="sl-SI"/>
        </w:rPr>
      </w:pPr>
      <w:r w:rsidRPr="005D3E14">
        <w:rPr>
          <w:rFonts w:cs="Arial"/>
          <w:bCs/>
          <w:iCs/>
          <w:lang w:val="sl-SI"/>
        </w:rPr>
        <w:t xml:space="preserve">Zahtevek za revizijo mora biti vložen pri Zavodu Republike Slovenije za blagovne rezerve, Dunajska cesta 106, 1000 Ljubljana, in sicer preko sistema </w:t>
      </w:r>
      <w:proofErr w:type="spellStart"/>
      <w:r w:rsidRPr="005D3E14">
        <w:rPr>
          <w:rFonts w:cs="Arial"/>
          <w:bCs/>
          <w:iCs/>
          <w:lang w:val="sl-SI"/>
        </w:rPr>
        <w:t>eRevizija</w:t>
      </w:r>
      <w:proofErr w:type="spellEnd"/>
      <w:r w:rsidRPr="005D3E14">
        <w:rPr>
          <w:rFonts w:cs="Arial"/>
          <w:bCs/>
          <w:iCs/>
          <w:lang w:val="sl-SI"/>
        </w:rPr>
        <w:t>.</w:t>
      </w:r>
    </w:p>
    <w:p w14:paraId="11580755" w14:textId="0A65F55C" w:rsidR="00B23891" w:rsidRDefault="00B23891" w:rsidP="003E0A68">
      <w:pPr>
        <w:widowControl w:val="0"/>
        <w:jc w:val="both"/>
        <w:rPr>
          <w:rFonts w:cs="Arial"/>
          <w:strike/>
        </w:rPr>
      </w:pPr>
    </w:p>
    <w:p w14:paraId="439D8CDB" w14:textId="77777777" w:rsidR="003E0A68" w:rsidRPr="00160AF7" w:rsidRDefault="003E0A68" w:rsidP="003E0A68">
      <w:pPr>
        <w:widowControl w:val="0"/>
        <w:numPr>
          <w:ilvl w:val="0"/>
          <w:numId w:val="17"/>
        </w:numPr>
        <w:rPr>
          <w:rFonts w:cs="Arial"/>
          <w:b/>
        </w:rPr>
      </w:pPr>
      <w:r w:rsidRPr="00160AF7">
        <w:rPr>
          <w:rFonts w:cs="Arial"/>
          <w:b/>
        </w:rPr>
        <w:t>POSEBNA OBVESTILA / OPOZORILA:</w:t>
      </w:r>
    </w:p>
    <w:p w14:paraId="1D114F44" w14:textId="7D68A898" w:rsidR="003E0A68" w:rsidRDefault="003E0A68" w:rsidP="003E0A68">
      <w:pPr>
        <w:widowControl w:val="0"/>
        <w:jc w:val="both"/>
        <w:rPr>
          <w:rFonts w:cs="Arial"/>
        </w:rPr>
      </w:pPr>
      <w:r w:rsidRPr="003E0A68">
        <w:rPr>
          <w:rFonts w:cs="Arial"/>
        </w:rPr>
        <w:t xml:space="preserve">Ponudniki </w:t>
      </w:r>
      <w:r w:rsidRPr="003E0A68">
        <w:rPr>
          <w:rFonts w:cs="Arial"/>
          <w:b/>
        </w:rPr>
        <w:t>MORAJO</w:t>
      </w:r>
      <w:r w:rsidRPr="003E0A68">
        <w:rPr>
          <w:rFonts w:cs="Arial"/>
        </w:rPr>
        <w:t xml:space="preserve"> pri pripravi ponudbe in terminskega plana upoštevati, da se bodo dela na gradbišču izvajala skladno z urnikom skladišča, torej vsak delovni dan, od ponedeljka do petka, od  7. do 15. ure. Sobote, nedelje in prazniki se ne štejejo kot delovni dnevi.</w:t>
      </w:r>
    </w:p>
    <w:p w14:paraId="437604FD" w14:textId="77777777" w:rsidR="00AC0A9B" w:rsidRDefault="00AC0A9B" w:rsidP="003E0A68">
      <w:pPr>
        <w:widowControl w:val="0"/>
        <w:jc w:val="both"/>
        <w:rPr>
          <w:rFonts w:cs="Arial"/>
          <w:color w:val="FF0000"/>
        </w:rPr>
      </w:pPr>
    </w:p>
    <w:p w14:paraId="26E271C7" w14:textId="3C0B01C6" w:rsidR="00B23891" w:rsidRDefault="00B23891" w:rsidP="00B23891">
      <w:pPr>
        <w:tabs>
          <w:tab w:val="num" w:pos="0"/>
        </w:tabs>
        <w:jc w:val="both"/>
        <w:rPr>
          <w:rFonts w:cs="Arial"/>
          <w:bCs/>
          <w:iCs/>
        </w:rPr>
      </w:pPr>
      <w:r w:rsidRPr="00160AF7">
        <w:rPr>
          <w:rFonts w:cs="Arial"/>
          <w:bCs/>
          <w:iCs/>
        </w:rPr>
        <w:t>Ne glede na izid postopka ponudnik ni upravičen do povrnitve stroškov v zvezi s pripravo ponudbe.</w:t>
      </w:r>
    </w:p>
    <w:p w14:paraId="322A2566" w14:textId="77777777" w:rsidR="003E0A68" w:rsidRPr="00160AF7" w:rsidRDefault="003E0A68" w:rsidP="00B23891">
      <w:pPr>
        <w:tabs>
          <w:tab w:val="num" w:pos="0"/>
        </w:tabs>
        <w:jc w:val="both"/>
        <w:rPr>
          <w:rFonts w:cs="Arial"/>
          <w:bCs/>
          <w:iCs/>
        </w:rPr>
      </w:pPr>
    </w:p>
    <w:p w14:paraId="189AAE2B" w14:textId="3292A851" w:rsidR="001645A8" w:rsidRPr="00160AF7" w:rsidRDefault="00D776B3" w:rsidP="008058DD">
      <w:pPr>
        <w:pStyle w:val="a"/>
        <w:rPr>
          <w:rFonts w:ascii="Arial" w:hAnsi="Arial" w:cs="Arial"/>
          <w:i w:val="0"/>
          <w:color w:val="auto"/>
          <w:sz w:val="22"/>
          <w:szCs w:val="22"/>
        </w:rPr>
      </w:pPr>
      <w:r w:rsidRPr="00160AF7">
        <w:rPr>
          <w:rFonts w:ascii="Arial" w:hAnsi="Arial" w:cs="Arial"/>
          <w:i w:val="0"/>
          <w:color w:val="auto"/>
          <w:sz w:val="22"/>
          <w:szCs w:val="22"/>
        </w:rPr>
        <w:t xml:space="preserve">Vsa druga določila in zahteve so zajete v </w:t>
      </w:r>
      <w:r w:rsidR="00145B1A" w:rsidRPr="00160AF7">
        <w:rPr>
          <w:rFonts w:ascii="Arial" w:hAnsi="Arial" w:cs="Arial"/>
          <w:i w:val="0"/>
          <w:color w:val="auto"/>
          <w:sz w:val="22"/>
          <w:szCs w:val="22"/>
        </w:rPr>
        <w:t>osnutku</w:t>
      </w:r>
      <w:r w:rsidRPr="00160AF7">
        <w:rPr>
          <w:rFonts w:ascii="Arial" w:hAnsi="Arial" w:cs="Arial"/>
          <w:i w:val="0"/>
          <w:color w:val="auto"/>
          <w:sz w:val="22"/>
          <w:szCs w:val="22"/>
        </w:rPr>
        <w:t xml:space="preserve"> pogodbe</w:t>
      </w:r>
      <w:r w:rsidR="00CE4902">
        <w:rPr>
          <w:rFonts w:ascii="Arial" w:hAnsi="Arial" w:cs="Arial"/>
          <w:i w:val="0"/>
          <w:color w:val="auto"/>
          <w:sz w:val="22"/>
          <w:szCs w:val="22"/>
        </w:rPr>
        <w:t xml:space="preserve"> OBR – 2.17</w:t>
      </w:r>
      <w:r w:rsidR="0071162D">
        <w:rPr>
          <w:rFonts w:ascii="Arial" w:hAnsi="Arial" w:cs="Arial"/>
          <w:i w:val="0"/>
          <w:color w:val="auto"/>
          <w:sz w:val="22"/>
          <w:szCs w:val="22"/>
        </w:rPr>
        <w:t>.</w:t>
      </w:r>
    </w:p>
    <w:p w14:paraId="01185A34" w14:textId="77777777" w:rsidR="006F4261" w:rsidRPr="00160AF7" w:rsidRDefault="006F4261" w:rsidP="006F4261">
      <w:pPr>
        <w:rPr>
          <w:rFonts w:cs="Arial"/>
        </w:rPr>
      </w:pPr>
    </w:p>
    <w:p w14:paraId="3B6A3406" w14:textId="55F4A98C" w:rsidR="0083661D" w:rsidRDefault="0058707E" w:rsidP="0058707E">
      <w:pPr>
        <w:jc w:val="both"/>
      </w:pPr>
      <w:r>
        <w:t>P</w:t>
      </w:r>
      <w:r w:rsidR="0083661D">
        <w:t xml:space="preserve">onudnik, ki odda ponudbo, pod kazensko in materialno odgovornostjo jamči, da so vsi podatki in dokumenti, podani v ponudbi, resnični, in da </w:t>
      </w:r>
      <w:r w:rsidR="0083661D" w:rsidRPr="00D41263">
        <w:t>priložena dokumentacija ustreza originalu.</w:t>
      </w:r>
      <w:r w:rsidR="0083661D">
        <w:t xml:space="preserve"> V nasprotnem primeru ponudnik naročniku odgovarja za vso škodo, ki mu je nastala.</w:t>
      </w:r>
    </w:p>
    <w:p w14:paraId="44AE1742" w14:textId="77777777" w:rsidR="004267AF" w:rsidRPr="00160AF7" w:rsidRDefault="004267AF" w:rsidP="0058707E">
      <w:pPr>
        <w:pStyle w:val="Pripombabesedilo"/>
        <w:jc w:val="both"/>
        <w:rPr>
          <w:rFonts w:cs="Arial"/>
          <w:sz w:val="22"/>
          <w:szCs w:val="22"/>
        </w:rPr>
      </w:pPr>
    </w:p>
    <w:sectPr w:rsidR="004267AF" w:rsidRPr="00160AF7"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A9B4D" w16cex:dateUtc="2021-04-09T07: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943B7" w14:textId="77777777" w:rsidR="00E26830" w:rsidRDefault="00E26830">
      <w:r>
        <w:separator/>
      </w:r>
    </w:p>
  </w:endnote>
  <w:endnote w:type="continuationSeparator" w:id="0">
    <w:p w14:paraId="53F4721D" w14:textId="77777777" w:rsidR="00E26830" w:rsidRDefault="00E26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45294" w14:textId="26489722" w:rsidR="000B023A" w:rsidRPr="0031530E" w:rsidRDefault="000B023A" w:rsidP="00001218">
    <w:pPr>
      <w:pStyle w:val="Noga"/>
      <w:pBdr>
        <w:top w:val="single" w:sz="4" w:space="1" w:color="auto"/>
      </w:pBdr>
      <w:rPr>
        <w:rFonts w:cs="Arial"/>
      </w:rPr>
    </w:pPr>
    <w:r w:rsidRPr="00001218">
      <w:rPr>
        <w:rStyle w:val="tevilkastrani"/>
        <w:sz w:val="20"/>
        <w:szCs w:val="20"/>
      </w:rPr>
      <w:tab/>
    </w:r>
    <w:r w:rsidRPr="00001218">
      <w:rPr>
        <w:rStyle w:val="tevilkastrani"/>
        <w:sz w:val="20"/>
        <w:szCs w:val="20"/>
      </w:rPr>
      <w:tab/>
    </w:r>
    <w:r w:rsidRPr="0031530E">
      <w:rPr>
        <w:rStyle w:val="tevilkastrani"/>
      </w:rPr>
      <w:fldChar w:fldCharType="begin"/>
    </w:r>
    <w:r w:rsidRPr="0031530E">
      <w:rPr>
        <w:rStyle w:val="tevilkastrani"/>
      </w:rPr>
      <w:instrText xml:space="preserve"> PAGE </w:instrText>
    </w:r>
    <w:r w:rsidRPr="0031530E">
      <w:rPr>
        <w:rStyle w:val="tevilkastrani"/>
      </w:rPr>
      <w:fldChar w:fldCharType="separate"/>
    </w:r>
    <w:r w:rsidR="0047193C">
      <w:rPr>
        <w:rStyle w:val="tevilkastrani"/>
        <w:noProof/>
      </w:rPr>
      <w:t>6</w:t>
    </w:r>
    <w:r w:rsidRPr="0031530E">
      <w:rPr>
        <w:rStyle w:val="tevilkastrani"/>
      </w:rPr>
      <w:fldChar w:fldCharType="end"/>
    </w:r>
    <w:r w:rsidRPr="0031530E">
      <w:rPr>
        <w:rStyle w:val="tevilkastrani"/>
      </w:rPr>
      <w:t xml:space="preserve"> / </w:t>
    </w:r>
    <w:r w:rsidRPr="0031530E">
      <w:rPr>
        <w:rStyle w:val="tevilkastrani"/>
      </w:rPr>
      <w:fldChar w:fldCharType="begin"/>
    </w:r>
    <w:r w:rsidRPr="0031530E">
      <w:rPr>
        <w:rStyle w:val="tevilkastrani"/>
      </w:rPr>
      <w:instrText xml:space="preserve"> NUMPAGES </w:instrText>
    </w:r>
    <w:r w:rsidRPr="0031530E">
      <w:rPr>
        <w:rStyle w:val="tevilkastrani"/>
      </w:rPr>
      <w:fldChar w:fldCharType="separate"/>
    </w:r>
    <w:r w:rsidR="0047193C">
      <w:rPr>
        <w:rStyle w:val="tevilkastrani"/>
        <w:noProof/>
      </w:rPr>
      <w:t>6</w:t>
    </w:r>
    <w:r w:rsidRPr="0031530E">
      <w:rPr>
        <w:rStyle w:val="tevilkastran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0B023A" w:rsidRPr="00A1445A" w14:paraId="0D83BC5A" w14:textId="77777777" w:rsidTr="00A1445A">
      <w:tc>
        <w:tcPr>
          <w:tcW w:w="4605" w:type="dxa"/>
          <w:shd w:val="clear" w:color="auto" w:fill="auto"/>
        </w:tcPr>
        <w:p w14:paraId="5F134AB7" w14:textId="7F9B352A" w:rsidR="000B023A" w:rsidRPr="005A785E" w:rsidRDefault="000B023A" w:rsidP="002618E0">
          <w:pPr>
            <w:rPr>
              <w:noProof/>
            </w:rPr>
          </w:pPr>
        </w:p>
      </w:tc>
      <w:tc>
        <w:tcPr>
          <w:tcW w:w="4605" w:type="dxa"/>
          <w:shd w:val="clear" w:color="auto" w:fill="auto"/>
        </w:tcPr>
        <w:p w14:paraId="02262C72" w14:textId="5EAE2714" w:rsidR="000B023A" w:rsidRPr="00A1445A" w:rsidRDefault="000B023A"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47193C">
            <w:rPr>
              <w:rStyle w:val="tevilkastrani"/>
              <w:rFonts w:cs="Arial"/>
              <w:noProof/>
            </w:rPr>
            <w:t>5</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47193C">
            <w:rPr>
              <w:rStyle w:val="tevilkastrani"/>
              <w:rFonts w:cs="Arial"/>
              <w:noProof/>
            </w:rPr>
            <w:t>6</w:t>
          </w:r>
          <w:r w:rsidRPr="00A1445A">
            <w:rPr>
              <w:rStyle w:val="tevilkastrani"/>
              <w:rFonts w:cs="Arial"/>
            </w:rPr>
            <w:fldChar w:fldCharType="end"/>
          </w:r>
        </w:p>
      </w:tc>
    </w:tr>
  </w:tbl>
  <w:p w14:paraId="11DD7F40" w14:textId="77777777" w:rsidR="000B023A" w:rsidRPr="00FC6CF0" w:rsidRDefault="000B023A">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62230" w14:textId="77777777" w:rsidR="00E26830" w:rsidRDefault="00E26830">
      <w:r>
        <w:separator/>
      </w:r>
    </w:p>
  </w:footnote>
  <w:footnote w:type="continuationSeparator" w:id="0">
    <w:p w14:paraId="5E5F362C" w14:textId="77777777" w:rsidR="00E26830" w:rsidRDefault="00E26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Layout w:type="fixed"/>
      <w:tblLook w:val="01E0" w:firstRow="1" w:lastRow="1" w:firstColumn="1" w:lastColumn="1" w:noHBand="0" w:noVBand="0"/>
    </w:tblPr>
    <w:tblGrid>
      <w:gridCol w:w="4039"/>
      <w:gridCol w:w="1418"/>
      <w:gridCol w:w="3775"/>
    </w:tblGrid>
    <w:tr w:rsidR="000B023A" w:rsidRPr="00A1445A" w14:paraId="13D88D74" w14:textId="77777777" w:rsidTr="00A04B00">
      <w:tc>
        <w:tcPr>
          <w:tcW w:w="4039" w:type="dxa"/>
          <w:tcBorders>
            <w:bottom w:val="single" w:sz="4" w:space="0" w:color="auto"/>
          </w:tcBorders>
          <w:shd w:val="clear" w:color="auto" w:fill="auto"/>
        </w:tcPr>
        <w:p w14:paraId="5A9F1F73" w14:textId="77777777" w:rsidR="000B023A" w:rsidRPr="00A04B00" w:rsidRDefault="000B023A" w:rsidP="00A04B00">
          <w:pPr>
            <w:ind w:right="6"/>
            <w:rPr>
              <w:rFonts w:cs="Arial"/>
              <w:b/>
              <w:color w:val="000000"/>
            </w:rPr>
          </w:pPr>
          <w:r w:rsidRPr="00A04B00">
            <w:rPr>
              <w:rFonts w:cs="Arial"/>
              <w:b/>
              <w:color w:val="000000"/>
            </w:rPr>
            <w:t>Zavod Republike Slovenije</w:t>
          </w:r>
        </w:p>
        <w:p w14:paraId="258654CC" w14:textId="77777777" w:rsidR="000B023A" w:rsidRPr="00A04B00" w:rsidRDefault="000B023A" w:rsidP="00A04B00">
          <w:pPr>
            <w:ind w:right="6"/>
            <w:rPr>
              <w:rFonts w:cs="Arial"/>
              <w:b/>
              <w:color w:val="000000"/>
            </w:rPr>
          </w:pPr>
          <w:r w:rsidRPr="00A04B00">
            <w:rPr>
              <w:rFonts w:cs="Arial"/>
              <w:b/>
              <w:color w:val="000000"/>
            </w:rPr>
            <w:t>za blagovne rezerve</w:t>
          </w:r>
        </w:p>
        <w:p w14:paraId="2D6FDDAB" w14:textId="77777777" w:rsidR="000B023A" w:rsidRPr="00A04B00" w:rsidRDefault="000B023A" w:rsidP="00A04B00">
          <w:pPr>
            <w:ind w:right="6"/>
            <w:rPr>
              <w:rFonts w:cs="Arial"/>
              <w:color w:val="000000"/>
              <w:spacing w:val="-2"/>
            </w:rPr>
          </w:pPr>
        </w:p>
        <w:p w14:paraId="3797AE81" w14:textId="77777777" w:rsidR="000B023A" w:rsidRPr="00C0552D" w:rsidRDefault="000B023A" w:rsidP="00A1445A">
          <w:pPr>
            <w:ind w:right="6"/>
            <w:jc w:val="both"/>
            <w:rPr>
              <w:rFonts w:cs="Arial"/>
              <w:color w:val="000000"/>
              <w:spacing w:val="-2"/>
            </w:rPr>
          </w:pPr>
          <w:r w:rsidRPr="00C0552D">
            <w:rPr>
              <w:rFonts w:cs="Arial"/>
              <w:color w:val="000000"/>
              <w:spacing w:val="-2"/>
            </w:rPr>
            <w:t>Dunajska cesta 106, SI-1000 Ljubljana</w:t>
          </w:r>
        </w:p>
        <w:p w14:paraId="510E6C58" w14:textId="77777777" w:rsidR="000B023A" w:rsidRPr="00C0552D" w:rsidRDefault="000B023A"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315F51DF" w14:textId="77777777" w:rsidR="000B023A" w:rsidRPr="00A1445A" w:rsidRDefault="000B023A" w:rsidP="00A1445A">
          <w:pPr>
            <w:jc w:val="center"/>
            <w:rPr>
              <w:rFonts w:cs="Arial"/>
              <w:color w:val="000000"/>
            </w:rPr>
          </w:pPr>
          <w:r w:rsidRPr="00A1445A">
            <w:rPr>
              <w:rFonts w:cs="Arial"/>
              <w:noProof/>
              <w:color w:val="000000"/>
            </w:rPr>
            <w:drawing>
              <wp:inline distT="0" distB="0" distL="0" distR="0" wp14:anchorId="6670DD48" wp14:editId="12E5EEDF">
                <wp:extent cx="619125" cy="714375"/>
                <wp:effectExtent l="0" t="0" r="9525" b="9525"/>
                <wp:docPr id="3" name="Slika 3"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30D4B30D" w14:textId="77777777" w:rsidR="000B023A" w:rsidRDefault="000B023A"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14:paraId="0C2EC14B" w14:textId="170F38E4" w:rsidR="000B023A" w:rsidRPr="00A1445A" w:rsidRDefault="000B023A"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w:history="1">
            <w:r w:rsidR="00182062" w:rsidRPr="00BF166B">
              <w:rPr>
                <w:rStyle w:val="Hiperpovezava"/>
                <w:rFonts w:cs="Arial"/>
                <w:sz w:val="20"/>
                <w:szCs w:val="20"/>
              </w:rPr>
              <w:t>info@dbr.si</w:t>
            </w:r>
          </w:hyperlink>
        </w:p>
        <w:p w14:paraId="78BA082D" w14:textId="18C0020B" w:rsidR="000B023A" w:rsidRPr="00A1445A" w:rsidRDefault="000B023A" w:rsidP="00182062">
          <w:pPr>
            <w:tabs>
              <w:tab w:val="left" w:pos="1309"/>
            </w:tabs>
            <w:rPr>
              <w:rFonts w:cs="Arial"/>
              <w:color w:val="000000"/>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w:history="1">
            <w:r w:rsidR="00182062" w:rsidRPr="00BF166B">
              <w:rPr>
                <w:rStyle w:val="Hiperpovezava"/>
                <w:rFonts w:cs="Arial"/>
                <w:sz w:val="20"/>
                <w:szCs w:val="20"/>
              </w:rPr>
              <w:t>www.dbr.si</w:t>
            </w:r>
          </w:hyperlink>
        </w:p>
      </w:tc>
    </w:tr>
    <w:tr w:rsidR="00EC43F0" w:rsidRPr="00A1445A" w14:paraId="22E2EDF1" w14:textId="77777777" w:rsidTr="00A04B00">
      <w:tc>
        <w:tcPr>
          <w:tcW w:w="4039" w:type="dxa"/>
          <w:tcBorders>
            <w:top w:val="single" w:sz="4" w:space="0" w:color="auto"/>
          </w:tcBorders>
          <w:shd w:val="clear" w:color="auto" w:fill="auto"/>
        </w:tcPr>
        <w:p w14:paraId="75B74C37" w14:textId="77777777" w:rsidR="00EC43F0" w:rsidRPr="00A1445A" w:rsidRDefault="00EC43F0" w:rsidP="00EC43F0">
          <w:pPr>
            <w:ind w:right="6"/>
            <w:jc w:val="both"/>
            <w:rPr>
              <w:rFonts w:cs="Arial"/>
              <w:b/>
              <w:color w:val="000000"/>
            </w:rPr>
          </w:pPr>
        </w:p>
      </w:tc>
      <w:tc>
        <w:tcPr>
          <w:tcW w:w="1418" w:type="dxa"/>
          <w:tcBorders>
            <w:top w:val="single" w:sz="4" w:space="0" w:color="auto"/>
          </w:tcBorders>
          <w:shd w:val="clear" w:color="auto" w:fill="auto"/>
        </w:tcPr>
        <w:p w14:paraId="13F3D936" w14:textId="77777777" w:rsidR="00EC43F0" w:rsidRPr="00A1445A" w:rsidRDefault="00EC43F0" w:rsidP="00EC43F0">
          <w:pPr>
            <w:rPr>
              <w:rFonts w:cs="Arial"/>
              <w:color w:val="000000"/>
            </w:rPr>
          </w:pPr>
        </w:p>
      </w:tc>
      <w:tc>
        <w:tcPr>
          <w:tcW w:w="3775" w:type="dxa"/>
          <w:tcBorders>
            <w:top w:val="single" w:sz="4" w:space="0" w:color="auto"/>
          </w:tcBorders>
          <w:shd w:val="clear" w:color="auto" w:fill="auto"/>
        </w:tcPr>
        <w:p w14:paraId="0CE0B095" w14:textId="7038753B" w:rsidR="00EC43F0" w:rsidRPr="00096765" w:rsidRDefault="00EC43F0" w:rsidP="00895132">
          <w:pPr>
            <w:jc w:val="right"/>
            <w:rPr>
              <w:rFonts w:cs="Arial"/>
              <w:sz w:val="16"/>
              <w:szCs w:val="16"/>
            </w:rPr>
          </w:pPr>
          <w:r>
            <w:rPr>
              <w:rFonts w:cs="Arial"/>
              <w:sz w:val="16"/>
              <w:szCs w:val="16"/>
            </w:rPr>
            <w:t>OBR – 2.</w:t>
          </w:r>
          <w:r w:rsidR="00895132">
            <w:rPr>
              <w:rFonts w:cs="Arial"/>
              <w:sz w:val="16"/>
              <w:szCs w:val="16"/>
            </w:rPr>
            <w:t>02</w:t>
          </w:r>
        </w:p>
      </w:tc>
    </w:tr>
  </w:tbl>
  <w:p w14:paraId="76CEF7A9" w14:textId="77777777" w:rsidR="000B023A" w:rsidRPr="00FC6CF0" w:rsidRDefault="000B023A" w:rsidP="00001218">
    <w:pPr>
      <w:pStyle w:val="Glava"/>
      <w:rPr>
        <w:rFonts w:cs="Arial"/>
        <w:sz w:val="2"/>
        <w:szCs w:val="2"/>
      </w:rPr>
    </w:pPr>
  </w:p>
  <w:p w14:paraId="7D0008AD" w14:textId="77777777" w:rsidR="000B023A" w:rsidRPr="00FC6CF0" w:rsidRDefault="000B023A">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27D17"/>
    <w:multiLevelType w:val="hybridMultilevel"/>
    <w:tmpl w:val="A934B5BC"/>
    <w:lvl w:ilvl="0" w:tplc="40A41F00">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 w15:restartNumberingAfterBreak="0">
    <w:nsid w:val="0A8E0BCB"/>
    <w:multiLevelType w:val="hybridMultilevel"/>
    <w:tmpl w:val="459C00B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C7D421F"/>
    <w:multiLevelType w:val="hybridMultilevel"/>
    <w:tmpl w:val="97F05ECE"/>
    <w:lvl w:ilvl="0" w:tplc="C310E5D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F9C7E26"/>
    <w:multiLevelType w:val="hybridMultilevel"/>
    <w:tmpl w:val="7722B59C"/>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0287353"/>
    <w:multiLevelType w:val="hybridMultilevel"/>
    <w:tmpl w:val="0A5E062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550A80"/>
    <w:multiLevelType w:val="hybridMultilevel"/>
    <w:tmpl w:val="E410CA32"/>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6B12CF0"/>
    <w:multiLevelType w:val="hybridMultilevel"/>
    <w:tmpl w:val="52840BF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6C5343A"/>
    <w:multiLevelType w:val="hybridMultilevel"/>
    <w:tmpl w:val="8EF600C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1D050F0E"/>
    <w:multiLevelType w:val="hybridMultilevel"/>
    <w:tmpl w:val="670A7C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DE9391F"/>
    <w:multiLevelType w:val="hybridMultilevel"/>
    <w:tmpl w:val="146831EA"/>
    <w:lvl w:ilvl="0" w:tplc="E1B09B2A">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1EA557B5"/>
    <w:multiLevelType w:val="hybridMultilevel"/>
    <w:tmpl w:val="0416293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EFE1D20"/>
    <w:multiLevelType w:val="hybridMultilevel"/>
    <w:tmpl w:val="4BF089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A41689"/>
    <w:multiLevelType w:val="hybridMultilevel"/>
    <w:tmpl w:val="DD42BC94"/>
    <w:lvl w:ilvl="0" w:tplc="8D903154">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5" w15:restartNumberingAfterBreak="0">
    <w:nsid w:val="34722ECA"/>
    <w:multiLevelType w:val="hybridMultilevel"/>
    <w:tmpl w:val="923A4F2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BA3126B"/>
    <w:multiLevelType w:val="hybridMultilevel"/>
    <w:tmpl w:val="E3ACEBEA"/>
    <w:lvl w:ilvl="0" w:tplc="C310E5D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1046717"/>
    <w:multiLevelType w:val="hybridMultilevel"/>
    <w:tmpl w:val="3C16835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45465BDA"/>
    <w:multiLevelType w:val="hybridMultilevel"/>
    <w:tmpl w:val="DD443566"/>
    <w:lvl w:ilvl="0" w:tplc="C310E5D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5BA3CFF"/>
    <w:multiLevelType w:val="hybridMultilevel"/>
    <w:tmpl w:val="874C13E2"/>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1" w15:restartNumberingAfterBreak="0">
    <w:nsid w:val="47CF1B1C"/>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CD66D49"/>
    <w:multiLevelType w:val="hybridMultilevel"/>
    <w:tmpl w:val="B52260C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F1D576D"/>
    <w:multiLevelType w:val="hybridMultilevel"/>
    <w:tmpl w:val="55B227BA"/>
    <w:lvl w:ilvl="0" w:tplc="0424000F">
      <w:start w:val="1"/>
      <w:numFmt w:val="decimal"/>
      <w:lvlText w:val="%1."/>
      <w:lvlJc w:val="left"/>
      <w:pPr>
        <w:ind w:left="360" w:hanging="360"/>
      </w:pPr>
      <w:rPr>
        <w:rFonts w:hint="default"/>
      </w:rPr>
    </w:lvl>
    <w:lvl w:ilvl="1" w:tplc="1080604E">
      <w:numFmt w:val="bullet"/>
      <w:lvlText w:val="-"/>
      <w:lvlJc w:val="left"/>
      <w:pPr>
        <w:ind w:left="1080" w:hanging="360"/>
      </w:pPr>
      <w:rPr>
        <w:rFonts w:ascii="Calibri" w:eastAsiaTheme="minorHAnsi" w:hAnsi="Calibri" w:cstheme="minorBidi"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52804849"/>
    <w:multiLevelType w:val="hybridMultilevel"/>
    <w:tmpl w:val="C30E6DA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577D18EC"/>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9437943"/>
    <w:multiLevelType w:val="hybridMultilevel"/>
    <w:tmpl w:val="EBFA7DF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B417E29"/>
    <w:multiLevelType w:val="hybridMultilevel"/>
    <w:tmpl w:val="B160349C"/>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9" w15:restartNumberingAfterBreak="0">
    <w:nsid w:val="6D5B0A6F"/>
    <w:multiLevelType w:val="hybridMultilevel"/>
    <w:tmpl w:val="70FE4A9E"/>
    <w:lvl w:ilvl="0" w:tplc="B4D00616">
      <w:start w:val="1"/>
      <w:numFmt w:val="decimal"/>
      <w:lvlText w:val="%1."/>
      <w:lvlJc w:val="left"/>
      <w:pPr>
        <w:tabs>
          <w:tab w:val="num" w:pos="720"/>
        </w:tabs>
        <w:ind w:left="720" w:hanging="360"/>
      </w:pPr>
      <w:rPr>
        <w:rFonts w:cs="Times New Roman" w:hint="default"/>
        <w:b/>
      </w:rPr>
    </w:lvl>
    <w:lvl w:ilvl="1" w:tplc="B9D0DDF4">
      <w:start w:val="6"/>
      <w:numFmt w:val="bullet"/>
      <w:lvlText w:val="-"/>
      <w:lvlJc w:val="left"/>
      <w:pPr>
        <w:tabs>
          <w:tab w:val="num" w:pos="1440"/>
        </w:tabs>
        <w:ind w:left="1440" w:hanging="360"/>
      </w:pPr>
      <w:rPr>
        <w:rFonts w:ascii="Arial" w:eastAsia="Times New Roman" w:hAnsi="Arial"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E563748"/>
    <w:multiLevelType w:val="hybridMultilevel"/>
    <w:tmpl w:val="D61ED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F7A6E96"/>
    <w:multiLevelType w:val="hybridMultilevel"/>
    <w:tmpl w:val="EBE66B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1DD0C4D"/>
    <w:multiLevelType w:val="hybridMultilevel"/>
    <w:tmpl w:val="46325456"/>
    <w:lvl w:ilvl="0" w:tplc="C310E5D6">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3" w15:restartNumberingAfterBreak="0">
    <w:nsid w:val="73BD6556"/>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9533023"/>
    <w:multiLevelType w:val="hybridMultilevel"/>
    <w:tmpl w:val="7952B6B4"/>
    <w:lvl w:ilvl="0" w:tplc="04090001">
      <w:start w:val="1"/>
      <w:numFmt w:val="bullet"/>
      <w:lvlText w:val=""/>
      <w:lvlJc w:val="left"/>
      <w:pPr>
        <w:tabs>
          <w:tab w:val="num" w:pos="720"/>
        </w:tabs>
        <w:ind w:left="720" w:hanging="360"/>
      </w:pPr>
      <w:rPr>
        <w:rFonts w:ascii="Symbol" w:hAnsi="Symbol" w:hint="default"/>
      </w:rPr>
    </w:lvl>
    <w:lvl w:ilvl="1" w:tplc="5BE61328">
      <w:start w:val="1"/>
      <w:numFmt w:val="bullet"/>
      <w:lvlText w:val=""/>
      <w:lvlJc w:val="left"/>
      <w:pPr>
        <w:tabs>
          <w:tab w:val="num" w:pos="759"/>
        </w:tabs>
        <w:ind w:left="759" w:hanging="360"/>
      </w:pPr>
      <w:rPr>
        <w:rFonts w:ascii="Symbol" w:hAnsi="Symbol"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BE41AA9"/>
    <w:multiLevelType w:val="hybridMultilevel"/>
    <w:tmpl w:val="19AAD172"/>
    <w:lvl w:ilvl="0" w:tplc="A1165674">
      <w:start w:val="1"/>
      <w:numFmt w:val="bullet"/>
      <w:lvlText w:val=""/>
      <w:lvlJc w:val="left"/>
      <w:pPr>
        <w:ind w:left="360" w:hanging="360"/>
      </w:pPr>
      <w:rPr>
        <w:rFonts w:ascii="Symbol" w:eastAsia="Times New Roman"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DE93971"/>
    <w:multiLevelType w:val="hybridMultilevel"/>
    <w:tmpl w:val="D15A053C"/>
    <w:lvl w:ilvl="0" w:tplc="0409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DF61089"/>
    <w:multiLevelType w:val="hybridMultilevel"/>
    <w:tmpl w:val="16FAFB4C"/>
    <w:lvl w:ilvl="0" w:tplc="559C9D4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7E7C2CA5"/>
    <w:multiLevelType w:val="hybridMultilevel"/>
    <w:tmpl w:val="DF2E6694"/>
    <w:lvl w:ilvl="0" w:tplc="35B852E0">
      <w:start w:val="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34"/>
  </w:num>
  <w:num w:numId="3">
    <w:abstractNumId w:val="30"/>
  </w:num>
  <w:num w:numId="4">
    <w:abstractNumId w:val="11"/>
  </w:num>
  <w:num w:numId="5">
    <w:abstractNumId w:val="36"/>
  </w:num>
  <w:num w:numId="6">
    <w:abstractNumId w:val="37"/>
  </w:num>
  <w:num w:numId="7">
    <w:abstractNumId w:val="3"/>
  </w:num>
  <w:num w:numId="8">
    <w:abstractNumId w:val="1"/>
  </w:num>
  <w:num w:numId="9">
    <w:abstractNumId w:val="6"/>
  </w:num>
  <w:num w:numId="10">
    <w:abstractNumId w:val="29"/>
  </w:num>
  <w:num w:numId="11">
    <w:abstractNumId w:val="4"/>
  </w:num>
  <w:num w:numId="12">
    <w:abstractNumId w:val="15"/>
  </w:num>
  <w:num w:numId="13">
    <w:abstractNumId w:val="38"/>
  </w:num>
  <w:num w:numId="14">
    <w:abstractNumId w:val="9"/>
  </w:num>
  <w:num w:numId="15">
    <w:abstractNumId w:val="22"/>
  </w:num>
  <w:num w:numId="16">
    <w:abstractNumId w:val="0"/>
  </w:num>
  <w:num w:numId="17">
    <w:abstractNumId w:val="33"/>
  </w:num>
  <w:num w:numId="18">
    <w:abstractNumId w:val="39"/>
  </w:num>
  <w:num w:numId="19">
    <w:abstractNumId w:val="10"/>
  </w:num>
  <w:num w:numId="20">
    <w:abstractNumId w:val="17"/>
  </w:num>
  <w:num w:numId="21">
    <w:abstractNumId w:val="19"/>
  </w:num>
  <w:num w:numId="22">
    <w:abstractNumId w:val="2"/>
  </w:num>
  <w:num w:numId="23">
    <w:abstractNumId w:val="27"/>
  </w:num>
  <w:num w:numId="24">
    <w:abstractNumId w:val="24"/>
  </w:num>
  <w:num w:numId="25">
    <w:abstractNumId w:val="23"/>
  </w:num>
  <w:num w:numId="26">
    <w:abstractNumId w:val="8"/>
  </w:num>
  <w:num w:numId="27">
    <w:abstractNumId w:val="28"/>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7"/>
  </w:num>
  <w:num w:numId="31">
    <w:abstractNumId w:val="31"/>
  </w:num>
  <w:num w:numId="32">
    <w:abstractNumId w:val="21"/>
  </w:num>
  <w:num w:numId="33">
    <w:abstractNumId w:val="16"/>
  </w:num>
  <w:num w:numId="34">
    <w:abstractNumId w:val="35"/>
  </w:num>
  <w:num w:numId="35">
    <w:abstractNumId w:val="14"/>
  </w:num>
  <w:num w:numId="36">
    <w:abstractNumId w:val="5"/>
  </w:num>
  <w:num w:numId="37">
    <w:abstractNumId w:val="32"/>
  </w:num>
  <w:num w:numId="38">
    <w:abstractNumId w:val="18"/>
  </w:num>
  <w:num w:numId="39">
    <w:abstractNumId w:val="25"/>
  </w:num>
  <w:num w:numId="4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833"/>
    <w:rsid w:val="00001218"/>
    <w:rsid w:val="00005413"/>
    <w:rsid w:val="00005BD8"/>
    <w:rsid w:val="00013313"/>
    <w:rsid w:val="00013B00"/>
    <w:rsid w:val="00015B5A"/>
    <w:rsid w:val="0001671A"/>
    <w:rsid w:val="00016F85"/>
    <w:rsid w:val="00017613"/>
    <w:rsid w:val="0002016B"/>
    <w:rsid w:val="00026D4F"/>
    <w:rsid w:val="00031EB0"/>
    <w:rsid w:val="00036A6D"/>
    <w:rsid w:val="000412BC"/>
    <w:rsid w:val="00041EB9"/>
    <w:rsid w:val="00042D0E"/>
    <w:rsid w:val="00046CE2"/>
    <w:rsid w:val="0005065F"/>
    <w:rsid w:val="0005479D"/>
    <w:rsid w:val="000576FB"/>
    <w:rsid w:val="0005774E"/>
    <w:rsid w:val="00061DAA"/>
    <w:rsid w:val="00063012"/>
    <w:rsid w:val="00067E1F"/>
    <w:rsid w:val="00070AA5"/>
    <w:rsid w:val="00074E6A"/>
    <w:rsid w:val="000840FA"/>
    <w:rsid w:val="00087BF9"/>
    <w:rsid w:val="0009528C"/>
    <w:rsid w:val="00096243"/>
    <w:rsid w:val="00096BE4"/>
    <w:rsid w:val="000A2154"/>
    <w:rsid w:val="000A26BC"/>
    <w:rsid w:val="000A5647"/>
    <w:rsid w:val="000B023A"/>
    <w:rsid w:val="000B3AA1"/>
    <w:rsid w:val="000B7C8E"/>
    <w:rsid w:val="000C1724"/>
    <w:rsid w:val="000C23A5"/>
    <w:rsid w:val="000C4583"/>
    <w:rsid w:val="000C55ED"/>
    <w:rsid w:val="000D0FFF"/>
    <w:rsid w:val="000D3138"/>
    <w:rsid w:val="000D4BB8"/>
    <w:rsid w:val="000D76C2"/>
    <w:rsid w:val="000E1875"/>
    <w:rsid w:val="000E3265"/>
    <w:rsid w:val="000E41E1"/>
    <w:rsid w:val="000E492A"/>
    <w:rsid w:val="000E57E2"/>
    <w:rsid w:val="000E68AD"/>
    <w:rsid w:val="000E7050"/>
    <w:rsid w:val="000F414A"/>
    <w:rsid w:val="000F41CA"/>
    <w:rsid w:val="000F5A34"/>
    <w:rsid w:val="00101B68"/>
    <w:rsid w:val="00101C61"/>
    <w:rsid w:val="00111DF5"/>
    <w:rsid w:val="00114401"/>
    <w:rsid w:val="001213C5"/>
    <w:rsid w:val="001248E5"/>
    <w:rsid w:val="0012533E"/>
    <w:rsid w:val="00125FEC"/>
    <w:rsid w:val="001263FF"/>
    <w:rsid w:val="001314C1"/>
    <w:rsid w:val="00133DCD"/>
    <w:rsid w:val="001352C1"/>
    <w:rsid w:val="0014021F"/>
    <w:rsid w:val="001418BC"/>
    <w:rsid w:val="001425DB"/>
    <w:rsid w:val="00144149"/>
    <w:rsid w:val="00144546"/>
    <w:rsid w:val="0014466F"/>
    <w:rsid w:val="00145B1A"/>
    <w:rsid w:val="00146152"/>
    <w:rsid w:val="00147144"/>
    <w:rsid w:val="00150FDE"/>
    <w:rsid w:val="00152264"/>
    <w:rsid w:val="0015768F"/>
    <w:rsid w:val="00160AF7"/>
    <w:rsid w:val="00162D27"/>
    <w:rsid w:val="001633CD"/>
    <w:rsid w:val="00163850"/>
    <w:rsid w:val="00164184"/>
    <w:rsid w:val="001645A8"/>
    <w:rsid w:val="00166414"/>
    <w:rsid w:val="001717EC"/>
    <w:rsid w:val="0017296F"/>
    <w:rsid w:val="0017490A"/>
    <w:rsid w:val="00174BFE"/>
    <w:rsid w:val="00176896"/>
    <w:rsid w:val="00177383"/>
    <w:rsid w:val="001774FB"/>
    <w:rsid w:val="00180FD8"/>
    <w:rsid w:val="00182062"/>
    <w:rsid w:val="00183318"/>
    <w:rsid w:val="0018430D"/>
    <w:rsid w:val="00191CE2"/>
    <w:rsid w:val="00191E8B"/>
    <w:rsid w:val="001962A2"/>
    <w:rsid w:val="001A192F"/>
    <w:rsid w:val="001A357A"/>
    <w:rsid w:val="001A483E"/>
    <w:rsid w:val="001A7BD0"/>
    <w:rsid w:val="001B1EF1"/>
    <w:rsid w:val="001B2188"/>
    <w:rsid w:val="001B723E"/>
    <w:rsid w:val="001C01B9"/>
    <w:rsid w:val="001C4076"/>
    <w:rsid w:val="001C4F9D"/>
    <w:rsid w:val="001C5D9E"/>
    <w:rsid w:val="001C6F83"/>
    <w:rsid w:val="001D16E0"/>
    <w:rsid w:val="001D292C"/>
    <w:rsid w:val="001D4461"/>
    <w:rsid w:val="001D680C"/>
    <w:rsid w:val="001D694D"/>
    <w:rsid w:val="001D6F56"/>
    <w:rsid w:val="001E0240"/>
    <w:rsid w:val="001E4BCC"/>
    <w:rsid w:val="001E621A"/>
    <w:rsid w:val="001F2554"/>
    <w:rsid w:val="001F5DE6"/>
    <w:rsid w:val="001F6F0F"/>
    <w:rsid w:val="0020233B"/>
    <w:rsid w:val="00210790"/>
    <w:rsid w:val="00211F83"/>
    <w:rsid w:val="00214739"/>
    <w:rsid w:val="00222E0A"/>
    <w:rsid w:val="00226E84"/>
    <w:rsid w:val="00227189"/>
    <w:rsid w:val="00227FB0"/>
    <w:rsid w:val="00231CFA"/>
    <w:rsid w:val="00232D59"/>
    <w:rsid w:val="002334BB"/>
    <w:rsid w:val="00234364"/>
    <w:rsid w:val="00235312"/>
    <w:rsid w:val="0023568C"/>
    <w:rsid w:val="00235E41"/>
    <w:rsid w:val="002372A1"/>
    <w:rsid w:val="00237B8B"/>
    <w:rsid w:val="0024026C"/>
    <w:rsid w:val="00241286"/>
    <w:rsid w:val="002413BB"/>
    <w:rsid w:val="00241698"/>
    <w:rsid w:val="0024353C"/>
    <w:rsid w:val="00250588"/>
    <w:rsid w:val="00251B88"/>
    <w:rsid w:val="00251D3F"/>
    <w:rsid w:val="00252BAD"/>
    <w:rsid w:val="00252C1C"/>
    <w:rsid w:val="0025426F"/>
    <w:rsid w:val="0026108B"/>
    <w:rsid w:val="002618E0"/>
    <w:rsid w:val="00262170"/>
    <w:rsid w:val="002649D2"/>
    <w:rsid w:val="002655AC"/>
    <w:rsid w:val="00270BE6"/>
    <w:rsid w:val="002711AE"/>
    <w:rsid w:val="00273761"/>
    <w:rsid w:val="00273C44"/>
    <w:rsid w:val="00273E4B"/>
    <w:rsid w:val="00275433"/>
    <w:rsid w:val="00276386"/>
    <w:rsid w:val="00277706"/>
    <w:rsid w:val="00280B0B"/>
    <w:rsid w:val="00281A5F"/>
    <w:rsid w:val="00283EE6"/>
    <w:rsid w:val="00285B81"/>
    <w:rsid w:val="00286063"/>
    <w:rsid w:val="0029326D"/>
    <w:rsid w:val="00296807"/>
    <w:rsid w:val="002A2101"/>
    <w:rsid w:val="002A2D2C"/>
    <w:rsid w:val="002A3B6E"/>
    <w:rsid w:val="002A4999"/>
    <w:rsid w:val="002A627A"/>
    <w:rsid w:val="002A6A46"/>
    <w:rsid w:val="002B28E0"/>
    <w:rsid w:val="002B4549"/>
    <w:rsid w:val="002B4CAB"/>
    <w:rsid w:val="002B58B1"/>
    <w:rsid w:val="002C0FCF"/>
    <w:rsid w:val="002C2ED3"/>
    <w:rsid w:val="002C5E20"/>
    <w:rsid w:val="002C73B6"/>
    <w:rsid w:val="002C7AA7"/>
    <w:rsid w:val="002D3343"/>
    <w:rsid w:val="002D368E"/>
    <w:rsid w:val="002D372F"/>
    <w:rsid w:val="002D6A3C"/>
    <w:rsid w:val="002E1329"/>
    <w:rsid w:val="002E2D95"/>
    <w:rsid w:val="002E2FD3"/>
    <w:rsid w:val="002E6B63"/>
    <w:rsid w:val="002F0041"/>
    <w:rsid w:val="002F34B4"/>
    <w:rsid w:val="002F68A9"/>
    <w:rsid w:val="00301033"/>
    <w:rsid w:val="0030135B"/>
    <w:rsid w:val="00301716"/>
    <w:rsid w:val="00302EA6"/>
    <w:rsid w:val="003049A0"/>
    <w:rsid w:val="00311C0C"/>
    <w:rsid w:val="00313A4D"/>
    <w:rsid w:val="0031530E"/>
    <w:rsid w:val="00315EE6"/>
    <w:rsid w:val="00317419"/>
    <w:rsid w:val="00325D8B"/>
    <w:rsid w:val="00326834"/>
    <w:rsid w:val="003336EF"/>
    <w:rsid w:val="003348D6"/>
    <w:rsid w:val="00335D2B"/>
    <w:rsid w:val="0033732C"/>
    <w:rsid w:val="00337592"/>
    <w:rsid w:val="00341052"/>
    <w:rsid w:val="00345029"/>
    <w:rsid w:val="003454F5"/>
    <w:rsid w:val="00347674"/>
    <w:rsid w:val="0035043A"/>
    <w:rsid w:val="00353ECB"/>
    <w:rsid w:val="00354D55"/>
    <w:rsid w:val="0035533B"/>
    <w:rsid w:val="00367250"/>
    <w:rsid w:val="00370866"/>
    <w:rsid w:val="0037231D"/>
    <w:rsid w:val="00375067"/>
    <w:rsid w:val="00390235"/>
    <w:rsid w:val="00395B61"/>
    <w:rsid w:val="003B36FC"/>
    <w:rsid w:val="003B3EC2"/>
    <w:rsid w:val="003B4F2B"/>
    <w:rsid w:val="003B72E2"/>
    <w:rsid w:val="003C0950"/>
    <w:rsid w:val="003C0B6A"/>
    <w:rsid w:val="003C1639"/>
    <w:rsid w:val="003C485B"/>
    <w:rsid w:val="003D1272"/>
    <w:rsid w:val="003D3EF4"/>
    <w:rsid w:val="003D76D0"/>
    <w:rsid w:val="003E0A68"/>
    <w:rsid w:val="003E420A"/>
    <w:rsid w:val="003E4CFC"/>
    <w:rsid w:val="003E5C55"/>
    <w:rsid w:val="003E6467"/>
    <w:rsid w:val="003F0DE7"/>
    <w:rsid w:val="003F1657"/>
    <w:rsid w:val="003F2287"/>
    <w:rsid w:val="003F4DE6"/>
    <w:rsid w:val="003F5767"/>
    <w:rsid w:val="003F67BD"/>
    <w:rsid w:val="00401EB1"/>
    <w:rsid w:val="004057C2"/>
    <w:rsid w:val="00406373"/>
    <w:rsid w:val="004108AD"/>
    <w:rsid w:val="004119A8"/>
    <w:rsid w:val="00413EBE"/>
    <w:rsid w:val="00416AE0"/>
    <w:rsid w:val="004219AA"/>
    <w:rsid w:val="004265D5"/>
    <w:rsid w:val="004267AF"/>
    <w:rsid w:val="00431B54"/>
    <w:rsid w:val="0043532D"/>
    <w:rsid w:val="004355A5"/>
    <w:rsid w:val="00442472"/>
    <w:rsid w:val="00445049"/>
    <w:rsid w:val="00450747"/>
    <w:rsid w:val="00452677"/>
    <w:rsid w:val="004527D6"/>
    <w:rsid w:val="00455EB9"/>
    <w:rsid w:val="0045632E"/>
    <w:rsid w:val="004563F3"/>
    <w:rsid w:val="004565F9"/>
    <w:rsid w:val="00460E02"/>
    <w:rsid w:val="0046619E"/>
    <w:rsid w:val="0047193C"/>
    <w:rsid w:val="00471DED"/>
    <w:rsid w:val="004720C5"/>
    <w:rsid w:val="0047643E"/>
    <w:rsid w:val="004766D6"/>
    <w:rsid w:val="004801D0"/>
    <w:rsid w:val="00480975"/>
    <w:rsid w:val="00487458"/>
    <w:rsid w:val="004952F1"/>
    <w:rsid w:val="004A0508"/>
    <w:rsid w:val="004A313C"/>
    <w:rsid w:val="004A5FBB"/>
    <w:rsid w:val="004B065E"/>
    <w:rsid w:val="004B0B60"/>
    <w:rsid w:val="004B24BF"/>
    <w:rsid w:val="004B2A40"/>
    <w:rsid w:val="004C1A91"/>
    <w:rsid w:val="004C7110"/>
    <w:rsid w:val="004D32E0"/>
    <w:rsid w:val="004D3641"/>
    <w:rsid w:val="004D3B32"/>
    <w:rsid w:val="004D6715"/>
    <w:rsid w:val="004D6B75"/>
    <w:rsid w:val="004D6E5D"/>
    <w:rsid w:val="004D7A47"/>
    <w:rsid w:val="004D7B4E"/>
    <w:rsid w:val="004E2AD2"/>
    <w:rsid w:val="004E6E19"/>
    <w:rsid w:val="004E7EDB"/>
    <w:rsid w:val="004F6A18"/>
    <w:rsid w:val="004F6EA3"/>
    <w:rsid w:val="004F7C1C"/>
    <w:rsid w:val="005038A5"/>
    <w:rsid w:val="00506E35"/>
    <w:rsid w:val="0051397F"/>
    <w:rsid w:val="00514D80"/>
    <w:rsid w:val="005169DF"/>
    <w:rsid w:val="0051745B"/>
    <w:rsid w:val="00520EA9"/>
    <w:rsid w:val="00521AA7"/>
    <w:rsid w:val="005255EB"/>
    <w:rsid w:val="005271D8"/>
    <w:rsid w:val="005316C0"/>
    <w:rsid w:val="00532F1A"/>
    <w:rsid w:val="0053448C"/>
    <w:rsid w:val="00537001"/>
    <w:rsid w:val="00537622"/>
    <w:rsid w:val="005404D4"/>
    <w:rsid w:val="00552063"/>
    <w:rsid w:val="005526AA"/>
    <w:rsid w:val="005530B2"/>
    <w:rsid w:val="0056020F"/>
    <w:rsid w:val="005608A6"/>
    <w:rsid w:val="00561D45"/>
    <w:rsid w:val="005724B4"/>
    <w:rsid w:val="00574741"/>
    <w:rsid w:val="00574BA2"/>
    <w:rsid w:val="005753D9"/>
    <w:rsid w:val="00580C08"/>
    <w:rsid w:val="00581199"/>
    <w:rsid w:val="0058399F"/>
    <w:rsid w:val="00584076"/>
    <w:rsid w:val="00585EC3"/>
    <w:rsid w:val="0058707E"/>
    <w:rsid w:val="0059442E"/>
    <w:rsid w:val="0059770D"/>
    <w:rsid w:val="005A184F"/>
    <w:rsid w:val="005A340A"/>
    <w:rsid w:val="005A6537"/>
    <w:rsid w:val="005A785E"/>
    <w:rsid w:val="005B253B"/>
    <w:rsid w:val="005B3910"/>
    <w:rsid w:val="005B3B19"/>
    <w:rsid w:val="005B3ECA"/>
    <w:rsid w:val="005C1F0D"/>
    <w:rsid w:val="005C4C41"/>
    <w:rsid w:val="005C71B5"/>
    <w:rsid w:val="005C7E8F"/>
    <w:rsid w:val="005D35D8"/>
    <w:rsid w:val="005D3E14"/>
    <w:rsid w:val="005D4A6A"/>
    <w:rsid w:val="005D598A"/>
    <w:rsid w:val="005D5C6A"/>
    <w:rsid w:val="005D7E01"/>
    <w:rsid w:val="005E2DAD"/>
    <w:rsid w:val="005E2DE5"/>
    <w:rsid w:val="005E5996"/>
    <w:rsid w:val="005E6D69"/>
    <w:rsid w:val="005F1763"/>
    <w:rsid w:val="005F18A6"/>
    <w:rsid w:val="005F25A4"/>
    <w:rsid w:val="005F4CB1"/>
    <w:rsid w:val="005F638A"/>
    <w:rsid w:val="005F751D"/>
    <w:rsid w:val="00604E42"/>
    <w:rsid w:val="00607B88"/>
    <w:rsid w:val="006110C9"/>
    <w:rsid w:val="0061133D"/>
    <w:rsid w:val="00612663"/>
    <w:rsid w:val="00614C46"/>
    <w:rsid w:val="006163B7"/>
    <w:rsid w:val="00616E38"/>
    <w:rsid w:val="00622C7B"/>
    <w:rsid w:val="00623BF5"/>
    <w:rsid w:val="00623D52"/>
    <w:rsid w:val="00624DA9"/>
    <w:rsid w:val="006315C1"/>
    <w:rsid w:val="00643B3D"/>
    <w:rsid w:val="00646151"/>
    <w:rsid w:val="006465A1"/>
    <w:rsid w:val="00647C0F"/>
    <w:rsid w:val="00650DC2"/>
    <w:rsid w:val="006514ED"/>
    <w:rsid w:val="0065152F"/>
    <w:rsid w:val="00652FB3"/>
    <w:rsid w:val="00656268"/>
    <w:rsid w:val="00656429"/>
    <w:rsid w:val="0065770E"/>
    <w:rsid w:val="00662D8F"/>
    <w:rsid w:val="0066332D"/>
    <w:rsid w:val="00670878"/>
    <w:rsid w:val="00670A28"/>
    <w:rsid w:val="00670C11"/>
    <w:rsid w:val="00670D1D"/>
    <w:rsid w:val="00683F31"/>
    <w:rsid w:val="00687C31"/>
    <w:rsid w:val="00691B1D"/>
    <w:rsid w:val="006A5C81"/>
    <w:rsid w:val="006A605C"/>
    <w:rsid w:val="006B047F"/>
    <w:rsid w:val="006B0962"/>
    <w:rsid w:val="006D155F"/>
    <w:rsid w:val="006D3364"/>
    <w:rsid w:val="006D33BC"/>
    <w:rsid w:val="006D3FD9"/>
    <w:rsid w:val="006D59F7"/>
    <w:rsid w:val="006D5F18"/>
    <w:rsid w:val="006E377F"/>
    <w:rsid w:val="006E5BB0"/>
    <w:rsid w:val="006F1D9E"/>
    <w:rsid w:val="006F310D"/>
    <w:rsid w:val="006F4261"/>
    <w:rsid w:val="006F44F5"/>
    <w:rsid w:val="006F631A"/>
    <w:rsid w:val="006F7434"/>
    <w:rsid w:val="006F758E"/>
    <w:rsid w:val="00702F52"/>
    <w:rsid w:val="007033C0"/>
    <w:rsid w:val="0070373E"/>
    <w:rsid w:val="0070409A"/>
    <w:rsid w:val="00704B26"/>
    <w:rsid w:val="0071162D"/>
    <w:rsid w:val="007135C3"/>
    <w:rsid w:val="00714E6A"/>
    <w:rsid w:val="00716534"/>
    <w:rsid w:val="00722D6A"/>
    <w:rsid w:val="00724F2B"/>
    <w:rsid w:val="0073163D"/>
    <w:rsid w:val="0073175C"/>
    <w:rsid w:val="0073347B"/>
    <w:rsid w:val="007345D8"/>
    <w:rsid w:val="00741092"/>
    <w:rsid w:val="00741DF3"/>
    <w:rsid w:val="00743912"/>
    <w:rsid w:val="00743D3F"/>
    <w:rsid w:val="00745F39"/>
    <w:rsid w:val="007511A5"/>
    <w:rsid w:val="00753DF6"/>
    <w:rsid w:val="00754001"/>
    <w:rsid w:val="0076015B"/>
    <w:rsid w:val="007633F1"/>
    <w:rsid w:val="00764F75"/>
    <w:rsid w:val="00767A5A"/>
    <w:rsid w:val="00772C21"/>
    <w:rsid w:val="0077321D"/>
    <w:rsid w:val="0077618F"/>
    <w:rsid w:val="0077719B"/>
    <w:rsid w:val="00780396"/>
    <w:rsid w:val="00782465"/>
    <w:rsid w:val="0078319E"/>
    <w:rsid w:val="00783525"/>
    <w:rsid w:val="00785DB9"/>
    <w:rsid w:val="00786951"/>
    <w:rsid w:val="00795647"/>
    <w:rsid w:val="007974C3"/>
    <w:rsid w:val="007A05C9"/>
    <w:rsid w:val="007A6CDC"/>
    <w:rsid w:val="007B1177"/>
    <w:rsid w:val="007B4A4E"/>
    <w:rsid w:val="007C4238"/>
    <w:rsid w:val="007C63A6"/>
    <w:rsid w:val="007D2965"/>
    <w:rsid w:val="007D302C"/>
    <w:rsid w:val="007D4174"/>
    <w:rsid w:val="007D6C82"/>
    <w:rsid w:val="007E0866"/>
    <w:rsid w:val="007E31E3"/>
    <w:rsid w:val="007E5AA9"/>
    <w:rsid w:val="007E7FAA"/>
    <w:rsid w:val="007F3757"/>
    <w:rsid w:val="007F410D"/>
    <w:rsid w:val="007F4AC2"/>
    <w:rsid w:val="007F75A7"/>
    <w:rsid w:val="007F7B33"/>
    <w:rsid w:val="008058DD"/>
    <w:rsid w:val="008155E7"/>
    <w:rsid w:val="00817FA7"/>
    <w:rsid w:val="00822517"/>
    <w:rsid w:val="00824D1D"/>
    <w:rsid w:val="008268EB"/>
    <w:rsid w:val="008301DB"/>
    <w:rsid w:val="00833AC6"/>
    <w:rsid w:val="0083661D"/>
    <w:rsid w:val="00840C25"/>
    <w:rsid w:val="00841982"/>
    <w:rsid w:val="00843739"/>
    <w:rsid w:val="008445E3"/>
    <w:rsid w:val="00847017"/>
    <w:rsid w:val="0085342C"/>
    <w:rsid w:val="00853D5C"/>
    <w:rsid w:val="0085464E"/>
    <w:rsid w:val="008548B5"/>
    <w:rsid w:val="008558EC"/>
    <w:rsid w:val="0086174B"/>
    <w:rsid w:val="008633F3"/>
    <w:rsid w:val="00863F34"/>
    <w:rsid w:val="0086511D"/>
    <w:rsid w:val="008654DC"/>
    <w:rsid w:val="00866E25"/>
    <w:rsid w:val="00870D7B"/>
    <w:rsid w:val="00871D03"/>
    <w:rsid w:val="00873537"/>
    <w:rsid w:val="00881A96"/>
    <w:rsid w:val="00882006"/>
    <w:rsid w:val="00892827"/>
    <w:rsid w:val="00892833"/>
    <w:rsid w:val="00895132"/>
    <w:rsid w:val="00895E2B"/>
    <w:rsid w:val="00895F3B"/>
    <w:rsid w:val="008A2B9C"/>
    <w:rsid w:val="008A7365"/>
    <w:rsid w:val="008A757F"/>
    <w:rsid w:val="008A7774"/>
    <w:rsid w:val="008B06CD"/>
    <w:rsid w:val="008B25C9"/>
    <w:rsid w:val="008B32D5"/>
    <w:rsid w:val="008B5F17"/>
    <w:rsid w:val="008B6294"/>
    <w:rsid w:val="008B756C"/>
    <w:rsid w:val="008C2AC2"/>
    <w:rsid w:val="008C6275"/>
    <w:rsid w:val="008D074C"/>
    <w:rsid w:val="008D2DC3"/>
    <w:rsid w:val="008D40CF"/>
    <w:rsid w:val="008D6DCE"/>
    <w:rsid w:val="008E0E68"/>
    <w:rsid w:val="008E3A90"/>
    <w:rsid w:val="008E4004"/>
    <w:rsid w:val="008E4799"/>
    <w:rsid w:val="008E4CFE"/>
    <w:rsid w:val="008E5856"/>
    <w:rsid w:val="008E64FA"/>
    <w:rsid w:val="008E7B3B"/>
    <w:rsid w:val="008F3E2F"/>
    <w:rsid w:val="008F6479"/>
    <w:rsid w:val="009055D7"/>
    <w:rsid w:val="00905C3F"/>
    <w:rsid w:val="00905F1E"/>
    <w:rsid w:val="00905F38"/>
    <w:rsid w:val="009105E9"/>
    <w:rsid w:val="009130F4"/>
    <w:rsid w:val="00913CF8"/>
    <w:rsid w:val="00915315"/>
    <w:rsid w:val="0092279B"/>
    <w:rsid w:val="009276AC"/>
    <w:rsid w:val="00927D3B"/>
    <w:rsid w:val="00932AF3"/>
    <w:rsid w:val="00945B2B"/>
    <w:rsid w:val="00946104"/>
    <w:rsid w:val="00946D84"/>
    <w:rsid w:val="009514DD"/>
    <w:rsid w:val="009517E1"/>
    <w:rsid w:val="0095198A"/>
    <w:rsid w:val="00952EC6"/>
    <w:rsid w:val="00953938"/>
    <w:rsid w:val="00955CFE"/>
    <w:rsid w:val="00961B1B"/>
    <w:rsid w:val="00963AD8"/>
    <w:rsid w:val="00965BB4"/>
    <w:rsid w:val="00967CC6"/>
    <w:rsid w:val="00970F1C"/>
    <w:rsid w:val="009760F3"/>
    <w:rsid w:val="009763B7"/>
    <w:rsid w:val="009808EA"/>
    <w:rsid w:val="00980DD4"/>
    <w:rsid w:val="00985C78"/>
    <w:rsid w:val="00986257"/>
    <w:rsid w:val="00986ABB"/>
    <w:rsid w:val="00990AFA"/>
    <w:rsid w:val="009917EC"/>
    <w:rsid w:val="00991B40"/>
    <w:rsid w:val="009948D2"/>
    <w:rsid w:val="009957C8"/>
    <w:rsid w:val="009968BE"/>
    <w:rsid w:val="009A076F"/>
    <w:rsid w:val="009A0BC2"/>
    <w:rsid w:val="009A46DA"/>
    <w:rsid w:val="009B03C5"/>
    <w:rsid w:val="009B058C"/>
    <w:rsid w:val="009B0FC7"/>
    <w:rsid w:val="009B1284"/>
    <w:rsid w:val="009B230E"/>
    <w:rsid w:val="009B4D65"/>
    <w:rsid w:val="009B70DE"/>
    <w:rsid w:val="009B7404"/>
    <w:rsid w:val="009B7A96"/>
    <w:rsid w:val="009C1DEA"/>
    <w:rsid w:val="009C29C7"/>
    <w:rsid w:val="009C582A"/>
    <w:rsid w:val="009C5AA6"/>
    <w:rsid w:val="009C6284"/>
    <w:rsid w:val="009D0533"/>
    <w:rsid w:val="009D0ED6"/>
    <w:rsid w:val="009D132C"/>
    <w:rsid w:val="009D21DD"/>
    <w:rsid w:val="009D40B0"/>
    <w:rsid w:val="009D551F"/>
    <w:rsid w:val="009D6C16"/>
    <w:rsid w:val="009E050E"/>
    <w:rsid w:val="009E053F"/>
    <w:rsid w:val="009E21A1"/>
    <w:rsid w:val="009E23E1"/>
    <w:rsid w:val="009E247F"/>
    <w:rsid w:val="009E7F0C"/>
    <w:rsid w:val="009F0952"/>
    <w:rsid w:val="009F1D80"/>
    <w:rsid w:val="009F7129"/>
    <w:rsid w:val="009F7784"/>
    <w:rsid w:val="009F7A02"/>
    <w:rsid w:val="00A02F94"/>
    <w:rsid w:val="00A04A2D"/>
    <w:rsid w:val="00A04B00"/>
    <w:rsid w:val="00A06994"/>
    <w:rsid w:val="00A070D1"/>
    <w:rsid w:val="00A1445A"/>
    <w:rsid w:val="00A15253"/>
    <w:rsid w:val="00A20595"/>
    <w:rsid w:val="00A20F9A"/>
    <w:rsid w:val="00A22650"/>
    <w:rsid w:val="00A23327"/>
    <w:rsid w:val="00A24587"/>
    <w:rsid w:val="00A3063E"/>
    <w:rsid w:val="00A33BB7"/>
    <w:rsid w:val="00A33BE0"/>
    <w:rsid w:val="00A4465B"/>
    <w:rsid w:val="00A464FC"/>
    <w:rsid w:val="00A515E0"/>
    <w:rsid w:val="00A53AB7"/>
    <w:rsid w:val="00A5427E"/>
    <w:rsid w:val="00A57325"/>
    <w:rsid w:val="00A57BB0"/>
    <w:rsid w:val="00A65603"/>
    <w:rsid w:val="00A65C2E"/>
    <w:rsid w:val="00A6796D"/>
    <w:rsid w:val="00A708D1"/>
    <w:rsid w:val="00A73CBD"/>
    <w:rsid w:val="00A74F50"/>
    <w:rsid w:val="00A75802"/>
    <w:rsid w:val="00A83E62"/>
    <w:rsid w:val="00A90BF4"/>
    <w:rsid w:val="00A92149"/>
    <w:rsid w:val="00A9238A"/>
    <w:rsid w:val="00AA2C97"/>
    <w:rsid w:val="00AA2F1C"/>
    <w:rsid w:val="00AA421D"/>
    <w:rsid w:val="00AB1522"/>
    <w:rsid w:val="00AB3346"/>
    <w:rsid w:val="00AB3CB4"/>
    <w:rsid w:val="00AB4674"/>
    <w:rsid w:val="00AB71D3"/>
    <w:rsid w:val="00AC0A9B"/>
    <w:rsid w:val="00AC54D9"/>
    <w:rsid w:val="00AC6DA7"/>
    <w:rsid w:val="00AC6E6C"/>
    <w:rsid w:val="00AC707C"/>
    <w:rsid w:val="00AC72E5"/>
    <w:rsid w:val="00AD1167"/>
    <w:rsid w:val="00AD26DC"/>
    <w:rsid w:val="00AD3618"/>
    <w:rsid w:val="00AD7054"/>
    <w:rsid w:val="00AD7633"/>
    <w:rsid w:val="00AF0AD6"/>
    <w:rsid w:val="00AF0DB1"/>
    <w:rsid w:val="00AF325C"/>
    <w:rsid w:val="00AF3317"/>
    <w:rsid w:val="00AF37E1"/>
    <w:rsid w:val="00AF4D4C"/>
    <w:rsid w:val="00AF5C42"/>
    <w:rsid w:val="00AF793F"/>
    <w:rsid w:val="00B021F9"/>
    <w:rsid w:val="00B07ADB"/>
    <w:rsid w:val="00B1139B"/>
    <w:rsid w:val="00B16E6F"/>
    <w:rsid w:val="00B16F2C"/>
    <w:rsid w:val="00B20066"/>
    <w:rsid w:val="00B20079"/>
    <w:rsid w:val="00B200E4"/>
    <w:rsid w:val="00B20557"/>
    <w:rsid w:val="00B23891"/>
    <w:rsid w:val="00B24E02"/>
    <w:rsid w:val="00B25312"/>
    <w:rsid w:val="00B26132"/>
    <w:rsid w:val="00B2757C"/>
    <w:rsid w:val="00B32A8A"/>
    <w:rsid w:val="00B36D12"/>
    <w:rsid w:val="00B40314"/>
    <w:rsid w:val="00B415E2"/>
    <w:rsid w:val="00B4256F"/>
    <w:rsid w:val="00B46FF6"/>
    <w:rsid w:val="00B528B4"/>
    <w:rsid w:val="00B52BF2"/>
    <w:rsid w:val="00B5369B"/>
    <w:rsid w:val="00B538F5"/>
    <w:rsid w:val="00B574B3"/>
    <w:rsid w:val="00B60B88"/>
    <w:rsid w:val="00B61205"/>
    <w:rsid w:val="00B62271"/>
    <w:rsid w:val="00B6248A"/>
    <w:rsid w:val="00B639F6"/>
    <w:rsid w:val="00B65B5A"/>
    <w:rsid w:val="00B661E3"/>
    <w:rsid w:val="00B70847"/>
    <w:rsid w:val="00B81D82"/>
    <w:rsid w:val="00B86392"/>
    <w:rsid w:val="00B9309E"/>
    <w:rsid w:val="00B930C3"/>
    <w:rsid w:val="00B95263"/>
    <w:rsid w:val="00BA0C29"/>
    <w:rsid w:val="00BA2C4A"/>
    <w:rsid w:val="00BA5501"/>
    <w:rsid w:val="00BB3939"/>
    <w:rsid w:val="00BB67FF"/>
    <w:rsid w:val="00BC00ED"/>
    <w:rsid w:val="00BC2412"/>
    <w:rsid w:val="00BC29DD"/>
    <w:rsid w:val="00BD4AEF"/>
    <w:rsid w:val="00BD5B95"/>
    <w:rsid w:val="00BE3569"/>
    <w:rsid w:val="00BE6219"/>
    <w:rsid w:val="00BE655C"/>
    <w:rsid w:val="00BE6AEE"/>
    <w:rsid w:val="00BF12B0"/>
    <w:rsid w:val="00BF482D"/>
    <w:rsid w:val="00BF78A7"/>
    <w:rsid w:val="00C03C9F"/>
    <w:rsid w:val="00C04901"/>
    <w:rsid w:val="00C04B19"/>
    <w:rsid w:val="00C052DE"/>
    <w:rsid w:val="00C0552D"/>
    <w:rsid w:val="00C06179"/>
    <w:rsid w:val="00C06BC8"/>
    <w:rsid w:val="00C06FEF"/>
    <w:rsid w:val="00C07A80"/>
    <w:rsid w:val="00C11D52"/>
    <w:rsid w:val="00C124CB"/>
    <w:rsid w:val="00C16A39"/>
    <w:rsid w:val="00C16B81"/>
    <w:rsid w:val="00C20CCD"/>
    <w:rsid w:val="00C254E8"/>
    <w:rsid w:val="00C25BF4"/>
    <w:rsid w:val="00C2689D"/>
    <w:rsid w:val="00C30957"/>
    <w:rsid w:val="00C32421"/>
    <w:rsid w:val="00C32A23"/>
    <w:rsid w:val="00C332F4"/>
    <w:rsid w:val="00C44255"/>
    <w:rsid w:val="00C465EE"/>
    <w:rsid w:val="00C468BF"/>
    <w:rsid w:val="00C47167"/>
    <w:rsid w:val="00C51F12"/>
    <w:rsid w:val="00C52CA8"/>
    <w:rsid w:val="00C55300"/>
    <w:rsid w:val="00C565DD"/>
    <w:rsid w:val="00C57C5F"/>
    <w:rsid w:val="00C60411"/>
    <w:rsid w:val="00C62566"/>
    <w:rsid w:val="00C64A95"/>
    <w:rsid w:val="00C70AAA"/>
    <w:rsid w:val="00C71713"/>
    <w:rsid w:val="00C719EB"/>
    <w:rsid w:val="00C74415"/>
    <w:rsid w:val="00C82B34"/>
    <w:rsid w:val="00C82BE4"/>
    <w:rsid w:val="00C83AF4"/>
    <w:rsid w:val="00C92D80"/>
    <w:rsid w:val="00C9303D"/>
    <w:rsid w:val="00C9531D"/>
    <w:rsid w:val="00C97729"/>
    <w:rsid w:val="00CA13DA"/>
    <w:rsid w:val="00CA36CD"/>
    <w:rsid w:val="00CB008E"/>
    <w:rsid w:val="00CB071B"/>
    <w:rsid w:val="00CB0D95"/>
    <w:rsid w:val="00CB1F82"/>
    <w:rsid w:val="00CB27F0"/>
    <w:rsid w:val="00CB452A"/>
    <w:rsid w:val="00CB4E47"/>
    <w:rsid w:val="00CC24DD"/>
    <w:rsid w:val="00CC474B"/>
    <w:rsid w:val="00CC6F4E"/>
    <w:rsid w:val="00CD0390"/>
    <w:rsid w:val="00CD06ED"/>
    <w:rsid w:val="00CD61B2"/>
    <w:rsid w:val="00CD68A9"/>
    <w:rsid w:val="00CD7808"/>
    <w:rsid w:val="00CE1BCF"/>
    <w:rsid w:val="00CE4217"/>
    <w:rsid w:val="00CE4902"/>
    <w:rsid w:val="00CE751D"/>
    <w:rsid w:val="00CF12FC"/>
    <w:rsid w:val="00CF7251"/>
    <w:rsid w:val="00D01B31"/>
    <w:rsid w:val="00D05C1E"/>
    <w:rsid w:val="00D06278"/>
    <w:rsid w:val="00D06638"/>
    <w:rsid w:val="00D21157"/>
    <w:rsid w:val="00D228F2"/>
    <w:rsid w:val="00D22BC5"/>
    <w:rsid w:val="00D2343D"/>
    <w:rsid w:val="00D25D8D"/>
    <w:rsid w:val="00D278D4"/>
    <w:rsid w:val="00D32C31"/>
    <w:rsid w:val="00D33B82"/>
    <w:rsid w:val="00D33F37"/>
    <w:rsid w:val="00D35C62"/>
    <w:rsid w:val="00D453F1"/>
    <w:rsid w:val="00D46A72"/>
    <w:rsid w:val="00D579F3"/>
    <w:rsid w:val="00D61B20"/>
    <w:rsid w:val="00D632AB"/>
    <w:rsid w:val="00D6357B"/>
    <w:rsid w:val="00D674B8"/>
    <w:rsid w:val="00D679E2"/>
    <w:rsid w:val="00D707B4"/>
    <w:rsid w:val="00D71333"/>
    <w:rsid w:val="00D71D3C"/>
    <w:rsid w:val="00D7309B"/>
    <w:rsid w:val="00D75BBD"/>
    <w:rsid w:val="00D776B3"/>
    <w:rsid w:val="00D77837"/>
    <w:rsid w:val="00D77C8B"/>
    <w:rsid w:val="00D8275B"/>
    <w:rsid w:val="00D83E17"/>
    <w:rsid w:val="00D84490"/>
    <w:rsid w:val="00D906A3"/>
    <w:rsid w:val="00D92A3B"/>
    <w:rsid w:val="00D92C6A"/>
    <w:rsid w:val="00D941BD"/>
    <w:rsid w:val="00D94249"/>
    <w:rsid w:val="00DA0B86"/>
    <w:rsid w:val="00DA787A"/>
    <w:rsid w:val="00DA7EA2"/>
    <w:rsid w:val="00DB0346"/>
    <w:rsid w:val="00DB0C8D"/>
    <w:rsid w:val="00DB2B42"/>
    <w:rsid w:val="00DB3586"/>
    <w:rsid w:val="00DB3E61"/>
    <w:rsid w:val="00DB5169"/>
    <w:rsid w:val="00DB6159"/>
    <w:rsid w:val="00DB6E36"/>
    <w:rsid w:val="00DD0017"/>
    <w:rsid w:val="00DD0A64"/>
    <w:rsid w:val="00DD5068"/>
    <w:rsid w:val="00DD6DD3"/>
    <w:rsid w:val="00DE4734"/>
    <w:rsid w:val="00DE4F10"/>
    <w:rsid w:val="00DE5451"/>
    <w:rsid w:val="00DE7B52"/>
    <w:rsid w:val="00DF0CD2"/>
    <w:rsid w:val="00DF116B"/>
    <w:rsid w:val="00DF3D50"/>
    <w:rsid w:val="00DF4664"/>
    <w:rsid w:val="00DF5517"/>
    <w:rsid w:val="00E0033A"/>
    <w:rsid w:val="00E029F3"/>
    <w:rsid w:val="00E02C2C"/>
    <w:rsid w:val="00E02F1C"/>
    <w:rsid w:val="00E0340C"/>
    <w:rsid w:val="00E038B3"/>
    <w:rsid w:val="00E050C4"/>
    <w:rsid w:val="00E06B73"/>
    <w:rsid w:val="00E0763C"/>
    <w:rsid w:val="00E267D4"/>
    <w:rsid w:val="00E26830"/>
    <w:rsid w:val="00E3300C"/>
    <w:rsid w:val="00E371DC"/>
    <w:rsid w:val="00E43C3D"/>
    <w:rsid w:val="00E455A1"/>
    <w:rsid w:val="00E45B74"/>
    <w:rsid w:val="00E550C0"/>
    <w:rsid w:val="00E55837"/>
    <w:rsid w:val="00E55D6C"/>
    <w:rsid w:val="00E61921"/>
    <w:rsid w:val="00E62E7D"/>
    <w:rsid w:val="00E63843"/>
    <w:rsid w:val="00E676C3"/>
    <w:rsid w:val="00E725C2"/>
    <w:rsid w:val="00E749F2"/>
    <w:rsid w:val="00E84B46"/>
    <w:rsid w:val="00E91AEF"/>
    <w:rsid w:val="00E932C8"/>
    <w:rsid w:val="00E94077"/>
    <w:rsid w:val="00E95B73"/>
    <w:rsid w:val="00E9600A"/>
    <w:rsid w:val="00E96E51"/>
    <w:rsid w:val="00EA7B9C"/>
    <w:rsid w:val="00EB04B0"/>
    <w:rsid w:val="00EB0AC0"/>
    <w:rsid w:val="00EB0DA9"/>
    <w:rsid w:val="00EB2260"/>
    <w:rsid w:val="00EC43F0"/>
    <w:rsid w:val="00ED18E0"/>
    <w:rsid w:val="00ED7091"/>
    <w:rsid w:val="00EE0448"/>
    <w:rsid w:val="00EE157E"/>
    <w:rsid w:val="00EE1AE9"/>
    <w:rsid w:val="00EE2270"/>
    <w:rsid w:val="00EE4D2B"/>
    <w:rsid w:val="00EE53FB"/>
    <w:rsid w:val="00EE63D1"/>
    <w:rsid w:val="00EE7F32"/>
    <w:rsid w:val="00EF0493"/>
    <w:rsid w:val="00EF1787"/>
    <w:rsid w:val="00EF18FD"/>
    <w:rsid w:val="00EF2545"/>
    <w:rsid w:val="00F0300D"/>
    <w:rsid w:val="00F0401D"/>
    <w:rsid w:val="00F149D8"/>
    <w:rsid w:val="00F21103"/>
    <w:rsid w:val="00F21B47"/>
    <w:rsid w:val="00F267C9"/>
    <w:rsid w:val="00F27435"/>
    <w:rsid w:val="00F30DD5"/>
    <w:rsid w:val="00F37C68"/>
    <w:rsid w:val="00F41606"/>
    <w:rsid w:val="00F42EA0"/>
    <w:rsid w:val="00F505B8"/>
    <w:rsid w:val="00F51F53"/>
    <w:rsid w:val="00F52A52"/>
    <w:rsid w:val="00F53019"/>
    <w:rsid w:val="00F53B19"/>
    <w:rsid w:val="00F55FF0"/>
    <w:rsid w:val="00F60526"/>
    <w:rsid w:val="00F61AC4"/>
    <w:rsid w:val="00F65355"/>
    <w:rsid w:val="00F65980"/>
    <w:rsid w:val="00F65CAE"/>
    <w:rsid w:val="00F70BB8"/>
    <w:rsid w:val="00F71C13"/>
    <w:rsid w:val="00F7200A"/>
    <w:rsid w:val="00F758D0"/>
    <w:rsid w:val="00F854D6"/>
    <w:rsid w:val="00F92D1D"/>
    <w:rsid w:val="00F941B8"/>
    <w:rsid w:val="00F94B26"/>
    <w:rsid w:val="00F952BE"/>
    <w:rsid w:val="00F96076"/>
    <w:rsid w:val="00FA08D1"/>
    <w:rsid w:val="00FA0A2D"/>
    <w:rsid w:val="00FA340B"/>
    <w:rsid w:val="00FA493D"/>
    <w:rsid w:val="00FB174F"/>
    <w:rsid w:val="00FB2525"/>
    <w:rsid w:val="00FB3045"/>
    <w:rsid w:val="00FB4D34"/>
    <w:rsid w:val="00FC4EB7"/>
    <w:rsid w:val="00FC6CF0"/>
    <w:rsid w:val="00FD1A7C"/>
    <w:rsid w:val="00FD30B0"/>
    <w:rsid w:val="00FD6770"/>
    <w:rsid w:val="00FD6DFB"/>
    <w:rsid w:val="00FD6F4E"/>
    <w:rsid w:val="00FE0B77"/>
    <w:rsid w:val="00FE34E9"/>
    <w:rsid w:val="00FE3B6B"/>
    <w:rsid w:val="00FE3F87"/>
    <w:rsid w:val="00FE44AC"/>
    <w:rsid w:val="00FE6A48"/>
    <w:rsid w:val="00FF13DA"/>
    <w:rsid w:val="00FF1B9E"/>
    <w:rsid w:val="00FF1C9D"/>
    <w:rsid w:val="00FF2007"/>
    <w:rsid w:val="00FF5950"/>
    <w:rsid w:val="00FF711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1CA16AC6"/>
  <w15:docId w15:val="{06F987D7-CA3E-40F2-810D-EB514312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892833"/>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3">
    <w:name w:val="heading 3"/>
    <w:basedOn w:val="Navaden"/>
    <w:next w:val="Navaden"/>
    <w:link w:val="Naslov3Znak"/>
    <w:semiHidden/>
    <w:unhideWhenUsed/>
    <w:qFormat/>
    <w:rsid w:val="003336E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aliases w:val="E-PVO-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customStyle="1" w:styleId="a">
    <w:basedOn w:val="Navaden"/>
    <w:next w:val="Pripombabesedilo"/>
    <w:link w:val="Komentar-besediloZnak"/>
    <w:rsid w:val="00892833"/>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892833"/>
    <w:rPr>
      <w:i/>
      <w:color w:val="000000"/>
    </w:rPr>
  </w:style>
  <w:style w:type="paragraph" w:styleId="Telobesedila">
    <w:name w:val="Body Text"/>
    <w:basedOn w:val="Navaden"/>
    <w:link w:val="TelobesedilaZnak"/>
    <w:rsid w:val="00892833"/>
    <w:pPr>
      <w:spacing w:after="120"/>
    </w:pPr>
    <w:rPr>
      <w:lang w:val="x-none" w:eastAsia="x-none"/>
    </w:rPr>
  </w:style>
  <w:style w:type="character" w:customStyle="1" w:styleId="TelobesedilaZnak">
    <w:name w:val="Telo besedila Znak"/>
    <w:basedOn w:val="Privzetapisavaodstavka"/>
    <w:link w:val="Telobesedila"/>
    <w:rsid w:val="00892833"/>
    <w:rPr>
      <w:rFonts w:ascii="Arial" w:hAnsi="Arial"/>
      <w:sz w:val="22"/>
      <w:szCs w:val="22"/>
      <w:lang w:val="x-none" w:eastAsia="x-none"/>
    </w:rPr>
  </w:style>
  <w:style w:type="paragraph" w:styleId="Pripombabesedilo">
    <w:name w:val="annotation text"/>
    <w:basedOn w:val="Navaden"/>
    <w:link w:val="PripombabesediloZnak"/>
    <w:rsid w:val="00892833"/>
    <w:rPr>
      <w:sz w:val="20"/>
      <w:szCs w:val="20"/>
    </w:rPr>
  </w:style>
  <w:style w:type="character" w:customStyle="1" w:styleId="PripombabesediloZnak">
    <w:name w:val="Pripomba – besedilo Znak"/>
    <w:basedOn w:val="Privzetapisavaodstavka"/>
    <w:link w:val="Pripombabesedilo"/>
    <w:rsid w:val="00892833"/>
    <w:rPr>
      <w:rFonts w:ascii="Arial" w:hAnsi="Arial"/>
    </w:rPr>
  </w:style>
  <w:style w:type="character" w:customStyle="1" w:styleId="Naslov1Znak">
    <w:name w:val="Naslov 1 Znak"/>
    <w:link w:val="Naslov1"/>
    <w:rsid w:val="00BA0C29"/>
    <w:rPr>
      <w:rFonts w:ascii="Arial" w:hAnsi="Arial"/>
      <w:b/>
      <w:bCs/>
      <w:kern w:val="32"/>
      <w:sz w:val="32"/>
      <w:szCs w:val="32"/>
    </w:rPr>
  </w:style>
  <w:style w:type="character" w:styleId="SledenaHiperpovezava">
    <w:name w:val="FollowedHyperlink"/>
    <w:basedOn w:val="Privzetapisavaodstavka"/>
    <w:rsid w:val="00CA36CD"/>
    <w:rPr>
      <w:color w:val="954F72" w:themeColor="followedHyperlink"/>
      <w:u w:val="single"/>
    </w:rPr>
  </w:style>
  <w:style w:type="paragraph" w:customStyle="1" w:styleId="odstavek1">
    <w:name w:val="odstavek1"/>
    <w:basedOn w:val="Navaden"/>
    <w:rsid w:val="00AD7633"/>
    <w:pPr>
      <w:spacing w:before="240"/>
      <w:ind w:firstLine="1021"/>
      <w:jc w:val="both"/>
    </w:pPr>
    <w:rPr>
      <w:rFonts w:cs="Arial"/>
    </w:rPr>
  </w:style>
  <w:style w:type="character" w:styleId="Pripombasklic">
    <w:name w:val="annotation reference"/>
    <w:basedOn w:val="Privzetapisavaodstavka"/>
    <w:semiHidden/>
    <w:unhideWhenUsed/>
    <w:rsid w:val="00B25312"/>
    <w:rPr>
      <w:sz w:val="16"/>
      <w:szCs w:val="16"/>
    </w:rPr>
  </w:style>
  <w:style w:type="paragraph" w:styleId="Zadevapripombe">
    <w:name w:val="annotation subject"/>
    <w:basedOn w:val="Pripombabesedilo"/>
    <w:next w:val="Pripombabesedilo"/>
    <w:link w:val="ZadevapripombeZnak"/>
    <w:semiHidden/>
    <w:unhideWhenUsed/>
    <w:rsid w:val="00B25312"/>
    <w:rPr>
      <w:b/>
      <w:bCs/>
    </w:rPr>
  </w:style>
  <w:style w:type="character" w:customStyle="1" w:styleId="ZadevapripombeZnak">
    <w:name w:val="Zadeva pripombe Znak"/>
    <w:basedOn w:val="PripombabesediloZnak"/>
    <w:link w:val="Zadevapripombe"/>
    <w:semiHidden/>
    <w:rsid w:val="00B25312"/>
    <w:rPr>
      <w:rFonts w:ascii="Arial" w:hAnsi="Arial"/>
      <w:b/>
      <w:bCs/>
    </w:rPr>
  </w:style>
  <w:style w:type="paragraph" w:styleId="Revizija">
    <w:name w:val="Revision"/>
    <w:hidden/>
    <w:uiPriority w:val="99"/>
    <w:semiHidden/>
    <w:rsid w:val="00B25312"/>
    <w:rPr>
      <w:rFonts w:ascii="Arial" w:hAnsi="Arial"/>
      <w:sz w:val="22"/>
      <w:szCs w:val="22"/>
    </w:rPr>
  </w:style>
  <w:style w:type="character" w:customStyle="1" w:styleId="Naslov3Znak">
    <w:name w:val="Naslov 3 Znak"/>
    <w:basedOn w:val="Privzetapisavaodstavka"/>
    <w:link w:val="Naslov3"/>
    <w:semiHidden/>
    <w:rsid w:val="003336EF"/>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semiHidden/>
    <w:unhideWhenUsed/>
    <w:rsid w:val="00EB04B0"/>
    <w:pPr>
      <w:spacing w:after="120" w:line="480" w:lineRule="auto"/>
    </w:pPr>
  </w:style>
  <w:style w:type="character" w:customStyle="1" w:styleId="Telobesedila2Znak">
    <w:name w:val="Telo besedila 2 Znak"/>
    <w:basedOn w:val="Privzetapisavaodstavka"/>
    <w:link w:val="Telobesedila2"/>
    <w:semiHidden/>
    <w:rsid w:val="00EB04B0"/>
    <w:rPr>
      <w:rFonts w:ascii="Arial" w:hAnsi="Arial"/>
      <w:sz w:val="22"/>
      <w:szCs w:val="22"/>
    </w:rPr>
  </w:style>
  <w:style w:type="paragraph" w:styleId="Telobesedila-zamik3">
    <w:name w:val="Body Text Indent 3"/>
    <w:basedOn w:val="Navaden"/>
    <w:link w:val="Telobesedila-zamik3Znak"/>
    <w:rsid w:val="00B23891"/>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B23891"/>
    <w:rPr>
      <w:rFonts w:ascii="Arial" w:hAnsi="Arial"/>
      <w:sz w:val="16"/>
      <w:szCs w:val="16"/>
      <w:lang w:val="en-GB" w:eastAsia="en-US"/>
    </w:rPr>
  </w:style>
  <w:style w:type="paragraph" w:styleId="Sprotnaopomba-besedilo">
    <w:name w:val="footnote text"/>
    <w:basedOn w:val="Navaden"/>
    <w:link w:val="Sprotnaopomba-besediloZnak"/>
    <w:uiPriority w:val="99"/>
    <w:unhideWhenUsed/>
    <w:rsid w:val="00E63843"/>
    <w:pPr>
      <w:jc w:val="both"/>
    </w:pPr>
    <w:rPr>
      <w:rFonts w:eastAsia="Calibri"/>
      <w:i/>
      <w:sz w:val="18"/>
      <w:szCs w:val="20"/>
      <w:lang w:eastAsia="en-US"/>
    </w:rPr>
  </w:style>
  <w:style w:type="character" w:customStyle="1" w:styleId="Sprotnaopomba-besediloZnak">
    <w:name w:val="Sprotna opomba - besedilo Znak"/>
    <w:basedOn w:val="Privzetapisavaodstavka"/>
    <w:link w:val="Sprotnaopomba-besedilo"/>
    <w:uiPriority w:val="99"/>
    <w:rsid w:val="00E63843"/>
    <w:rPr>
      <w:rFonts w:ascii="Arial" w:eastAsia="Calibri" w:hAnsi="Arial"/>
      <w:i/>
      <w:sz w:val="18"/>
      <w:lang w:eastAsia="en-US"/>
    </w:rPr>
  </w:style>
  <w:style w:type="character" w:styleId="Sprotnaopomba-sklic">
    <w:name w:val="footnote reference"/>
    <w:uiPriority w:val="99"/>
    <w:unhideWhenUsed/>
    <w:rsid w:val="00E63843"/>
    <w:rPr>
      <w:rFonts w:ascii="Arial" w:hAnsi="Arial"/>
      <w:i/>
      <w:sz w:val="18"/>
      <w:vertAlign w:val="superscript"/>
    </w:rPr>
  </w:style>
  <w:style w:type="character" w:customStyle="1" w:styleId="Nerazreenaomemba1">
    <w:name w:val="Nerazrešena omemba1"/>
    <w:basedOn w:val="Privzetapisavaodstavka"/>
    <w:uiPriority w:val="99"/>
    <w:semiHidden/>
    <w:unhideWhenUsed/>
    <w:rsid w:val="00DE7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64332">
      <w:bodyDiv w:val="1"/>
      <w:marLeft w:val="0"/>
      <w:marRight w:val="0"/>
      <w:marTop w:val="0"/>
      <w:marBottom w:val="0"/>
      <w:divBdr>
        <w:top w:val="none" w:sz="0" w:space="0" w:color="auto"/>
        <w:left w:val="none" w:sz="0" w:space="0" w:color="auto"/>
        <w:bottom w:val="none" w:sz="0" w:space="0" w:color="auto"/>
        <w:right w:val="none" w:sz="0" w:space="0" w:color="auto"/>
      </w:divBdr>
    </w:div>
    <w:div w:id="321548981">
      <w:bodyDiv w:val="1"/>
      <w:marLeft w:val="0"/>
      <w:marRight w:val="0"/>
      <w:marTop w:val="0"/>
      <w:marBottom w:val="0"/>
      <w:divBdr>
        <w:top w:val="none" w:sz="0" w:space="0" w:color="auto"/>
        <w:left w:val="none" w:sz="0" w:space="0" w:color="auto"/>
        <w:bottom w:val="none" w:sz="0" w:space="0" w:color="auto"/>
        <w:right w:val="none" w:sz="0" w:space="0" w:color="auto"/>
      </w:divBdr>
    </w:div>
    <w:div w:id="746730627">
      <w:bodyDiv w:val="1"/>
      <w:marLeft w:val="0"/>
      <w:marRight w:val="0"/>
      <w:marTop w:val="0"/>
      <w:marBottom w:val="0"/>
      <w:divBdr>
        <w:top w:val="none" w:sz="0" w:space="0" w:color="auto"/>
        <w:left w:val="none" w:sz="0" w:space="0" w:color="auto"/>
        <w:bottom w:val="none" w:sz="0" w:space="0" w:color="auto"/>
        <w:right w:val="none" w:sz="0" w:space="0" w:color="auto"/>
      </w:divBdr>
      <w:divsChild>
        <w:div w:id="403571586">
          <w:marLeft w:val="0"/>
          <w:marRight w:val="0"/>
          <w:marTop w:val="0"/>
          <w:marBottom w:val="0"/>
          <w:divBdr>
            <w:top w:val="none" w:sz="0" w:space="0" w:color="auto"/>
            <w:left w:val="none" w:sz="0" w:space="0" w:color="auto"/>
            <w:bottom w:val="none" w:sz="0" w:space="0" w:color="auto"/>
            <w:right w:val="none" w:sz="0" w:space="0" w:color="auto"/>
          </w:divBdr>
          <w:divsChild>
            <w:div w:id="1461849249">
              <w:marLeft w:val="0"/>
              <w:marRight w:val="0"/>
              <w:marTop w:val="100"/>
              <w:marBottom w:val="100"/>
              <w:divBdr>
                <w:top w:val="none" w:sz="0" w:space="0" w:color="auto"/>
                <w:left w:val="none" w:sz="0" w:space="0" w:color="auto"/>
                <w:bottom w:val="none" w:sz="0" w:space="0" w:color="auto"/>
                <w:right w:val="none" w:sz="0" w:space="0" w:color="auto"/>
              </w:divBdr>
              <w:divsChild>
                <w:div w:id="1895041544">
                  <w:marLeft w:val="0"/>
                  <w:marRight w:val="0"/>
                  <w:marTop w:val="0"/>
                  <w:marBottom w:val="0"/>
                  <w:divBdr>
                    <w:top w:val="none" w:sz="0" w:space="0" w:color="auto"/>
                    <w:left w:val="none" w:sz="0" w:space="0" w:color="auto"/>
                    <w:bottom w:val="none" w:sz="0" w:space="0" w:color="auto"/>
                    <w:right w:val="none" w:sz="0" w:space="0" w:color="auto"/>
                  </w:divBdr>
                  <w:divsChild>
                    <w:div w:id="1810241774">
                      <w:marLeft w:val="0"/>
                      <w:marRight w:val="0"/>
                      <w:marTop w:val="0"/>
                      <w:marBottom w:val="0"/>
                      <w:divBdr>
                        <w:top w:val="none" w:sz="0" w:space="0" w:color="auto"/>
                        <w:left w:val="none" w:sz="0" w:space="0" w:color="auto"/>
                        <w:bottom w:val="none" w:sz="0" w:space="0" w:color="auto"/>
                        <w:right w:val="none" w:sz="0" w:space="0" w:color="auto"/>
                      </w:divBdr>
                      <w:divsChild>
                        <w:div w:id="1588537733">
                          <w:marLeft w:val="0"/>
                          <w:marRight w:val="0"/>
                          <w:marTop w:val="0"/>
                          <w:marBottom w:val="0"/>
                          <w:divBdr>
                            <w:top w:val="none" w:sz="0" w:space="0" w:color="auto"/>
                            <w:left w:val="none" w:sz="0" w:space="0" w:color="auto"/>
                            <w:bottom w:val="none" w:sz="0" w:space="0" w:color="auto"/>
                            <w:right w:val="none" w:sz="0" w:space="0" w:color="auto"/>
                          </w:divBdr>
                          <w:divsChild>
                            <w:div w:id="1309938335">
                              <w:marLeft w:val="0"/>
                              <w:marRight w:val="0"/>
                              <w:marTop w:val="0"/>
                              <w:marBottom w:val="0"/>
                              <w:divBdr>
                                <w:top w:val="none" w:sz="0" w:space="0" w:color="auto"/>
                                <w:left w:val="none" w:sz="0" w:space="0" w:color="auto"/>
                                <w:bottom w:val="none" w:sz="0" w:space="0" w:color="auto"/>
                                <w:right w:val="none" w:sz="0" w:space="0" w:color="auto"/>
                              </w:divBdr>
                              <w:divsChild>
                                <w:div w:id="1413743645">
                                  <w:marLeft w:val="0"/>
                                  <w:marRight w:val="0"/>
                                  <w:marTop w:val="0"/>
                                  <w:marBottom w:val="0"/>
                                  <w:divBdr>
                                    <w:top w:val="none" w:sz="0" w:space="0" w:color="auto"/>
                                    <w:left w:val="none" w:sz="0" w:space="0" w:color="auto"/>
                                    <w:bottom w:val="none" w:sz="0" w:space="0" w:color="auto"/>
                                    <w:right w:val="none" w:sz="0" w:space="0" w:color="auto"/>
                                  </w:divBdr>
                                  <w:divsChild>
                                    <w:div w:id="210002443">
                                      <w:marLeft w:val="0"/>
                                      <w:marRight w:val="0"/>
                                      <w:marTop w:val="0"/>
                                      <w:marBottom w:val="0"/>
                                      <w:divBdr>
                                        <w:top w:val="none" w:sz="0" w:space="0" w:color="auto"/>
                                        <w:left w:val="none" w:sz="0" w:space="0" w:color="auto"/>
                                        <w:bottom w:val="none" w:sz="0" w:space="0" w:color="auto"/>
                                        <w:right w:val="none" w:sz="0" w:space="0" w:color="auto"/>
                                      </w:divBdr>
                                      <w:divsChild>
                                        <w:div w:id="22295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1602213">
      <w:bodyDiv w:val="1"/>
      <w:marLeft w:val="0"/>
      <w:marRight w:val="0"/>
      <w:marTop w:val="0"/>
      <w:marBottom w:val="0"/>
      <w:divBdr>
        <w:top w:val="none" w:sz="0" w:space="0" w:color="auto"/>
        <w:left w:val="none" w:sz="0" w:space="0" w:color="auto"/>
        <w:bottom w:val="none" w:sz="0" w:space="0" w:color="auto"/>
        <w:right w:val="none" w:sz="0" w:space="0" w:color="auto"/>
      </w:divBdr>
    </w:div>
    <w:div w:id="1069572534">
      <w:bodyDiv w:val="1"/>
      <w:marLeft w:val="0"/>
      <w:marRight w:val="0"/>
      <w:marTop w:val="0"/>
      <w:marBottom w:val="0"/>
      <w:divBdr>
        <w:top w:val="none" w:sz="0" w:space="0" w:color="auto"/>
        <w:left w:val="none" w:sz="0" w:space="0" w:color="auto"/>
        <w:bottom w:val="none" w:sz="0" w:space="0" w:color="auto"/>
        <w:right w:val="none" w:sz="0" w:space="0" w:color="auto"/>
      </w:divBdr>
    </w:div>
    <w:div w:id="1212378074">
      <w:bodyDiv w:val="1"/>
      <w:marLeft w:val="0"/>
      <w:marRight w:val="0"/>
      <w:marTop w:val="0"/>
      <w:marBottom w:val="0"/>
      <w:divBdr>
        <w:top w:val="none" w:sz="0" w:space="0" w:color="auto"/>
        <w:left w:val="none" w:sz="0" w:space="0" w:color="auto"/>
        <w:bottom w:val="none" w:sz="0" w:space="0" w:color="auto"/>
        <w:right w:val="none" w:sz="0" w:space="0" w:color="auto"/>
      </w:divBdr>
    </w:div>
    <w:div w:id="1316496725">
      <w:bodyDiv w:val="1"/>
      <w:marLeft w:val="0"/>
      <w:marRight w:val="0"/>
      <w:marTop w:val="0"/>
      <w:marBottom w:val="0"/>
      <w:divBdr>
        <w:top w:val="none" w:sz="0" w:space="0" w:color="auto"/>
        <w:left w:val="none" w:sz="0" w:space="0" w:color="auto"/>
        <w:bottom w:val="none" w:sz="0" w:space="0" w:color="auto"/>
        <w:right w:val="none" w:sz="0" w:space="0" w:color="auto"/>
      </w:divBdr>
    </w:div>
    <w:div w:id="1618677896">
      <w:bodyDiv w:val="1"/>
      <w:marLeft w:val="0"/>
      <w:marRight w:val="0"/>
      <w:marTop w:val="0"/>
      <w:marBottom w:val="0"/>
      <w:divBdr>
        <w:top w:val="none" w:sz="0" w:space="0" w:color="auto"/>
        <w:left w:val="none" w:sz="0" w:space="0" w:color="auto"/>
        <w:bottom w:val="none" w:sz="0" w:space="0" w:color="auto"/>
        <w:right w:val="none" w:sz="0" w:space="0" w:color="auto"/>
      </w:divBdr>
    </w:div>
    <w:div w:id="1997369746">
      <w:bodyDiv w:val="1"/>
      <w:marLeft w:val="0"/>
      <w:marRight w:val="0"/>
      <w:marTop w:val="0"/>
      <w:marBottom w:val="0"/>
      <w:divBdr>
        <w:top w:val="none" w:sz="0" w:space="0" w:color="auto"/>
        <w:left w:val="none" w:sz="0" w:space="0" w:color="auto"/>
        <w:bottom w:val="none" w:sz="0" w:space="0" w:color="auto"/>
        <w:right w:val="none" w:sz="0" w:space="0" w:color="auto"/>
      </w:divBdr>
    </w:div>
    <w:div w:id="208020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D24B5F4-F7EF-478A-9963-65A5965B4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8</TotalTime>
  <Pages>6</Pages>
  <Words>2508</Words>
  <Characters>15068</Characters>
  <Application>Microsoft Office Word</Application>
  <DocSecurity>0</DocSecurity>
  <Lines>125</Lines>
  <Paragraphs>35</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17541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Uroš LAMOVŠEK</cp:lastModifiedBy>
  <cp:revision>6</cp:revision>
  <cp:lastPrinted>2020-08-05T13:12:00Z</cp:lastPrinted>
  <dcterms:created xsi:type="dcterms:W3CDTF">2021-04-09T07:35:00Z</dcterms:created>
  <dcterms:modified xsi:type="dcterms:W3CDTF">2021-04-16T08:22:00Z</dcterms:modified>
</cp:coreProperties>
</file>