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04109641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ŠT. JAVNEGA RAZPISA:</w:t>
      </w:r>
      <w:r w:rsidRPr="00361454">
        <w:rPr>
          <w:rFonts w:ascii="Arial" w:hAnsi="Arial" w:cs="Arial"/>
          <w:sz w:val="22"/>
          <w:szCs w:val="22"/>
        </w:rPr>
        <w:tab/>
      </w:r>
      <w:r w:rsidR="00331922">
        <w:rPr>
          <w:rFonts w:ascii="Arial" w:hAnsi="Arial" w:cs="Arial"/>
          <w:sz w:val="22"/>
          <w:szCs w:val="22"/>
        </w:rPr>
        <w:t>2021/</w:t>
      </w:r>
      <w:r w:rsidR="00CB680E">
        <w:rPr>
          <w:rFonts w:ascii="Arial" w:hAnsi="Arial" w:cs="Arial"/>
          <w:sz w:val="22"/>
          <w:szCs w:val="22"/>
        </w:rPr>
        <w:t>146</w:t>
      </w:r>
    </w:p>
    <w:p w14:paraId="616D029A" w14:textId="7A4F520A" w:rsidR="00361454" w:rsidRPr="00361454" w:rsidRDefault="00CA5878" w:rsidP="003614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D03B8">
        <w:rPr>
          <w:rFonts w:ascii="Arial" w:hAnsi="Arial" w:cs="Arial"/>
          <w:sz w:val="22"/>
          <w:szCs w:val="22"/>
        </w:rPr>
        <w:t>22</w:t>
      </w:r>
      <w:r w:rsidR="00CB680E">
        <w:rPr>
          <w:rFonts w:ascii="Arial" w:hAnsi="Arial" w:cs="Arial"/>
          <w:sz w:val="22"/>
          <w:szCs w:val="22"/>
        </w:rPr>
        <w:t>.4.2021</w:t>
      </w:r>
    </w:p>
    <w:p w14:paraId="2E09C7EE" w14:textId="04CD6C91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PREDMET: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="00F97E8B">
        <w:rPr>
          <w:rFonts w:ascii="Arial" w:hAnsi="Arial" w:cs="Arial"/>
          <w:sz w:val="22"/>
          <w:szCs w:val="22"/>
        </w:rPr>
        <w:t>Menjava</w:t>
      </w:r>
      <w:bookmarkStart w:id="0" w:name="_GoBack"/>
      <w:bookmarkEnd w:id="0"/>
      <w:r w:rsidR="00FA667E">
        <w:rPr>
          <w:rFonts w:ascii="Arial" w:hAnsi="Arial" w:cs="Arial"/>
          <w:sz w:val="22"/>
          <w:szCs w:val="22"/>
        </w:rPr>
        <w:t>, skladiščenje in obnavljanje motornega olja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F3329E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97E8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97E8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F97E8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F97E8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1E0D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03B8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31922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C6847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4FD7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74789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A5878"/>
    <w:rsid w:val="00CB008E"/>
    <w:rsid w:val="00CB0D95"/>
    <w:rsid w:val="00CB1560"/>
    <w:rsid w:val="00CB680E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D2A05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97E8B"/>
    <w:rsid w:val="00FA340B"/>
    <w:rsid w:val="00FA493D"/>
    <w:rsid w:val="00FA667E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DF229A-6D18-4BCE-AA4F-B39AEB34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</TotalTime>
  <Pages>1</Pages>
  <Words>108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868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14</cp:revision>
  <cp:lastPrinted>2019-11-25T12:52:00Z</cp:lastPrinted>
  <dcterms:created xsi:type="dcterms:W3CDTF">2020-01-30T11:21:00Z</dcterms:created>
  <dcterms:modified xsi:type="dcterms:W3CDTF">2021-04-23T13:44:00Z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