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74481" w14:textId="77777777" w:rsidR="008C24D3" w:rsidRPr="008C24D3" w:rsidRDefault="008C24D3" w:rsidP="008C24D3">
      <w:pPr>
        <w:jc w:val="center"/>
        <w:rPr>
          <w:rFonts w:ascii="Arial" w:hAnsi="Arial" w:cs="Arial"/>
          <w:b/>
          <w:bCs/>
        </w:rPr>
      </w:pPr>
    </w:p>
    <w:p w14:paraId="187BE939" w14:textId="77777777" w:rsidR="008C24D3" w:rsidRPr="008C24D3" w:rsidRDefault="008C24D3" w:rsidP="008C24D3">
      <w:pPr>
        <w:jc w:val="center"/>
        <w:rPr>
          <w:rFonts w:ascii="Arial" w:hAnsi="Arial" w:cs="Arial"/>
          <w:b/>
          <w:bCs/>
        </w:rPr>
      </w:pPr>
      <w:r w:rsidRPr="008C24D3">
        <w:rPr>
          <w:rFonts w:ascii="Arial" w:hAnsi="Arial" w:cs="Arial"/>
          <w:b/>
          <w:bCs/>
        </w:rPr>
        <w:t>VSEBINA RAZPISNE DOKUMENTACIJE</w:t>
      </w:r>
    </w:p>
    <w:p w14:paraId="64AEF9CF" w14:textId="77777777" w:rsidR="008C24D3" w:rsidRPr="008C24D3" w:rsidRDefault="008C24D3" w:rsidP="008C24D3">
      <w:pPr>
        <w:rPr>
          <w:rFonts w:ascii="Arial" w:hAnsi="Arial" w:cs="Arial"/>
        </w:rPr>
      </w:pPr>
    </w:p>
    <w:p w14:paraId="27B26CB1" w14:textId="77777777" w:rsidR="008C24D3" w:rsidRPr="008C24D3" w:rsidRDefault="008C24D3" w:rsidP="008C24D3">
      <w:pPr>
        <w:rPr>
          <w:rFonts w:ascii="Arial" w:hAnsi="Arial" w:cs="Arial"/>
        </w:rPr>
      </w:pPr>
    </w:p>
    <w:p w14:paraId="03008AC3" w14:textId="77777777" w:rsidR="008C24D3" w:rsidRPr="008C24D3" w:rsidRDefault="008C24D3" w:rsidP="008C24D3">
      <w:pPr>
        <w:rPr>
          <w:rFonts w:ascii="Arial" w:hAnsi="Arial" w:cs="Arial"/>
        </w:rPr>
      </w:pPr>
    </w:p>
    <w:p w14:paraId="46D800C1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</w:rPr>
      </w:pPr>
      <w:r w:rsidRPr="008C24D3">
        <w:rPr>
          <w:rFonts w:ascii="Arial" w:hAnsi="Arial" w:cs="Arial"/>
        </w:rPr>
        <w:t>Podatki o ponudniku – Priloga 1</w:t>
      </w:r>
    </w:p>
    <w:p w14:paraId="67A1C281" w14:textId="77777777" w:rsidR="008C24D3" w:rsidRPr="008C24D3" w:rsidRDefault="008C24D3" w:rsidP="008C24D3">
      <w:pPr>
        <w:rPr>
          <w:rFonts w:ascii="Arial" w:hAnsi="Arial" w:cs="Arial"/>
        </w:rPr>
      </w:pPr>
    </w:p>
    <w:p w14:paraId="43AFD044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>Povabilo k oddaji ponudbe – Priloga 2</w:t>
      </w:r>
    </w:p>
    <w:p w14:paraId="4AD58EC7" w14:textId="77777777" w:rsidR="008C24D3" w:rsidRPr="008C24D3" w:rsidRDefault="008C24D3" w:rsidP="008C24D3">
      <w:pPr>
        <w:rPr>
          <w:rFonts w:ascii="Arial" w:hAnsi="Arial" w:cs="Arial"/>
          <w:lang w:val="it-IT"/>
        </w:rPr>
      </w:pPr>
    </w:p>
    <w:p w14:paraId="7DD34C78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>Navodila ponudnikom za izdelavo ponudbe – Priloga 3</w:t>
      </w:r>
    </w:p>
    <w:p w14:paraId="2E29922E" w14:textId="77777777" w:rsidR="008C24D3" w:rsidRPr="008C24D3" w:rsidRDefault="008C24D3" w:rsidP="008C24D3">
      <w:pPr>
        <w:rPr>
          <w:rFonts w:ascii="Arial" w:hAnsi="Arial" w:cs="Arial"/>
          <w:lang w:val="it-IT"/>
        </w:rPr>
      </w:pPr>
    </w:p>
    <w:p w14:paraId="0BD9A87C" w14:textId="61F5CDC8" w:rsidR="008C24D3" w:rsidRPr="008C24D3" w:rsidRDefault="00CE39E8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Ponudbeni predračun</w:t>
      </w:r>
      <w:r w:rsidR="008C24D3" w:rsidRPr="008C24D3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1/2, 2/2</w:t>
      </w:r>
      <w:r w:rsidR="008C24D3" w:rsidRPr="008C24D3">
        <w:rPr>
          <w:rFonts w:ascii="Arial" w:hAnsi="Arial" w:cs="Arial"/>
          <w:lang w:val="it-IT"/>
        </w:rPr>
        <w:t>– Priloga 4</w:t>
      </w:r>
    </w:p>
    <w:p w14:paraId="3821523F" w14:textId="77777777" w:rsidR="008C24D3" w:rsidRPr="008C24D3" w:rsidRDefault="008C24D3" w:rsidP="008C24D3">
      <w:pPr>
        <w:pStyle w:val="Odstavekseznama"/>
        <w:rPr>
          <w:rFonts w:ascii="Arial" w:hAnsi="Arial" w:cs="Arial"/>
          <w:sz w:val="24"/>
          <w:szCs w:val="24"/>
        </w:rPr>
      </w:pPr>
    </w:p>
    <w:p w14:paraId="269A5E93" w14:textId="4C672EAF" w:rsidR="007B2FEB" w:rsidRPr="007B2FEB" w:rsidRDefault="008C24D3" w:rsidP="007B2FEB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 xml:space="preserve">Vzorec pogodbe o menjavi </w:t>
      </w:r>
      <w:r w:rsidR="00FC168B">
        <w:rPr>
          <w:rFonts w:ascii="Arial" w:hAnsi="Arial" w:cs="Arial"/>
          <w:lang w:val="it-IT"/>
        </w:rPr>
        <w:t>(prodaji in nabavi) motornega olja</w:t>
      </w:r>
      <w:r w:rsidRPr="008C24D3">
        <w:rPr>
          <w:rFonts w:ascii="Arial" w:hAnsi="Arial" w:cs="Arial"/>
          <w:lang w:val="it-IT"/>
        </w:rPr>
        <w:t xml:space="preserve"> – Priloga 5</w:t>
      </w:r>
      <w:r w:rsidR="007B2FEB">
        <w:rPr>
          <w:rFonts w:ascii="Arial" w:hAnsi="Arial" w:cs="Arial"/>
          <w:lang w:val="it-IT"/>
        </w:rPr>
        <w:t xml:space="preserve"> </w:t>
      </w:r>
    </w:p>
    <w:p w14:paraId="52316F58" w14:textId="65643F87" w:rsidR="00E7054E" w:rsidRPr="007B2FEB" w:rsidRDefault="007B2FEB" w:rsidP="007B2FEB">
      <w:pPr>
        <w:pStyle w:val="Odstavekseznama"/>
        <w:numPr>
          <w:ilvl w:val="0"/>
          <w:numId w:val="25"/>
        </w:numPr>
        <w:rPr>
          <w:rFonts w:ascii="Arial" w:hAnsi="Arial" w:cs="Arial"/>
          <w:sz w:val="20"/>
          <w:szCs w:val="20"/>
          <w:lang w:val="it-IT"/>
        </w:rPr>
      </w:pPr>
      <w:r w:rsidRPr="007B2FEB">
        <w:rPr>
          <w:rFonts w:ascii="Arial" w:hAnsi="Arial" w:cs="Arial"/>
          <w:sz w:val="20"/>
          <w:szCs w:val="20"/>
          <w:lang w:val="it-IT"/>
        </w:rPr>
        <w:t>Vzorec garancije za plačilo blaga</w:t>
      </w:r>
      <w:r>
        <w:rPr>
          <w:rFonts w:ascii="Arial" w:hAnsi="Arial" w:cs="Arial"/>
          <w:sz w:val="20"/>
          <w:szCs w:val="20"/>
          <w:lang w:val="it-IT"/>
        </w:rPr>
        <w:t xml:space="preserve"> – Priloga 5 b</w:t>
      </w:r>
    </w:p>
    <w:p w14:paraId="61474D60" w14:textId="08F96790" w:rsidR="00E7054E" w:rsidRPr="007B2FEB" w:rsidRDefault="00E7054E" w:rsidP="007B2FEB">
      <w:pPr>
        <w:pStyle w:val="Odstavekseznama"/>
        <w:numPr>
          <w:ilvl w:val="0"/>
          <w:numId w:val="25"/>
        </w:numPr>
        <w:rPr>
          <w:rFonts w:ascii="Arial" w:hAnsi="Arial" w:cs="Arial"/>
          <w:sz w:val="20"/>
          <w:szCs w:val="20"/>
          <w:lang w:val="it-IT"/>
        </w:rPr>
      </w:pPr>
      <w:r w:rsidRPr="007B2FEB">
        <w:rPr>
          <w:rFonts w:ascii="Arial" w:hAnsi="Arial" w:cs="Arial"/>
          <w:sz w:val="20"/>
          <w:szCs w:val="20"/>
          <w:lang w:val="it-IT"/>
        </w:rPr>
        <w:t>Vzorec pogodbe o skladiščenju in obnavljanju motornega olja</w:t>
      </w:r>
      <w:r w:rsidR="008D7F58">
        <w:rPr>
          <w:rFonts w:ascii="Arial" w:hAnsi="Arial" w:cs="Arial"/>
          <w:sz w:val="20"/>
          <w:szCs w:val="20"/>
          <w:lang w:val="it-IT"/>
        </w:rPr>
        <w:t xml:space="preserve"> s poroštveno izjavo</w:t>
      </w:r>
      <w:bookmarkStart w:id="0" w:name="_GoBack"/>
      <w:bookmarkEnd w:id="0"/>
      <w:r w:rsidRPr="007B2FEB">
        <w:rPr>
          <w:rFonts w:ascii="Arial" w:hAnsi="Arial" w:cs="Arial"/>
          <w:sz w:val="20"/>
          <w:szCs w:val="20"/>
          <w:lang w:val="it-IT"/>
        </w:rPr>
        <w:t xml:space="preserve"> – Priloga 5</w:t>
      </w:r>
      <w:r w:rsidR="007B2FEB" w:rsidRPr="007B2FEB">
        <w:rPr>
          <w:rFonts w:ascii="Arial" w:hAnsi="Arial" w:cs="Arial"/>
          <w:sz w:val="20"/>
          <w:szCs w:val="20"/>
          <w:lang w:val="it-IT"/>
        </w:rPr>
        <w:t xml:space="preserve"> c</w:t>
      </w:r>
    </w:p>
    <w:p w14:paraId="1ABD3793" w14:textId="77777777" w:rsidR="008C24D3" w:rsidRPr="008C24D3" w:rsidRDefault="008C24D3" w:rsidP="008C24D3">
      <w:pPr>
        <w:pStyle w:val="Odstavekseznama"/>
        <w:rPr>
          <w:rFonts w:ascii="Arial" w:hAnsi="Arial" w:cs="Arial"/>
          <w:sz w:val="24"/>
          <w:szCs w:val="24"/>
          <w:lang w:val="it-IT"/>
        </w:rPr>
      </w:pPr>
    </w:p>
    <w:p w14:paraId="6809B2E1" w14:textId="77777777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  <w:lang w:val="it-IT"/>
        </w:rPr>
      </w:pPr>
      <w:r w:rsidRPr="008C24D3">
        <w:rPr>
          <w:rFonts w:ascii="Arial" w:hAnsi="Arial" w:cs="Arial"/>
          <w:lang w:val="it-IT"/>
        </w:rPr>
        <w:t>Vzorec garancije za resnost ponudbe – Priloga 6</w:t>
      </w:r>
    </w:p>
    <w:p w14:paraId="64FC08E2" w14:textId="7461B35D" w:rsidR="008C24D3" w:rsidRPr="008C24D3" w:rsidRDefault="008C24D3" w:rsidP="008C24D3">
      <w:pPr>
        <w:rPr>
          <w:rFonts w:ascii="Arial" w:hAnsi="Arial" w:cs="Arial"/>
        </w:rPr>
      </w:pPr>
    </w:p>
    <w:p w14:paraId="33EDABA1" w14:textId="0252A86F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</w:rPr>
      </w:pPr>
      <w:r w:rsidRPr="008C24D3">
        <w:rPr>
          <w:rFonts w:ascii="Arial" w:hAnsi="Arial" w:cs="Arial"/>
        </w:rPr>
        <w:t xml:space="preserve">Obrazec izjave za pridobitev podatkov za pravno osebo - Priloga </w:t>
      </w:r>
      <w:r w:rsidR="00CE39E8">
        <w:rPr>
          <w:rFonts w:ascii="Arial" w:hAnsi="Arial" w:cs="Arial"/>
        </w:rPr>
        <w:t>7</w:t>
      </w:r>
    </w:p>
    <w:p w14:paraId="3FDE1E0C" w14:textId="77777777" w:rsidR="008C24D3" w:rsidRPr="008C24D3" w:rsidRDefault="008C24D3" w:rsidP="008C24D3">
      <w:pPr>
        <w:pStyle w:val="Odstavekseznama"/>
        <w:rPr>
          <w:rFonts w:ascii="Arial" w:hAnsi="Arial" w:cs="Arial"/>
          <w:sz w:val="24"/>
          <w:szCs w:val="24"/>
        </w:rPr>
      </w:pPr>
    </w:p>
    <w:p w14:paraId="4733950A" w14:textId="7CF53481" w:rsidR="008C24D3" w:rsidRPr="008C24D3" w:rsidRDefault="008C24D3" w:rsidP="008C24D3">
      <w:pPr>
        <w:numPr>
          <w:ilvl w:val="0"/>
          <w:numId w:val="3"/>
        </w:numPr>
        <w:rPr>
          <w:rFonts w:ascii="Arial" w:hAnsi="Arial" w:cs="Arial"/>
        </w:rPr>
      </w:pPr>
      <w:r w:rsidRPr="008C24D3">
        <w:rPr>
          <w:rFonts w:ascii="Arial" w:hAnsi="Arial" w:cs="Arial"/>
        </w:rPr>
        <w:t xml:space="preserve">Obrazec izjave za pridobitev osebnih podatkov – Priloga </w:t>
      </w:r>
      <w:r w:rsidR="00CE39E8">
        <w:rPr>
          <w:rFonts w:ascii="Arial" w:hAnsi="Arial" w:cs="Arial"/>
        </w:rPr>
        <w:t>8</w:t>
      </w:r>
    </w:p>
    <w:p w14:paraId="20E982F1" w14:textId="77777777" w:rsidR="008C24D3" w:rsidRPr="008C24D3" w:rsidRDefault="008C24D3" w:rsidP="008C24D3">
      <w:pPr>
        <w:pStyle w:val="Odstavekseznama"/>
        <w:rPr>
          <w:rFonts w:ascii="Arial" w:hAnsi="Arial" w:cs="Arial"/>
          <w:sz w:val="24"/>
          <w:szCs w:val="24"/>
        </w:rPr>
      </w:pPr>
    </w:p>
    <w:p w14:paraId="39511704" w14:textId="3BAC9725" w:rsidR="008C24D3" w:rsidRPr="008C24D3" w:rsidRDefault="008C24D3" w:rsidP="008C24D3">
      <w:pPr>
        <w:pStyle w:val="Default"/>
        <w:numPr>
          <w:ilvl w:val="0"/>
          <w:numId w:val="3"/>
        </w:numPr>
        <w:spacing w:line="260" w:lineRule="exact"/>
        <w:jc w:val="both"/>
        <w:rPr>
          <w:rFonts w:ascii="Arial" w:hAnsi="Arial" w:cs="Arial"/>
          <w:bCs/>
        </w:rPr>
      </w:pPr>
      <w:r w:rsidRPr="008C24D3">
        <w:rPr>
          <w:rFonts w:ascii="Arial" w:hAnsi="Arial" w:cs="Arial"/>
          <w:bCs/>
        </w:rPr>
        <w:t xml:space="preserve">Izjava o udeležbi fizičnih in pravnih oseb v lastništvu sodelujočega podjetja – Priloga </w:t>
      </w:r>
      <w:r w:rsidR="00CE39E8">
        <w:rPr>
          <w:rFonts w:ascii="Arial" w:hAnsi="Arial" w:cs="Arial"/>
          <w:bCs/>
        </w:rPr>
        <w:t>9</w:t>
      </w:r>
    </w:p>
    <w:p w14:paraId="76ECC885" w14:textId="77777777" w:rsidR="008C24D3" w:rsidRPr="008C24D3" w:rsidRDefault="008C24D3" w:rsidP="008C24D3">
      <w:pPr>
        <w:pStyle w:val="Odstavekseznama"/>
        <w:rPr>
          <w:rFonts w:ascii="Arial" w:hAnsi="Arial" w:cs="Arial"/>
          <w:bCs/>
          <w:sz w:val="24"/>
          <w:szCs w:val="24"/>
        </w:rPr>
      </w:pPr>
    </w:p>
    <w:p w14:paraId="74D58EE0" w14:textId="46390719" w:rsidR="008C24D3" w:rsidRPr="008C24D3" w:rsidRDefault="008C24D3" w:rsidP="008C24D3">
      <w:pPr>
        <w:pStyle w:val="Default"/>
        <w:numPr>
          <w:ilvl w:val="0"/>
          <w:numId w:val="3"/>
        </w:numPr>
        <w:spacing w:line="260" w:lineRule="exact"/>
        <w:jc w:val="both"/>
        <w:rPr>
          <w:rFonts w:ascii="Arial" w:hAnsi="Arial" w:cs="Arial"/>
          <w:bCs/>
        </w:rPr>
      </w:pPr>
      <w:r w:rsidRPr="008C24D3">
        <w:rPr>
          <w:rFonts w:ascii="Arial" w:hAnsi="Arial" w:cs="Arial"/>
          <w:bCs/>
        </w:rPr>
        <w:t>ESPD – Priloga 1</w:t>
      </w:r>
      <w:r w:rsidR="00CE39E8">
        <w:rPr>
          <w:rFonts w:ascii="Arial" w:hAnsi="Arial" w:cs="Arial"/>
          <w:bCs/>
        </w:rPr>
        <w:t>0</w:t>
      </w:r>
    </w:p>
    <w:p w14:paraId="3FD70B41" w14:textId="77777777" w:rsidR="008C24D3" w:rsidRPr="008C24D3" w:rsidRDefault="008C24D3" w:rsidP="008C24D3">
      <w:pPr>
        <w:pStyle w:val="Odstavekseznama"/>
        <w:rPr>
          <w:rFonts w:ascii="Arial" w:hAnsi="Arial" w:cs="Arial"/>
          <w:bCs/>
          <w:sz w:val="24"/>
          <w:szCs w:val="24"/>
        </w:rPr>
      </w:pPr>
    </w:p>
    <w:p w14:paraId="37D79B66" w14:textId="77777777" w:rsidR="008C24D3" w:rsidRPr="008C24D3" w:rsidRDefault="008C24D3" w:rsidP="008C24D3">
      <w:pPr>
        <w:pStyle w:val="Default"/>
        <w:spacing w:line="260" w:lineRule="exact"/>
        <w:ind w:left="720"/>
        <w:jc w:val="both"/>
        <w:rPr>
          <w:rFonts w:ascii="Arial" w:hAnsi="Arial" w:cs="Arial"/>
          <w:bCs/>
        </w:rPr>
      </w:pPr>
    </w:p>
    <w:p w14:paraId="7CC962C5" w14:textId="2E9D0BC4" w:rsidR="00EE6ED9" w:rsidRPr="008C24D3" w:rsidRDefault="00EE6ED9" w:rsidP="008C24D3">
      <w:pPr>
        <w:rPr>
          <w:rFonts w:ascii="Arial" w:hAnsi="Arial" w:cs="Arial"/>
        </w:rPr>
      </w:pPr>
    </w:p>
    <w:sectPr w:rsidR="00EE6ED9" w:rsidRPr="008C24D3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B3B77" w14:textId="77777777" w:rsidR="001131D7" w:rsidRDefault="001131D7">
      <w:r>
        <w:separator/>
      </w:r>
    </w:p>
  </w:endnote>
  <w:endnote w:type="continuationSeparator" w:id="0">
    <w:p w14:paraId="275D6E4B" w14:textId="77777777" w:rsidR="001131D7" w:rsidRDefault="0011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2DC2FF7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16E9818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8D7F58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8D7F58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9B99C" w14:textId="77777777" w:rsidR="001131D7" w:rsidRDefault="001131D7">
      <w:r>
        <w:separator/>
      </w:r>
    </w:p>
  </w:footnote>
  <w:footnote w:type="continuationSeparator" w:id="0">
    <w:p w14:paraId="34D9341A" w14:textId="77777777" w:rsidR="001131D7" w:rsidRDefault="00113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8D7F58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8D7F58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C265E24"/>
    <w:multiLevelType w:val="hybridMultilevel"/>
    <w:tmpl w:val="BF20AA18"/>
    <w:lvl w:ilvl="0" w:tplc="EC3C58E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E17249"/>
    <w:multiLevelType w:val="hybridMultilevel"/>
    <w:tmpl w:val="F5DEE2AC"/>
    <w:lvl w:ilvl="0" w:tplc="A26476F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3"/>
  </w:num>
  <w:num w:numId="6">
    <w:abstractNumId w:val="6"/>
  </w:num>
  <w:num w:numId="7">
    <w:abstractNumId w:val="17"/>
  </w:num>
  <w:num w:numId="8">
    <w:abstractNumId w:val="7"/>
  </w:num>
  <w:num w:numId="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10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73B58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B2FEB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4D3"/>
    <w:rsid w:val="008C2AC2"/>
    <w:rsid w:val="008D6DCE"/>
    <w:rsid w:val="008D7F58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5365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E39E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C5934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054E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168B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8df548e2-49b0-4167-80ee-6fc57c1705da"/>
    <ds:schemaRef ds:uri="http://schemas.microsoft.com/office/infopath/2007/PartnerControls"/>
    <ds:schemaRef ds:uri="fef81378-7155-4c2c-9941-e6fa858b3999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298028-39C4-4673-A7B7-F353F6A2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36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703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7</cp:revision>
  <cp:lastPrinted>2019-11-25T12:52:00Z</cp:lastPrinted>
  <dcterms:created xsi:type="dcterms:W3CDTF">2020-01-29T12:01:00Z</dcterms:created>
  <dcterms:modified xsi:type="dcterms:W3CDTF">2021-05-05T12:21:00Z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