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AAE8C" w14:textId="753680D7" w:rsidR="00B93191" w:rsidRPr="0032107B" w:rsidRDefault="00B93191" w:rsidP="00DC4D07">
      <w:pPr>
        <w:tabs>
          <w:tab w:val="left" w:pos="993"/>
          <w:tab w:val="left" w:pos="1134"/>
        </w:tabs>
        <w:rPr>
          <w:rFonts w:cs="Arial"/>
          <w:i/>
        </w:rPr>
      </w:pPr>
      <w:r w:rsidRPr="0032107B">
        <w:rPr>
          <w:rFonts w:cs="Arial"/>
        </w:rPr>
        <w:t xml:space="preserve">Številka </w:t>
      </w:r>
      <w:r w:rsidR="0023679F" w:rsidRPr="0032107B">
        <w:rPr>
          <w:rFonts w:cs="Arial"/>
        </w:rPr>
        <w:t>ODOS</w:t>
      </w:r>
      <w:r w:rsidRPr="0032107B">
        <w:rPr>
          <w:rFonts w:cs="Arial"/>
        </w:rPr>
        <w:t xml:space="preserve">: </w:t>
      </w:r>
      <w:r w:rsidR="0032107B" w:rsidRPr="0032107B">
        <w:rPr>
          <w:rFonts w:cs="Arial"/>
        </w:rPr>
        <w:t>4302-0009/2021</w:t>
      </w:r>
    </w:p>
    <w:p w14:paraId="7EA6FFE8" w14:textId="6515EAFB" w:rsidR="00C450D0" w:rsidRPr="00831559" w:rsidRDefault="00C450D0" w:rsidP="00AB7B5B">
      <w:pPr>
        <w:rPr>
          <w:rFonts w:cs="Arial"/>
        </w:rPr>
      </w:pPr>
      <w:r w:rsidRPr="0032107B">
        <w:rPr>
          <w:rFonts w:cs="Arial"/>
        </w:rPr>
        <w:t xml:space="preserve">Datum: </w:t>
      </w:r>
      <w:r w:rsidR="004B74C9">
        <w:rPr>
          <w:rFonts w:cs="Arial"/>
        </w:rPr>
        <w:t>2. 6. 2021</w:t>
      </w:r>
      <w:bookmarkStart w:id="0" w:name="_GoBack"/>
      <w:bookmarkEnd w:id="0"/>
    </w:p>
    <w:p w14:paraId="67B45952" w14:textId="77777777" w:rsidR="00892833" w:rsidRPr="00831559" w:rsidRDefault="00892833" w:rsidP="00892833">
      <w:pPr>
        <w:pStyle w:val="a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</w:p>
    <w:p w14:paraId="0CD38A51" w14:textId="77777777" w:rsidR="002420CC" w:rsidRPr="00831559" w:rsidRDefault="002420CC" w:rsidP="005E2DAD">
      <w:pPr>
        <w:pStyle w:val="Pripombabesedilo"/>
      </w:pPr>
    </w:p>
    <w:p w14:paraId="2A6DEBA4" w14:textId="77777777" w:rsidR="00892833" w:rsidRPr="00831559" w:rsidRDefault="002420CC" w:rsidP="00892833">
      <w:pPr>
        <w:pStyle w:val="a"/>
        <w:jc w:val="center"/>
        <w:rPr>
          <w:rFonts w:ascii="Arial" w:hAnsi="Arial" w:cs="Arial"/>
          <w:b/>
          <w:i w:val="0"/>
          <w:color w:val="auto"/>
          <w:sz w:val="22"/>
          <w:szCs w:val="22"/>
        </w:rPr>
      </w:pPr>
      <w:r w:rsidRPr="00831559">
        <w:rPr>
          <w:rFonts w:ascii="Arial" w:hAnsi="Arial" w:cs="Arial"/>
          <w:b/>
          <w:i w:val="0"/>
          <w:color w:val="auto"/>
          <w:sz w:val="22"/>
          <w:szCs w:val="22"/>
        </w:rPr>
        <w:t>POVABILO K ODDAJI PONUDBE</w:t>
      </w:r>
    </w:p>
    <w:p w14:paraId="55F5BE7B" w14:textId="77777777" w:rsidR="00892833" w:rsidRPr="00831559" w:rsidRDefault="00892833" w:rsidP="00892833">
      <w:pPr>
        <w:pStyle w:val="a"/>
        <w:rPr>
          <w:rFonts w:ascii="Arial" w:hAnsi="Arial" w:cs="Arial"/>
          <w:b/>
          <w:i w:val="0"/>
          <w:color w:val="auto"/>
          <w:sz w:val="22"/>
          <w:szCs w:val="22"/>
        </w:rPr>
      </w:pPr>
    </w:p>
    <w:p w14:paraId="4F994E99" w14:textId="77777777" w:rsidR="00892833" w:rsidRPr="00AE6C35" w:rsidRDefault="00892833" w:rsidP="00892833">
      <w:pPr>
        <w:pStyle w:val="a"/>
        <w:rPr>
          <w:rFonts w:ascii="Arial" w:hAnsi="Arial" w:cs="Arial"/>
          <w:b/>
          <w:i w:val="0"/>
          <w:color w:val="auto"/>
          <w:sz w:val="22"/>
          <w:szCs w:val="22"/>
        </w:rPr>
      </w:pPr>
    </w:p>
    <w:p w14:paraId="47691C39" w14:textId="3EEFFB33" w:rsidR="00DC4D07" w:rsidRPr="001E4367" w:rsidRDefault="00DD18CB" w:rsidP="0077742A">
      <w:pPr>
        <w:pStyle w:val="Telobesedila"/>
        <w:spacing w:after="0"/>
        <w:jc w:val="both"/>
        <w:rPr>
          <w:rFonts w:cs="Arial"/>
          <w:lang w:val="sl-SI"/>
        </w:rPr>
      </w:pPr>
      <w:r w:rsidRPr="00AE6C35">
        <w:rPr>
          <w:rFonts w:cs="Arial"/>
        </w:rPr>
        <w:t>Na Portalu javnih naročil je bilo objavljeno obvestilo o javnem naročilu</w:t>
      </w:r>
      <w:r w:rsidRPr="00AE6C35">
        <w:rPr>
          <w:rFonts w:cs="Arial"/>
          <w:lang w:val="sl-SI"/>
        </w:rPr>
        <w:t xml:space="preserve"> </w:t>
      </w:r>
      <w:r w:rsidRPr="00AE6C35">
        <w:rPr>
          <w:rFonts w:cs="Arial"/>
        </w:rPr>
        <w:t xml:space="preserve">za izbiro izvajalca </w:t>
      </w:r>
      <w:r w:rsidRPr="0077742A">
        <w:rPr>
          <w:rFonts w:cs="Arial"/>
          <w:b/>
        </w:rPr>
        <w:t xml:space="preserve">za </w:t>
      </w:r>
      <w:r w:rsidR="00AD569C" w:rsidRPr="0077742A">
        <w:rPr>
          <w:rFonts w:cs="Arial"/>
          <w:b/>
          <w:lang w:val="sl-SI"/>
        </w:rPr>
        <w:t xml:space="preserve">varovanje </w:t>
      </w:r>
      <w:r w:rsidR="0077742A" w:rsidRPr="0077742A">
        <w:rPr>
          <w:rFonts w:cs="Arial"/>
          <w:b/>
          <w:lang w:val="sl-SI"/>
        </w:rPr>
        <w:t>ljudi in premoženja</w:t>
      </w:r>
      <w:r w:rsidR="00AD569C" w:rsidRPr="0077742A">
        <w:rPr>
          <w:rFonts w:cs="Arial"/>
          <w:b/>
          <w:lang w:val="sl-SI"/>
        </w:rPr>
        <w:t xml:space="preserve"> v </w:t>
      </w:r>
      <w:r w:rsidR="00361820">
        <w:rPr>
          <w:rFonts w:cs="Arial"/>
          <w:b/>
          <w:lang w:val="sl-SI"/>
        </w:rPr>
        <w:t xml:space="preserve">skladišču </w:t>
      </w:r>
      <w:r w:rsidR="00AD569C" w:rsidRPr="0077742A">
        <w:rPr>
          <w:rFonts w:cs="Arial"/>
          <w:b/>
          <w:lang w:val="sl-SI"/>
        </w:rPr>
        <w:t>SND Ortnek</w:t>
      </w:r>
      <w:r w:rsidRPr="001E4367">
        <w:rPr>
          <w:rFonts w:cs="Arial"/>
        </w:rPr>
        <w:t>.</w:t>
      </w:r>
      <w:r w:rsidR="00DC4D07" w:rsidRPr="001E4367">
        <w:rPr>
          <w:rFonts w:cs="Arial"/>
          <w:lang w:val="sl-SI"/>
        </w:rPr>
        <w:t xml:space="preserve"> </w:t>
      </w:r>
    </w:p>
    <w:p w14:paraId="4798FB25" w14:textId="77777777" w:rsidR="0077742A" w:rsidRDefault="0077742A" w:rsidP="0077742A">
      <w:pPr>
        <w:pStyle w:val="Telobesedila"/>
        <w:spacing w:after="0"/>
        <w:jc w:val="both"/>
        <w:rPr>
          <w:rFonts w:cs="Arial"/>
        </w:rPr>
      </w:pPr>
    </w:p>
    <w:p w14:paraId="2D42C46C" w14:textId="4A80BB29" w:rsidR="00DD18CB" w:rsidRPr="001E4367" w:rsidRDefault="00DD18CB" w:rsidP="0077742A">
      <w:pPr>
        <w:pStyle w:val="Telobesedila"/>
        <w:spacing w:after="0"/>
        <w:jc w:val="both"/>
        <w:rPr>
          <w:rFonts w:cs="Arial"/>
        </w:rPr>
      </w:pPr>
      <w:r w:rsidRPr="001E4367">
        <w:rPr>
          <w:rFonts w:cs="Arial"/>
        </w:rPr>
        <w:t>Vabimo vas, da pripravite in predložite ponudbo v skladu z navodili ponudnikom za izdelavo ponudbe</w:t>
      </w:r>
      <w:r w:rsidR="00101E50" w:rsidRPr="001E4367">
        <w:rPr>
          <w:rFonts w:cs="Arial"/>
          <w:lang w:val="sl-SI"/>
        </w:rPr>
        <w:t xml:space="preserve"> in obvezno vsebino ponudbene dokumentacije</w:t>
      </w:r>
      <w:r w:rsidRPr="001E4367">
        <w:rPr>
          <w:rFonts w:cs="Arial"/>
        </w:rPr>
        <w:t>.</w:t>
      </w:r>
    </w:p>
    <w:p w14:paraId="5A75CEC8" w14:textId="77777777" w:rsidR="0077742A" w:rsidRDefault="0077742A" w:rsidP="0077742A">
      <w:pPr>
        <w:pStyle w:val="Telobesedila"/>
        <w:spacing w:after="0"/>
        <w:jc w:val="both"/>
        <w:rPr>
          <w:rFonts w:cs="Arial"/>
          <w:lang w:val="sl-SI"/>
        </w:rPr>
      </w:pPr>
    </w:p>
    <w:p w14:paraId="104B5390" w14:textId="5FE4CA4B" w:rsidR="001645A8" w:rsidRPr="0077742A" w:rsidRDefault="00DD18CB" w:rsidP="0077742A">
      <w:pPr>
        <w:pStyle w:val="Telobesedila"/>
        <w:spacing w:after="0"/>
        <w:jc w:val="both"/>
        <w:rPr>
          <w:rFonts w:cs="Arial"/>
          <w:lang w:val="sl-SI"/>
        </w:rPr>
      </w:pPr>
      <w:r w:rsidRPr="001E4367">
        <w:rPr>
          <w:rFonts w:cs="Arial"/>
          <w:lang w:val="sl-SI"/>
        </w:rPr>
        <w:t xml:space="preserve">Razpisna dokumentacija je objavljena na spletni strani naročnika </w:t>
      </w:r>
      <w:hyperlink r:id="rId8" w:history="1">
        <w:r w:rsidR="0077742A" w:rsidRPr="00DE19FA">
          <w:rPr>
            <w:rStyle w:val="Hiperpovezava"/>
          </w:rPr>
          <w:t>https://www.dbr.si/javne-objave/javna-narocila/</w:t>
        </w:r>
      </w:hyperlink>
      <w:r w:rsidR="0077742A">
        <w:rPr>
          <w:lang w:val="sl-SI"/>
        </w:rPr>
        <w:t xml:space="preserve">. </w:t>
      </w:r>
    </w:p>
    <w:p w14:paraId="34D18531" w14:textId="77777777" w:rsidR="000B1B0C" w:rsidRPr="00831559" w:rsidRDefault="000B1B0C" w:rsidP="0077742A">
      <w:pPr>
        <w:rPr>
          <w:rFonts w:cs="Arial"/>
        </w:rPr>
      </w:pPr>
    </w:p>
    <w:p w14:paraId="64EF8662" w14:textId="77777777" w:rsidR="00DD18CB" w:rsidRPr="00831559" w:rsidRDefault="00DD18CB">
      <w:pPr>
        <w:rPr>
          <w:rFonts w:cs="Arial"/>
        </w:rPr>
      </w:pPr>
      <w:r w:rsidRPr="00831559">
        <w:rPr>
          <w:rFonts w:cs="Arial"/>
        </w:rPr>
        <w:t>Lepo pozdravljeni,</w:t>
      </w:r>
    </w:p>
    <w:p w14:paraId="540358C8" w14:textId="77777777" w:rsidR="00AD604D" w:rsidRPr="00831559" w:rsidRDefault="00AD604D">
      <w:pPr>
        <w:rPr>
          <w:rFonts w:cs="Arial"/>
        </w:rPr>
      </w:pPr>
    </w:p>
    <w:p w14:paraId="1F71E22D" w14:textId="77777777" w:rsidR="00AD604D" w:rsidRPr="00831559" w:rsidRDefault="00AD604D">
      <w:pPr>
        <w:rPr>
          <w:rFonts w:cs="Arial"/>
        </w:rPr>
      </w:pPr>
    </w:p>
    <w:p w14:paraId="6EFE92F0" w14:textId="77777777" w:rsidR="002420CC" w:rsidRPr="00831559" w:rsidRDefault="002420CC">
      <w:pPr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AD604D" w:rsidRPr="00831559" w14:paraId="0B5B7FAA" w14:textId="77777777" w:rsidTr="00131AC2">
        <w:trPr>
          <w:trHeight w:val="632"/>
        </w:trPr>
        <w:tc>
          <w:tcPr>
            <w:tcW w:w="4605" w:type="dxa"/>
            <w:hideMark/>
          </w:tcPr>
          <w:p w14:paraId="3758030A" w14:textId="77777777" w:rsidR="00AD604D" w:rsidRDefault="00131AC2" w:rsidP="00831559">
            <w:pPr>
              <w:pStyle w:val="Telobesedila"/>
              <w:spacing w:after="0"/>
              <w:jc w:val="center"/>
              <w:rPr>
                <w:rFonts w:cs="Arial"/>
                <w:lang w:val="sl-SI" w:eastAsia="en-US"/>
              </w:rPr>
            </w:pPr>
            <w:r>
              <w:rPr>
                <w:rFonts w:cs="Arial"/>
                <w:lang w:val="sl-SI" w:eastAsia="en-US"/>
              </w:rPr>
              <w:t xml:space="preserve">dr. Boštjan </w:t>
            </w:r>
            <w:proofErr w:type="spellStart"/>
            <w:r w:rsidR="00AD569C">
              <w:rPr>
                <w:rFonts w:cs="Arial"/>
                <w:lang w:val="sl-SI" w:eastAsia="en-US"/>
              </w:rPr>
              <w:t>Klofutar</w:t>
            </w:r>
            <w:proofErr w:type="spellEnd"/>
          </w:p>
          <w:p w14:paraId="4679683B" w14:textId="77777777" w:rsidR="00131AC2" w:rsidRPr="00831559" w:rsidRDefault="00AB7CFA" w:rsidP="00AD569C">
            <w:pPr>
              <w:pStyle w:val="Telobesedila"/>
              <w:spacing w:after="0"/>
              <w:jc w:val="center"/>
              <w:rPr>
                <w:rFonts w:cs="Arial"/>
                <w:lang w:val="sl-SI" w:eastAsia="en-US"/>
              </w:rPr>
            </w:pPr>
            <w:r>
              <w:rPr>
                <w:rFonts w:cs="Arial"/>
                <w:lang w:val="sl-SI" w:eastAsia="en-US"/>
              </w:rPr>
              <w:t>v</w:t>
            </w:r>
            <w:r w:rsidR="00131AC2">
              <w:rPr>
                <w:rFonts w:cs="Arial"/>
                <w:lang w:val="sl-SI" w:eastAsia="en-US"/>
              </w:rPr>
              <w:t xml:space="preserve">odja </w:t>
            </w:r>
            <w:r w:rsidR="00AD569C">
              <w:rPr>
                <w:rFonts w:cs="Arial"/>
                <w:lang w:val="sl-SI" w:eastAsia="en-US"/>
              </w:rPr>
              <w:t>službe</w:t>
            </w:r>
          </w:p>
        </w:tc>
        <w:tc>
          <w:tcPr>
            <w:tcW w:w="4605" w:type="dxa"/>
            <w:hideMark/>
          </w:tcPr>
          <w:p w14:paraId="3AA071DB" w14:textId="77777777" w:rsidR="00AD604D" w:rsidRPr="00831559" w:rsidRDefault="00AD569C" w:rsidP="00AD604D">
            <w:pPr>
              <w:pStyle w:val="Telobesedila"/>
              <w:spacing w:after="0"/>
              <w:jc w:val="center"/>
              <w:rPr>
                <w:rFonts w:cs="Arial"/>
                <w:lang w:val="sl-SI" w:eastAsia="en-US"/>
              </w:rPr>
            </w:pPr>
            <w:r>
              <w:rPr>
                <w:rFonts w:cs="Arial"/>
                <w:lang w:val="sl-SI" w:eastAsia="en-US"/>
              </w:rPr>
              <w:t xml:space="preserve">Tomi </w:t>
            </w:r>
            <w:proofErr w:type="spellStart"/>
            <w:r>
              <w:rPr>
                <w:rFonts w:cs="Arial"/>
                <w:lang w:val="sl-SI" w:eastAsia="en-US"/>
              </w:rPr>
              <w:t>Rumpf</w:t>
            </w:r>
            <w:proofErr w:type="spellEnd"/>
          </w:p>
          <w:p w14:paraId="383CB0E8" w14:textId="5D31A1A1" w:rsidR="00AD604D" w:rsidRPr="00831559" w:rsidRDefault="00AD604D" w:rsidP="00AD604D">
            <w:pPr>
              <w:pStyle w:val="Telobesedila"/>
              <w:spacing w:after="0"/>
              <w:jc w:val="center"/>
              <w:rPr>
                <w:rFonts w:cs="Arial"/>
                <w:lang w:val="sl-SI" w:eastAsia="en-US"/>
              </w:rPr>
            </w:pPr>
            <w:r w:rsidRPr="00831559">
              <w:rPr>
                <w:rFonts w:cs="Arial"/>
                <w:lang w:val="sl-SI" w:eastAsia="en-US"/>
              </w:rPr>
              <w:t>direktor</w:t>
            </w:r>
          </w:p>
        </w:tc>
      </w:tr>
    </w:tbl>
    <w:p w14:paraId="503D45E5" w14:textId="77777777" w:rsidR="00211F83" w:rsidRPr="00831559" w:rsidRDefault="00211F83" w:rsidP="00AD604D">
      <w:pPr>
        <w:ind w:left="6480"/>
        <w:jc w:val="center"/>
        <w:rPr>
          <w:rFonts w:cs="Arial"/>
        </w:rPr>
      </w:pPr>
    </w:p>
    <w:sectPr w:rsidR="00211F83" w:rsidRPr="00831559" w:rsidSect="00001218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9167A" w14:textId="77777777" w:rsidR="007B3AC2" w:rsidRDefault="007B3AC2">
      <w:r>
        <w:separator/>
      </w:r>
    </w:p>
  </w:endnote>
  <w:endnote w:type="continuationSeparator" w:id="0">
    <w:p w14:paraId="1FE65E88" w14:textId="77777777" w:rsidR="007B3AC2" w:rsidRDefault="007B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C15C0" w14:textId="7ED2E2C4" w:rsidR="000B023A" w:rsidRPr="00001218" w:rsidRDefault="000B023A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2420CC">
      <w:rPr>
        <w:rStyle w:val="tevilkastrani"/>
        <w:noProof/>
        <w:sz w:val="20"/>
        <w:szCs w:val="20"/>
      </w:rPr>
      <w:t>6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FF7964">
      <w:rPr>
        <w:rStyle w:val="tevilkastrani"/>
        <w:noProof/>
        <w:sz w:val="20"/>
        <w:szCs w:val="20"/>
      </w:rPr>
      <w:t>1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0B023A" w:rsidRPr="00A1445A" w14:paraId="65DD78D2" w14:textId="77777777" w:rsidTr="00A1445A">
      <w:tc>
        <w:tcPr>
          <w:tcW w:w="4605" w:type="dxa"/>
          <w:shd w:val="clear" w:color="auto" w:fill="auto"/>
        </w:tcPr>
        <w:p w14:paraId="7C4E3AF1" w14:textId="6CE52933" w:rsidR="000B023A" w:rsidRPr="0023679F" w:rsidRDefault="0023679F" w:rsidP="00FF7964">
          <w:pPr>
            <w:rPr>
              <w:noProof/>
            </w:rPr>
          </w:pPr>
          <w:r w:rsidRPr="0023679F">
            <w:rPr>
              <w:noProof/>
            </w:rPr>
            <w:t>E</w:t>
          </w:r>
          <w:r w:rsidR="0087368B">
            <w:rPr>
              <w:noProof/>
            </w:rPr>
            <w:t>vid.</w:t>
          </w:r>
          <w:r w:rsidRPr="0023679F">
            <w:rPr>
              <w:noProof/>
            </w:rPr>
            <w:t xml:space="preserve"> št. JN:</w:t>
          </w:r>
          <w:r w:rsidR="0032107B">
            <w:rPr>
              <w:noProof/>
            </w:rPr>
            <w:t xml:space="preserve"> 2021-14</w:t>
          </w:r>
          <w:r w:rsidR="00FF7964">
            <w:rPr>
              <w:noProof/>
            </w:rPr>
            <w:t>5</w:t>
          </w:r>
        </w:p>
      </w:tc>
      <w:tc>
        <w:tcPr>
          <w:tcW w:w="4605" w:type="dxa"/>
          <w:shd w:val="clear" w:color="auto" w:fill="auto"/>
        </w:tcPr>
        <w:p w14:paraId="60382B2E" w14:textId="7C7CC6A4" w:rsidR="000B023A" w:rsidRPr="00A1445A" w:rsidRDefault="000B023A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4B74C9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4B74C9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7C710CD1" w14:textId="77777777" w:rsidR="000B023A" w:rsidRPr="00FC6CF0" w:rsidRDefault="000B023A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6DAC4" w14:textId="77777777" w:rsidR="007B3AC2" w:rsidRDefault="007B3AC2">
      <w:r>
        <w:separator/>
      </w:r>
    </w:p>
  </w:footnote>
  <w:footnote w:type="continuationSeparator" w:id="0">
    <w:p w14:paraId="78FFE8A9" w14:textId="77777777" w:rsidR="007B3AC2" w:rsidRDefault="007B3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0B023A" w:rsidRPr="00A1445A" w14:paraId="096ABA6B" w14:textId="77777777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320714DF" w14:textId="77777777" w:rsidR="000B023A" w:rsidRPr="00A04B00" w:rsidRDefault="000B023A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54B88C85" w14:textId="77777777" w:rsidR="000B023A" w:rsidRPr="00A04B00" w:rsidRDefault="000B023A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46F3BE88" w14:textId="77777777" w:rsidR="000B023A" w:rsidRPr="00A04B00" w:rsidRDefault="000B023A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0FE136AF" w14:textId="77777777" w:rsidR="000B023A" w:rsidRPr="00C0552D" w:rsidRDefault="000B023A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106, SI-1000 Ljubljana</w:t>
          </w:r>
        </w:p>
        <w:p w14:paraId="4DFB91CB" w14:textId="77777777" w:rsidR="000B023A" w:rsidRPr="00C0552D" w:rsidRDefault="000B023A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4714F7C1" w14:textId="77777777" w:rsidR="000B023A" w:rsidRPr="00A1445A" w:rsidRDefault="000B023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778683FE" wp14:editId="7E82A85F">
                <wp:extent cx="619125" cy="714375"/>
                <wp:effectExtent l="0" t="0" r="9525" b="9525"/>
                <wp:docPr id="3" name="Slika 3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0A718D3E" w14:textId="77777777" w:rsidR="000B023A" w:rsidRPr="00A1445A" w:rsidRDefault="000B023A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41444D1A" w14:textId="77777777" w:rsidR="000B023A" w:rsidRPr="00A1445A" w:rsidRDefault="000B023A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CB43B5" w:rsidRPr="00352A73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744EC685" w14:textId="77777777" w:rsidR="000B023A" w:rsidRDefault="000B023A" w:rsidP="00A04B00">
          <w:pPr>
            <w:tabs>
              <w:tab w:val="left" w:pos="1309"/>
            </w:tabs>
            <w:rPr>
              <w:rStyle w:val="Hiperpovezava"/>
              <w:rFonts w:cs="Arial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CB43B5" w:rsidRPr="00352A73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  <w:p w14:paraId="0D22C19F" w14:textId="77777777" w:rsidR="00DD643C" w:rsidRPr="00A1445A" w:rsidRDefault="00DD643C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A03E66" w:rsidRPr="00A1445A" w14:paraId="4091F4B9" w14:textId="77777777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5E7E638D" w14:textId="77777777" w:rsidR="00A03E66" w:rsidRPr="00A1445A" w:rsidRDefault="00A03E66" w:rsidP="00A03E66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31BDF968" w14:textId="77777777" w:rsidR="00A03E66" w:rsidRPr="00A1445A" w:rsidRDefault="00A03E66" w:rsidP="00A03E66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6015D4CF" w14:textId="77777777" w:rsidR="00A03E66" w:rsidRPr="00096765" w:rsidRDefault="00A03E66" w:rsidP="00AD569C">
          <w:pPr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</w:rPr>
            <w:t>OBR – 2.0</w:t>
          </w:r>
          <w:r w:rsidR="00AD569C">
            <w:rPr>
              <w:rFonts w:cs="Arial"/>
              <w:noProof/>
              <w:sz w:val="16"/>
              <w:szCs w:val="16"/>
            </w:rPr>
            <w:t>1</w:t>
          </w:r>
        </w:p>
      </w:tc>
    </w:tr>
  </w:tbl>
  <w:p w14:paraId="3A6629C9" w14:textId="77777777" w:rsidR="000B023A" w:rsidRPr="00FC6CF0" w:rsidRDefault="000B023A" w:rsidP="00001218">
    <w:pPr>
      <w:pStyle w:val="Glava"/>
      <w:rPr>
        <w:rFonts w:cs="Arial"/>
        <w:sz w:val="2"/>
        <w:szCs w:val="2"/>
      </w:rPr>
    </w:pPr>
  </w:p>
  <w:p w14:paraId="7C5DCFEB" w14:textId="77777777" w:rsidR="000B023A" w:rsidRPr="00FC6CF0" w:rsidRDefault="000B023A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7D17"/>
    <w:multiLevelType w:val="hybridMultilevel"/>
    <w:tmpl w:val="A934B5BC"/>
    <w:lvl w:ilvl="0" w:tplc="40A41F0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8E0BCB"/>
    <w:multiLevelType w:val="hybridMultilevel"/>
    <w:tmpl w:val="459C00B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9C7E26"/>
    <w:multiLevelType w:val="hybridMultilevel"/>
    <w:tmpl w:val="7722B59C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87353"/>
    <w:multiLevelType w:val="hybridMultilevel"/>
    <w:tmpl w:val="0A5E06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12CF0"/>
    <w:multiLevelType w:val="hybridMultilevel"/>
    <w:tmpl w:val="52840BF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E9391F"/>
    <w:multiLevelType w:val="hybridMultilevel"/>
    <w:tmpl w:val="146831EA"/>
    <w:lvl w:ilvl="0" w:tplc="E1B09B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557B5"/>
    <w:multiLevelType w:val="hybridMultilevel"/>
    <w:tmpl w:val="4B8A7C2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E1D20"/>
    <w:multiLevelType w:val="hybridMultilevel"/>
    <w:tmpl w:val="4BF089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22ECA"/>
    <w:multiLevelType w:val="hybridMultilevel"/>
    <w:tmpl w:val="923A4F2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66D49"/>
    <w:multiLevelType w:val="hybridMultilevel"/>
    <w:tmpl w:val="B52260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B0A6F"/>
    <w:multiLevelType w:val="hybridMultilevel"/>
    <w:tmpl w:val="70FE4A9E"/>
    <w:lvl w:ilvl="0" w:tplc="B4D00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B9D0DDF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E563748"/>
    <w:multiLevelType w:val="hybridMultilevel"/>
    <w:tmpl w:val="D61ED29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BD6556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533023"/>
    <w:multiLevelType w:val="hybridMultilevel"/>
    <w:tmpl w:val="7952B6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E61328">
      <w:start w:val="1"/>
      <w:numFmt w:val="bullet"/>
      <w:lvlText w:val=""/>
      <w:lvlJc w:val="left"/>
      <w:pPr>
        <w:tabs>
          <w:tab w:val="num" w:pos="759"/>
        </w:tabs>
        <w:ind w:left="759" w:hanging="360"/>
      </w:pPr>
      <w:rPr>
        <w:rFonts w:ascii="Symbol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41AA9"/>
    <w:multiLevelType w:val="hybridMultilevel"/>
    <w:tmpl w:val="19AAD172"/>
    <w:lvl w:ilvl="0" w:tplc="A1165674">
      <w:start w:val="1"/>
      <w:numFmt w:val="bullet"/>
      <w:lvlText w:val=""/>
      <w:lvlJc w:val="left"/>
      <w:pPr>
        <w:ind w:left="36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E93971"/>
    <w:multiLevelType w:val="hybridMultilevel"/>
    <w:tmpl w:val="D15A05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F61089"/>
    <w:multiLevelType w:val="hybridMultilevel"/>
    <w:tmpl w:val="16FAFB4C"/>
    <w:lvl w:ilvl="0" w:tplc="559C9D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7C2CA5"/>
    <w:multiLevelType w:val="hybridMultilevel"/>
    <w:tmpl w:val="DF2E6694"/>
    <w:lvl w:ilvl="0" w:tplc="35B852E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2"/>
  </w:num>
  <w:num w:numId="4">
    <w:abstractNumId w:val="7"/>
  </w:num>
  <w:num w:numId="5">
    <w:abstractNumId w:val="15"/>
  </w:num>
  <w:num w:numId="6">
    <w:abstractNumId w:val="16"/>
  </w:num>
  <w:num w:numId="7">
    <w:abstractNumId w:val="2"/>
  </w:num>
  <w:num w:numId="8">
    <w:abstractNumId w:val="1"/>
  </w:num>
  <w:num w:numId="9">
    <w:abstractNumId w:val="4"/>
  </w:num>
  <w:num w:numId="10">
    <w:abstractNumId w:val="11"/>
  </w:num>
  <w:num w:numId="11">
    <w:abstractNumId w:val="3"/>
  </w:num>
  <w:num w:numId="12">
    <w:abstractNumId w:val="9"/>
  </w:num>
  <w:num w:numId="13">
    <w:abstractNumId w:val="17"/>
  </w:num>
  <w:num w:numId="14">
    <w:abstractNumId w:val="5"/>
  </w:num>
  <w:num w:numId="15">
    <w:abstractNumId w:val="10"/>
  </w:num>
  <w:num w:numId="16">
    <w:abstractNumId w:val="0"/>
  </w:num>
  <w:num w:numId="17">
    <w:abstractNumId w:val="13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33"/>
    <w:rsid w:val="00001218"/>
    <w:rsid w:val="00005413"/>
    <w:rsid w:val="00005BD8"/>
    <w:rsid w:val="00013313"/>
    <w:rsid w:val="00013B00"/>
    <w:rsid w:val="00015B5A"/>
    <w:rsid w:val="00017613"/>
    <w:rsid w:val="00031EB0"/>
    <w:rsid w:val="00036A6D"/>
    <w:rsid w:val="000412BC"/>
    <w:rsid w:val="00041EB9"/>
    <w:rsid w:val="00042D0E"/>
    <w:rsid w:val="00046CE2"/>
    <w:rsid w:val="0005065F"/>
    <w:rsid w:val="0005479D"/>
    <w:rsid w:val="000576FB"/>
    <w:rsid w:val="00067E1F"/>
    <w:rsid w:val="00070AA5"/>
    <w:rsid w:val="000840FA"/>
    <w:rsid w:val="0009528C"/>
    <w:rsid w:val="00096243"/>
    <w:rsid w:val="00096BE4"/>
    <w:rsid w:val="000A2154"/>
    <w:rsid w:val="000A26BC"/>
    <w:rsid w:val="000A5647"/>
    <w:rsid w:val="000B023A"/>
    <w:rsid w:val="000B1B0C"/>
    <w:rsid w:val="000B3AA1"/>
    <w:rsid w:val="000B7C8E"/>
    <w:rsid w:val="000C23A5"/>
    <w:rsid w:val="000C4583"/>
    <w:rsid w:val="000C55ED"/>
    <w:rsid w:val="000D76C2"/>
    <w:rsid w:val="000E1875"/>
    <w:rsid w:val="000E1A37"/>
    <w:rsid w:val="000E3265"/>
    <w:rsid w:val="000E41E1"/>
    <w:rsid w:val="000E57E2"/>
    <w:rsid w:val="000E68AD"/>
    <w:rsid w:val="000E7050"/>
    <w:rsid w:val="000F41CA"/>
    <w:rsid w:val="00101B68"/>
    <w:rsid w:val="00101C61"/>
    <w:rsid w:val="00101E50"/>
    <w:rsid w:val="00111D1B"/>
    <w:rsid w:val="00114401"/>
    <w:rsid w:val="0012533E"/>
    <w:rsid w:val="001263FF"/>
    <w:rsid w:val="001314C1"/>
    <w:rsid w:val="00131AC2"/>
    <w:rsid w:val="00133DCD"/>
    <w:rsid w:val="001352C1"/>
    <w:rsid w:val="0014021F"/>
    <w:rsid w:val="001425DB"/>
    <w:rsid w:val="00144149"/>
    <w:rsid w:val="00145B1A"/>
    <w:rsid w:val="00146152"/>
    <w:rsid w:val="00151B2F"/>
    <w:rsid w:val="001633CD"/>
    <w:rsid w:val="00163850"/>
    <w:rsid w:val="00164184"/>
    <w:rsid w:val="001645A8"/>
    <w:rsid w:val="00166414"/>
    <w:rsid w:val="0017296F"/>
    <w:rsid w:val="0017490A"/>
    <w:rsid w:val="00174BFE"/>
    <w:rsid w:val="00177383"/>
    <w:rsid w:val="00180FD8"/>
    <w:rsid w:val="00183318"/>
    <w:rsid w:val="00191CE2"/>
    <w:rsid w:val="001962A2"/>
    <w:rsid w:val="001A192F"/>
    <w:rsid w:val="001A483E"/>
    <w:rsid w:val="001A7BD0"/>
    <w:rsid w:val="001B723E"/>
    <w:rsid w:val="001C6F83"/>
    <w:rsid w:val="001C745E"/>
    <w:rsid w:val="001D1204"/>
    <w:rsid w:val="001D16E0"/>
    <w:rsid w:val="001D292C"/>
    <w:rsid w:val="001D680C"/>
    <w:rsid w:val="001D694D"/>
    <w:rsid w:val="001E0240"/>
    <w:rsid w:val="001E4367"/>
    <w:rsid w:val="001F2554"/>
    <w:rsid w:val="001F6F0F"/>
    <w:rsid w:val="0020233B"/>
    <w:rsid w:val="00211F83"/>
    <w:rsid w:val="0021307B"/>
    <w:rsid w:val="00214739"/>
    <w:rsid w:val="00222E0A"/>
    <w:rsid w:val="00227FB0"/>
    <w:rsid w:val="00231CFA"/>
    <w:rsid w:val="002334BB"/>
    <w:rsid w:val="00235312"/>
    <w:rsid w:val="00235E41"/>
    <w:rsid w:val="0023679F"/>
    <w:rsid w:val="00241286"/>
    <w:rsid w:val="002413BB"/>
    <w:rsid w:val="00241698"/>
    <w:rsid w:val="002420CC"/>
    <w:rsid w:val="00251D3F"/>
    <w:rsid w:val="00252BAD"/>
    <w:rsid w:val="0026108B"/>
    <w:rsid w:val="002618E0"/>
    <w:rsid w:val="00262170"/>
    <w:rsid w:val="002649D2"/>
    <w:rsid w:val="002655AC"/>
    <w:rsid w:val="002711AE"/>
    <w:rsid w:val="00272F75"/>
    <w:rsid w:val="00273761"/>
    <w:rsid w:val="00273C44"/>
    <w:rsid w:val="00276386"/>
    <w:rsid w:val="00277706"/>
    <w:rsid w:val="00283EE6"/>
    <w:rsid w:val="00285B81"/>
    <w:rsid w:val="0029326D"/>
    <w:rsid w:val="00296807"/>
    <w:rsid w:val="002A4999"/>
    <w:rsid w:val="002A6A46"/>
    <w:rsid w:val="002B28E0"/>
    <w:rsid w:val="002B4CAB"/>
    <w:rsid w:val="002C7AA7"/>
    <w:rsid w:val="002D372F"/>
    <w:rsid w:val="002D6A3C"/>
    <w:rsid w:val="002E1082"/>
    <w:rsid w:val="002E1329"/>
    <w:rsid w:val="002E2FD3"/>
    <w:rsid w:val="002E6B63"/>
    <w:rsid w:val="002F0041"/>
    <w:rsid w:val="002F34B4"/>
    <w:rsid w:val="002F68A9"/>
    <w:rsid w:val="00301033"/>
    <w:rsid w:val="00301716"/>
    <w:rsid w:val="003049A0"/>
    <w:rsid w:val="00313B7F"/>
    <w:rsid w:val="00315EE6"/>
    <w:rsid w:val="0032107B"/>
    <w:rsid w:val="00325D8B"/>
    <w:rsid w:val="00326834"/>
    <w:rsid w:val="00337592"/>
    <w:rsid w:val="0035043A"/>
    <w:rsid w:val="00361820"/>
    <w:rsid w:val="00367250"/>
    <w:rsid w:val="00370866"/>
    <w:rsid w:val="0037231D"/>
    <w:rsid w:val="00375067"/>
    <w:rsid w:val="003823A7"/>
    <w:rsid w:val="00390235"/>
    <w:rsid w:val="00395B61"/>
    <w:rsid w:val="003B36FC"/>
    <w:rsid w:val="003B72E2"/>
    <w:rsid w:val="003C0B6A"/>
    <w:rsid w:val="003C485B"/>
    <w:rsid w:val="003D1272"/>
    <w:rsid w:val="003E4CFC"/>
    <w:rsid w:val="003E5C55"/>
    <w:rsid w:val="003E6467"/>
    <w:rsid w:val="003F0DE7"/>
    <w:rsid w:val="003F1657"/>
    <w:rsid w:val="003F4DE6"/>
    <w:rsid w:val="004057C2"/>
    <w:rsid w:val="00406373"/>
    <w:rsid w:val="004108AD"/>
    <w:rsid w:val="00413EBE"/>
    <w:rsid w:val="00416AE0"/>
    <w:rsid w:val="004219AA"/>
    <w:rsid w:val="0043532D"/>
    <w:rsid w:val="004355A5"/>
    <w:rsid w:val="00445049"/>
    <w:rsid w:val="00450747"/>
    <w:rsid w:val="00452677"/>
    <w:rsid w:val="004527D6"/>
    <w:rsid w:val="00455EB9"/>
    <w:rsid w:val="004720C5"/>
    <w:rsid w:val="0047643E"/>
    <w:rsid w:val="004766D6"/>
    <w:rsid w:val="004801D0"/>
    <w:rsid w:val="004A0508"/>
    <w:rsid w:val="004A5FBB"/>
    <w:rsid w:val="004B065E"/>
    <w:rsid w:val="004B0B60"/>
    <w:rsid w:val="004B74C9"/>
    <w:rsid w:val="004D3641"/>
    <w:rsid w:val="004D3B32"/>
    <w:rsid w:val="004D6B75"/>
    <w:rsid w:val="004F6EA3"/>
    <w:rsid w:val="004F7C1C"/>
    <w:rsid w:val="005038A5"/>
    <w:rsid w:val="00506E35"/>
    <w:rsid w:val="005169DF"/>
    <w:rsid w:val="0051745B"/>
    <w:rsid w:val="005255EB"/>
    <w:rsid w:val="005271D8"/>
    <w:rsid w:val="005316C0"/>
    <w:rsid w:val="00532F1A"/>
    <w:rsid w:val="00536E6B"/>
    <w:rsid w:val="00537001"/>
    <w:rsid w:val="00537622"/>
    <w:rsid w:val="005404D4"/>
    <w:rsid w:val="005530B2"/>
    <w:rsid w:val="005608A6"/>
    <w:rsid w:val="005709AB"/>
    <w:rsid w:val="005724B4"/>
    <w:rsid w:val="00574BA2"/>
    <w:rsid w:val="005753D9"/>
    <w:rsid w:val="00580C08"/>
    <w:rsid w:val="0058399F"/>
    <w:rsid w:val="00584076"/>
    <w:rsid w:val="0059442E"/>
    <w:rsid w:val="005A307B"/>
    <w:rsid w:val="005A785E"/>
    <w:rsid w:val="005B253B"/>
    <w:rsid w:val="005B3910"/>
    <w:rsid w:val="005C4C41"/>
    <w:rsid w:val="005C71B5"/>
    <w:rsid w:val="005C7E8F"/>
    <w:rsid w:val="005D35D8"/>
    <w:rsid w:val="005D5C6A"/>
    <w:rsid w:val="005D7E01"/>
    <w:rsid w:val="005E2DAD"/>
    <w:rsid w:val="005E2DE5"/>
    <w:rsid w:val="005E6D69"/>
    <w:rsid w:val="005E78FA"/>
    <w:rsid w:val="005F1763"/>
    <w:rsid w:val="005F18A6"/>
    <w:rsid w:val="005F4CB1"/>
    <w:rsid w:val="005F638A"/>
    <w:rsid w:val="005F751D"/>
    <w:rsid w:val="00607B88"/>
    <w:rsid w:val="006110C9"/>
    <w:rsid w:val="0061133D"/>
    <w:rsid w:val="00612663"/>
    <w:rsid w:val="00614C46"/>
    <w:rsid w:val="006163B7"/>
    <w:rsid w:val="00616E38"/>
    <w:rsid w:val="00622C7B"/>
    <w:rsid w:val="00623D52"/>
    <w:rsid w:val="006315C1"/>
    <w:rsid w:val="00643B3D"/>
    <w:rsid w:val="00650DC2"/>
    <w:rsid w:val="006514ED"/>
    <w:rsid w:val="0065152F"/>
    <w:rsid w:val="00652FB3"/>
    <w:rsid w:val="006532DD"/>
    <w:rsid w:val="00656268"/>
    <w:rsid w:val="0065770E"/>
    <w:rsid w:val="00662D8F"/>
    <w:rsid w:val="0066332D"/>
    <w:rsid w:val="00670878"/>
    <w:rsid w:val="00670A28"/>
    <w:rsid w:val="00670D1D"/>
    <w:rsid w:val="00691B1D"/>
    <w:rsid w:val="006A0812"/>
    <w:rsid w:val="006A5C81"/>
    <w:rsid w:val="006A605C"/>
    <w:rsid w:val="006A6C18"/>
    <w:rsid w:val="006B047F"/>
    <w:rsid w:val="006D155F"/>
    <w:rsid w:val="006D3364"/>
    <w:rsid w:val="006D59F7"/>
    <w:rsid w:val="006E377F"/>
    <w:rsid w:val="006F1D9E"/>
    <w:rsid w:val="006F44F5"/>
    <w:rsid w:val="006F7434"/>
    <w:rsid w:val="006F758E"/>
    <w:rsid w:val="00702F52"/>
    <w:rsid w:val="007033C0"/>
    <w:rsid w:val="00704B26"/>
    <w:rsid w:val="00716534"/>
    <w:rsid w:val="007345D8"/>
    <w:rsid w:val="00741092"/>
    <w:rsid w:val="00741DF3"/>
    <w:rsid w:val="00743912"/>
    <w:rsid w:val="007463BF"/>
    <w:rsid w:val="007511A5"/>
    <w:rsid w:val="00753DF6"/>
    <w:rsid w:val="0076015B"/>
    <w:rsid w:val="00764F75"/>
    <w:rsid w:val="00767A5A"/>
    <w:rsid w:val="0077618F"/>
    <w:rsid w:val="0077742A"/>
    <w:rsid w:val="00780396"/>
    <w:rsid w:val="0078319E"/>
    <w:rsid w:val="00783525"/>
    <w:rsid w:val="007B3AC2"/>
    <w:rsid w:val="007B4A4E"/>
    <w:rsid w:val="007D302C"/>
    <w:rsid w:val="007D4174"/>
    <w:rsid w:val="007D690C"/>
    <w:rsid w:val="007D6C82"/>
    <w:rsid w:val="007E0866"/>
    <w:rsid w:val="007E31E3"/>
    <w:rsid w:val="007F3757"/>
    <w:rsid w:val="007F410D"/>
    <w:rsid w:val="007F4AC2"/>
    <w:rsid w:val="008155E7"/>
    <w:rsid w:val="00822517"/>
    <w:rsid w:val="00824D1D"/>
    <w:rsid w:val="008268EB"/>
    <w:rsid w:val="00831559"/>
    <w:rsid w:val="00833AC6"/>
    <w:rsid w:val="00841982"/>
    <w:rsid w:val="00843739"/>
    <w:rsid w:val="00847017"/>
    <w:rsid w:val="0085342C"/>
    <w:rsid w:val="0085464E"/>
    <w:rsid w:val="008558EC"/>
    <w:rsid w:val="0086158C"/>
    <w:rsid w:val="0086174B"/>
    <w:rsid w:val="00863F34"/>
    <w:rsid w:val="0086511D"/>
    <w:rsid w:val="00870D7B"/>
    <w:rsid w:val="00871D03"/>
    <w:rsid w:val="00873537"/>
    <w:rsid w:val="0087368B"/>
    <w:rsid w:val="00882006"/>
    <w:rsid w:val="00892833"/>
    <w:rsid w:val="00895E2B"/>
    <w:rsid w:val="00895F3B"/>
    <w:rsid w:val="008A757F"/>
    <w:rsid w:val="008B06CD"/>
    <w:rsid w:val="008B25C9"/>
    <w:rsid w:val="008B34D2"/>
    <w:rsid w:val="008B5F17"/>
    <w:rsid w:val="008B756C"/>
    <w:rsid w:val="008C2AC2"/>
    <w:rsid w:val="008D074C"/>
    <w:rsid w:val="008D6DCE"/>
    <w:rsid w:val="008E4004"/>
    <w:rsid w:val="008E5856"/>
    <w:rsid w:val="008E64FA"/>
    <w:rsid w:val="008E7B3B"/>
    <w:rsid w:val="008F21AD"/>
    <w:rsid w:val="008F3E2F"/>
    <w:rsid w:val="008F6479"/>
    <w:rsid w:val="00905F38"/>
    <w:rsid w:val="009105E9"/>
    <w:rsid w:val="009130F4"/>
    <w:rsid w:val="00913CF8"/>
    <w:rsid w:val="00915315"/>
    <w:rsid w:val="00932AF3"/>
    <w:rsid w:val="00945B2B"/>
    <w:rsid w:val="00946104"/>
    <w:rsid w:val="00946D84"/>
    <w:rsid w:val="009514DD"/>
    <w:rsid w:val="0095198A"/>
    <w:rsid w:val="00953938"/>
    <w:rsid w:val="00955CFE"/>
    <w:rsid w:val="00961B1B"/>
    <w:rsid w:val="00965BB4"/>
    <w:rsid w:val="00967CC6"/>
    <w:rsid w:val="00970F1C"/>
    <w:rsid w:val="00972B2A"/>
    <w:rsid w:val="009760F3"/>
    <w:rsid w:val="009808EA"/>
    <w:rsid w:val="00991B40"/>
    <w:rsid w:val="009948D2"/>
    <w:rsid w:val="009957C8"/>
    <w:rsid w:val="009968BE"/>
    <w:rsid w:val="009A076F"/>
    <w:rsid w:val="009A0BC2"/>
    <w:rsid w:val="009A46DA"/>
    <w:rsid w:val="009B058C"/>
    <w:rsid w:val="009B0FC7"/>
    <w:rsid w:val="009B1284"/>
    <w:rsid w:val="009B6330"/>
    <w:rsid w:val="009B70DE"/>
    <w:rsid w:val="009B7404"/>
    <w:rsid w:val="009C29C7"/>
    <w:rsid w:val="009C5AA6"/>
    <w:rsid w:val="009C6284"/>
    <w:rsid w:val="009D0533"/>
    <w:rsid w:val="009D132C"/>
    <w:rsid w:val="009D21DD"/>
    <w:rsid w:val="009D40B0"/>
    <w:rsid w:val="009D6C16"/>
    <w:rsid w:val="009E053F"/>
    <w:rsid w:val="009E11F2"/>
    <w:rsid w:val="009E2AC0"/>
    <w:rsid w:val="009F0952"/>
    <w:rsid w:val="009F1D80"/>
    <w:rsid w:val="009F7784"/>
    <w:rsid w:val="009F7A02"/>
    <w:rsid w:val="00A03E66"/>
    <w:rsid w:val="00A04A2D"/>
    <w:rsid w:val="00A04B00"/>
    <w:rsid w:val="00A06994"/>
    <w:rsid w:val="00A1445A"/>
    <w:rsid w:val="00A22650"/>
    <w:rsid w:val="00A24587"/>
    <w:rsid w:val="00A3063E"/>
    <w:rsid w:val="00A31083"/>
    <w:rsid w:val="00A33BE0"/>
    <w:rsid w:val="00A42A7E"/>
    <w:rsid w:val="00A4465B"/>
    <w:rsid w:val="00A515E0"/>
    <w:rsid w:val="00A517B6"/>
    <w:rsid w:val="00A5427E"/>
    <w:rsid w:val="00A57325"/>
    <w:rsid w:val="00A65C2E"/>
    <w:rsid w:val="00A75802"/>
    <w:rsid w:val="00A83E62"/>
    <w:rsid w:val="00A92149"/>
    <w:rsid w:val="00AA2C97"/>
    <w:rsid w:val="00AA2F1C"/>
    <w:rsid w:val="00AA421D"/>
    <w:rsid w:val="00AB1522"/>
    <w:rsid w:val="00AB22BE"/>
    <w:rsid w:val="00AB3346"/>
    <w:rsid w:val="00AB4674"/>
    <w:rsid w:val="00AB71D3"/>
    <w:rsid w:val="00AB7B5B"/>
    <w:rsid w:val="00AB7CFA"/>
    <w:rsid w:val="00AC6E6C"/>
    <w:rsid w:val="00AC707C"/>
    <w:rsid w:val="00AC72E5"/>
    <w:rsid w:val="00AD3618"/>
    <w:rsid w:val="00AD569C"/>
    <w:rsid w:val="00AD604D"/>
    <w:rsid w:val="00AD7054"/>
    <w:rsid w:val="00AE6C35"/>
    <w:rsid w:val="00AF0AD6"/>
    <w:rsid w:val="00AF0DB1"/>
    <w:rsid w:val="00AF3317"/>
    <w:rsid w:val="00AF793F"/>
    <w:rsid w:val="00B021F9"/>
    <w:rsid w:val="00B07ADB"/>
    <w:rsid w:val="00B1139B"/>
    <w:rsid w:val="00B16E6F"/>
    <w:rsid w:val="00B16F2C"/>
    <w:rsid w:val="00B20066"/>
    <w:rsid w:val="00B20079"/>
    <w:rsid w:val="00B200E4"/>
    <w:rsid w:val="00B26132"/>
    <w:rsid w:val="00B2757C"/>
    <w:rsid w:val="00B307D4"/>
    <w:rsid w:val="00B32A8A"/>
    <w:rsid w:val="00B4256F"/>
    <w:rsid w:val="00B46FF6"/>
    <w:rsid w:val="00B528B4"/>
    <w:rsid w:val="00B52BF2"/>
    <w:rsid w:val="00B5369B"/>
    <w:rsid w:val="00B538F5"/>
    <w:rsid w:val="00B53E44"/>
    <w:rsid w:val="00B574B3"/>
    <w:rsid w:val="00B6248A"/>
    <w:rsid w:val="00B65B5A"/>
    <w:rsid w:val="00B661E3"/>
    <w:rsid w:val="00B70847"/>
    <w:rsid w:val="00B86392"/>
    <w:rsid w:val="00B9309E"/>
    <w:rsid w:val="00B930C3"/>
    <w:rsid w:val="00B93191"/>
    <w:rsid w:val="00BA0C29"/>
    <w:rsid w:val="00BA2C4A"/>
    <w:rsid w:val="00BB3939"/>
    <w:rsid w:val="00BC00ED"/>
    <w:rsid w:val="00BC2412"/>
    <w:rsid w:val="00BC29DD"/>
    <w:rsid w:val="00BD4AEF"/>
    <w:rsid w:val="00BD5B95"/>
    <w:rsid w:val="00BE3569"/>
    <w:rsid w:val="00BE6219"/>
    <w:rsid w:val="00BE655C"/>
    <w:rsid w:val="00BE6AEE"/>
    <w:rsid w:val="00BF78A7"/>
    <w:rsid w:val="00C03C9F"/>
    <w:rsid w:val="00C052DE"/>
    <w:rsid w:val="00C0552D"/>
    <w:rsid w:val="00C06BC8"/>
    <w:rsid w:val="00C11D52"/>
    <w:rsid w:val="00C124CB"/>
    <w:rsid w:val="00C16A39"/>
    <w:rsid w:val="00C16B81"/>
    <w:rsid w:val="00C20CCD"/>
    <w:rsid w:val="00C25BF4"/>
    <w:rsid w:val="00C2689D"/>
    <w:rsid w:val="00C30957"/>
    <w:rsid w:val="00C32A23"/>
    <w:rsid w:val="00C450D0"/>
    <w:rsid w:val="00C465EE"/>
    <w:rsid w:val="00C468BF"/>
    <w:rsid w:val="00C47167"/>
    <w:rsid w:val="00C55300"/>
    <w:rsid w:val="00C565DD"/>
    <w:rsid w:val="00C62566"/>
    <w:rsid w:val="00C64A95"/>
    <w:rsid w:val="00C71713"/>
    <w:rsid w:val="00C82B34"/>
    <w:rsid w:val="00C82BE4"/>
    <w:rsid w:val="00C9531D"/>
    <w:rsid w:val="00C97729"/>
    <w:rsid w:val="00CB008E"/>
    <w:rsid w:val="00CB0D95"/>
    <w:rsid w:val="00CB1F82"/>
    <w:rsid w:val="00CB43B5"/>
    <w:rsid w:val="00CC15F8"/>
    <w:rsid w:val="00CC6F4E"/>
    <w:rsid w:val="00CD0390"/>
    <w:rsid w:val="00CD06ED"/>
    <w:rsid w:val="00CD61B2"/>
    <w:rsid w:val="00CD68A9"/>
    <w:rsid w:val="00CD7808"/>
    <w:rsid w:val="00CE4217"/>
    <w:rsid w:val="00CE751D"/>
    <w:rsid w:val="00CF0E35"/>
    <w:rsid w:val="00CF12FC"/>
    <w:rsid w:val="00CF7251"/>
    <w:rsid w:val="00D05C1E"/>
    <w:rsid w:val="00D06278"/>
    <w:rsid w:val="00D21157"/>
    <w:rsid w:val="00D228F2"/>
    <w:rsid w:val="00D2343D"/>
    <w:rsid w:val="00D278D4"/>
    <w:rsid w:val="00D32C31"/>
    <w:rsid w:val="00D3342F"/>
    <w:rsid w:val="00D33B82"/>
    <w:rsid w:val="00D33F37"/>
    <w:rsid w:val="00D35C62"/>
    <w:rsid w:val="00D46A72"/>
    <w:rsid w:val="00D579F3"/>
    <w:rsid w:val="00D57EBE"/>
    <w:rsid w:val="00D61B20"/>
    <w:rsid w:val="00D679E2"/>
    <w:rsid w:val="00D707B4"/>
    <w:rsid w:val="00D71D3C"/>
    <w:rsid w:val="00D7309B"/>
    <w:rsid w:val="00D776B3"/>
    <w:rsid w:val="00D77837"/>
    <w:rsid w:val="00D77C8B"/>
    <w:rsid w:val="00D808DA"/>
    <w:rsid w:val="00D80A3F"/>
    <w:rsid w:val="00D8275B"/>
    <w:rsid w:val="00D83E17"/>
    <w:rsid w:val="00D84490"/>
    <w:rsid w:val="00D875E1"/>
    <w:rsid w:val="00D92C6A"/>
    <w:rsid w:val="00D941BD"/>
    <w:rsid w:val="00D94249"/>
    <w:rsid w:val="00DA0B86"/>
    <w:rsid w:val="00DA787A"/>
    <w:rsid w:val="00DA7EA2"/>
    <w:rsid w:val="00DB0C8D"/>
    <w:rsid w:val="00DB3E61"/>
    <w:rsid w:val="00DB5169"/>
    <w:rsid w:val="00DB6E36"/>
    <w:rsid w:val="00DC4D07"/>
    <w:rsid w:val="00DD18CB"/>
    <w:rsid w:val="00DD643C"/>
    <w:rsid w:val="00DE3017"/>
    <w:rsid w:val="00DF116B"/>
    <w:rsid w:val="00DF3D50"/>
    <w:rsid w:val="00E0033A"/>
    <w:rsid w:val="00E029F3"/>
    <w:rsid w:val="00E02C2C"/>
    <w:rsid w:val="00E0340C"/>
    <w:rsid w:val="00E3300C"/>
    <w:rsid w:val="00E43C3D"/>
    <w:rsid w:val="00E455A1"/>
    <w:rsid w:val="00E45B74"/>
    <w:rsid w:val="00E550C0"/>
    <w:rsid w:val="00E55D6C"/>
    <w:rsid w:val="00E61921"/>
    <w:rsid w:val="00E676C3"/>
    <w:rsid w:val="00E749F2"/>
    <w:rsid w:val="00E932C8"/>
    <w:rsid w:val="00E93FA3"/>
    <w:rsid w:val="00E95B73"/>
    <w:rsid w:val="00E9600A"/>
    <w:rsid w:val="00EA7B9C"/>
    <w:rsid w:val="00EB0DA9"/>
    <w:rsid w:val="00ED18E0"/>
    <w:rsid w:val="00ED7091"/>
    <w:rsid w:val="00EE0448"/>
    <w:rsid w:val="00EE1AE9"/>
    <w:rsid w:val="00EE63D1"/>
    <w:rsid w:val="00EE7F32"/>
    <w:rsid w:val="00EF0493"/>
    <w:rsid w:val="00EF1787"/>
    <w:rsid w:val="00EF18FD"/>
    <w:rsid w:val="00F0300D"/>
    <w:rsid w:val="00F0401D"/>
    <w:rsid w:val="00F079D4"/>
    <w:rsid w:val="00F149D8"/>
    <w:rsid w:val="00F15881"/>
    <w:rsid w:val="00F21B47"/>
    <w:rsid w:val="00F267C9"/>
    <w:rsid w:val="00F27435"/>
    <w:rsid w:val="00F37C68"/>
    <w:rsid w:val="00F41606"/>
    <w:rsid w:val="00F42EA0"/>
    <w:rsid w:val="00F505B8"/>
    <w:rsid w:val="00F51DBA"/>
    <w:rsid w:val="00F51F53"/>
    <w:rsid w:val="00F52A52"/>
    <w:rsid w:val="00F53B19"/>
    <w:rsid w:val="00F55FF0"/>
    <w:rsid w:val="00F60526"/>
    <w:rsid w:val="00F65355"/>
    <w:rsid w:val="00F65980"/>
    <w:rsid w:val="00F70BB8"/>
    <w:rsid w:val="00F71C13"/>
    <w:rsid w:val="00F7417F"/>
    <w:rsid w:val="00F758D0"/>
    <w:rsid w:val="00F82510"/>
    <w:rsid w:val="00F85070"/>
    <w:rsid w:val="00F854D6"/>
    <w:rsid w:val="00F86BEB"/>
    <w:rsid w:val="00F92D1D"/>
    <w:rsid w:val="00F941B8"/>
    <w:rsid w:val="00F94B26"/>
    <w:rsid w:val="00F96076"/>
    <w:rsid w:val="00FA08D1"/>
    <w:rsid w:val="00FA340B"/>
    <w:rsid w:val="00FA493D"/>
    <w:rsid w:val="00FB1232"/>
    <w:rsid w:val="00FB174F"/>
    <w:rsid w:val="00FB4D34"/>
    <w:rsid w:val="00FC4EB7"/>
    <w:rsid w:val="00FC6CF0"/>
    <w:rsid w:val="00FD6770"/>
    <w:rsid w:val="00FD6F4E"/>
    <w:rsid w:val="00FE34E9"/>
    <w:rsid w:val="00FE3B6B"/>
    <w:rsid w:val="00FE44AC"/>
    <w:rsid w:val="00FE6A48"/>
    <w:rsid w:val="00FF13DA"/>
    <w:rsid w:val="00FF1B9E"/>
    <w:rsid w:val="00FF1C9D"/>
    <w:rsid w:val="00FF7112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164F44C"/>
  <w15:docId w15:val="{DB843B1D-7DC5-40F6-AE13-C219FDC2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833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aliases w:val="E-PVO-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customStyle="1" w:styleId="a">
    <w:basedOn w:val="Navaden"/>
    <w:next w:val="Pripombabesedilo"/>
    <w:link w:val="Komentar-besediloZnak"/>
    <w:rsid w:val="00892833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892833"/>
    <w:rPr>
      <w:i/>
      <w:color w:val="000000"/>
    </w:rPr>
  </w:style>
  <w:style w:type="paragraph" w:styleId="Telobesedila">
    <w:name w:val="Body Text"/>
    <w:basedOn w:val="Navaden"/>
    <w:link w:val="TelobesedilaZnak"/>
    <w:rsid w:val="00892833"/>
    <w:pPr>
      <w:spacing w:after="120"/>
    </w:pPr>
    <w:rPr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892833"/>
    <w:rPr>
      <w:rFonts w:ascii="Arial" w:hAnsi="Arial"/>
      <w:sz w:val="22"/>
      <w:szCs w:val="22"/>
      <w:lang w:val="x-none" w:eastAsia="x-none"/>
    </w:rPr>
  </w:style>
  <w:style w:type="paragraph" w:styleId="Pripombabesedilo">
    <w:name w:val="annotation text"/>
    <w:basedOn w:val="Navaden"/>
    <w:link w:val="PripombabesediloZnak"/>
    <w:rsid w:val="00892833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892833"/>
    <w:rPr>
      <w:rFonts w:ascii="Arial" w:hAnsi="Arial"/>
    </w:rPr>
  </w:style>
  <w:style w:type="character" w:customStyle="1" w:styleId="Naslov1Znak">
    <w:name w:val="Naslov 1 Znak"/>
    <w:link w:val="Naslov1"/>
    <w:rsid w:val="00BA0C29"/>
    <w:rPr>
      <w:rFonts w:ascii="Arial" w:hAnsi="Arial"/>
      <w:b/>
      <w:bCs/>
      <w:kern w:val="32"/>
      <w:sz w:val="32"/>
      <w:szCs w:val="32"/>
    </w:rPr>
  </w:style>
  <w:style w:type="character" w:styleId="Pripombasklic">
    <w:name w:val="annotation reference"/>
    <w:basedOn w:val="Privzetapisavaodstavka"/>
    <w:semiHidden/>
    <w:unhideWhenUsed/>
    <w:rsid w:val="005E78FA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5E78F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5E78F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br.si/javne-objave/javna-narocil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CB20826-ACA0-43D9-89C8-6430C8BF0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83</TotalTime>
  <Pages>1</Pages>
  <Words>73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631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Tjaša ZELENKO</cp:lastModifiedBy>
  <cp:revision>22</cp:revision>
  <cp:lastPrinted>2021-04-20T12:00:00Z</cp:lastPrinted>
  <dcterms:created xsi:type="dcterms:W3CDTF">2018-08-10T11:09:00Z</dcterms:created>
  <dcterms:modified xsi:type="dcterms:W3CDTF">2021-06-02T08:45:00Z</dcterms:modified>
</cp:coreProperties>
</file>