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8D3066" w14:textId="77777777" w:rsidR="00A461EC" w:rsidRDefault="00A461EC" w:rsidP="00B91A24">
      <w:pPr>
        <w:spacing w:before="120"/>
        <w:jc w:val="center"/>
        <w:rPr>
          <w:rFonts w:cs="Arial"/>
          <w:b/>
        </w:rPr>
      </w:pPr>
    </w:p>
    <w:p w14:paraId="7912B2BC" w14:textId="0B4BA888" w:rsidR="00B64331" w:rsidRPr="00080520" w:rsidRDefault="00B64331" w:rsidP="00B91A24">
      <w:pPr>
        <w:spacing w:before="120"/>
        <w:jc w:val="center"/>
        <w:rPr>
          <w:rFonts w:cs="Arial"/>
          <w:b/>
        </w:rPr>
      </w:pPr>
      <w:bookmarkStart w:id="0" w:name="_GoBack"/>
      <w:bookmarkEnd w:id="0"/>
      <w:r w:rsidRPr="00080520">
        <w:rPr>
          <w:rFonts w:cs="Arial"/>
          <w:b/>
        </w:rPr>
        <w:t xml:space="preserve">SPISEK </w:t>
      </w:r>
      <w:r w:rsidR="00B91A24">
        <w:rPr>
          <w:rFonts w:cs="Arial"/>
          <w:b/>
        </w:rPr>
        <w:t xml:space="preserve">IZVEDENIH DOBAV </w:t>
      </w:r>
    </w:p>
    <w:p w14:paraId="5D5FBCDF" w14:textId="77777777" w:rsidR="00B64331" w:rsidRPr="00080520" w:rsidRDefault="00B64331" w:rsidP="00B64331">
      <w:pPr>
        <w:tabs>
          <w:tab w:val="left" w:pos="1083"/>
        </w:tabs>
        <w:rPr>
          <w:rFonts w:cs="Arial"/>
        </w:rPr>
      </w:pPr>
    </w:p>
    <w:p w14:paraId="475AD746" w14:textId="77777777" w:rsidR="00E55F7A" w:rsidRDefault="00E55F7A" w:rsidP="006A0A51">
      <w:pPr>
        <w:tabs>
          <w:tab w:val="left" w:pos="1083"/>
        </w:tabs>
        <w:rPr>
          <w:rFonts w:cs="Arial"/>
        </w:rPr>
      </w:pPr>
    </w:p>
    <w:p w14:paraId="3CDDAA7A" w14:textId="6513E591" w:rsidR="006A0A51" w:rsidRDefault="003F2A82" w:rsidP="006A0A51">
      <w:pPr>
        <w:tabs>
          <w:tab w:val="left" w:pos="1083"/>
        </w:tabs>
        <w:rPr>
          <w:rFonts w:cs="Arial"/>
        </w:rPr>
      </w:pPr>
      <w:r>
        <w:rPr>
          <w:rFonts w:cs="Arial"/>
        </w:rPr>
        <w:t>NAZIV IN NASLOV NAROČNIKA</w:t>
      </w:r>
      <w:r w:rsidR="006A0A51">
        <w:rPr>
          <w:rFonts w:cs="Arial"/>
        </w:rPr>
        <w:t xml:space="preserve">: </w:t>
      </w:r>
      <w:r>
        <w:rPr>
          <w:rFonts w:cs="Arial"/>
        </w:rPr>
        <w:t>________________</w:t>
      </w:r>
      <w:r w:rsidR="006A0A51">
        <w:rPr>
          <w:rFonts w:cs="Arial"/>
        </w:rPr>
        <w:t>__________________________________________________</w:t>
      </w:r>
      <w:r w:rsidR="00B91A24">
        <w:rPr>
          <w:rFonts w:cs="Arial"/>
        </w:rPr>
        <w:t>________</w:t>
      </w:r>
    </w:p>
    <w:p w14:paraId="66D0A68A" w14:textId="6D91F2D1" w:rsidR="003F2A82" w:rsidRDefault="003F2A82" w:rsidP="006A0A51">
      <w:pPr>
        <w:tabs>
          <w:tab w:val="left" w:pos="1083"/>
        </w:tabs>
        <w:rPr>
          <w:rFonts w:cs="Arial"/>
        </w:rPr>
      </w:pPr>
    </w:p>
    <w:p w14:paraId="131D3157" w14:textId="04BD3F39" w:rsidR="003F2A82" w:rsidRDefault="003F2A82" w:rsidP="006A0A51">
      <w:pPr>
        <w:tabs>
          <w:tab w:val="left" w:pos="1083"/>
        </w:tabs>
        <w:rPr>
          <w:rFonts w:cs="Arial"/>
        </w:rPr>
      </w:pPr>
      <w:r>
        <w:rPr>
          <w:rFonts w:cs="Arial"/>
        </w:rPr>
        <w:t>NAZIV IN NASLOV IZVAJALCA________________________________________________</w:t>
      </w:r>
    </w:p>
    <w:p w14:paraId="1EE1E0A4" w14:textId="77777777" w:rsidR="006A0A51" w:rsidRDefault="006A0A51" w:rsidP="006A0A51">
      <w:pPr>
        <w:tabs>
          <w:tab w:val="left" w:pos="1083"/>
        </w:tabs>
        <w:rPr>
          <w:rFonts w:cs="Arial"/>
        </w:rPr>
      </w:pPr>
    </w:p>
    <w:p w14:paraId="07C5D485" w14:textId="77777777" w:rsidR="003F2A82" w:rsidRDefault="003F2A82" w:rsidP="00B64331">
      <w:pPr>
        <w:jc w:val="both"/>
        <w:rPr>
          <w:rFonts w:cs="Arial"/>
        </w:rPr>
      </w:pPr>
    </w:p>
    <w:p w14:paraId="68981D99" w14:textId="77777777" w:rsidR="00E55F7A" w:rsidRDefault="00E55F7A" w:rsidP="00B64331">
      <w:pPr>
        <w:jc w:val="both"/>
        <w:rPr>
          <w:rFonts w:cs="Arial"/>
        </w:rPr>
      </w:pPr>
    </w:p>
    <w:p w14:paraId="499EFEDF" w14:textId="3437C35C" w:rsidR="00B64331" w:rsidRPr="00080520" w:rsidRDefault="003F2A82" w:rsidP="00B64331">
      <w:pPr>
        <w:jc w:val="both"/>
        <w:rPr>
          <w:rFonts w:cs="Arial"/>
        </w:rPr>
      </w:pPr>
      <w:r>
        <w:rPr>
          <w:rFonts w:cs="Arial"/>
        </w:rPr>
        <w:t xml:space="preserve">Potrjujemo, da je izvajalec za naročnika izvedel naslednje dobave </w:t>
      </w:r>
      <w:r w:rsidR="008849C8">
        <w:rPr>
          <w:rFonts w:cs="Arial"/>
        </w:rPr>
        <w:t>gotove zmesi za peko kruha brez glutena v 1 kg, 5 kg in 25 kg embalaži</w:t>
      </w:r>
      <w:r>
        <w:rPr>
          <w:rFonts w:cs="Arial"/>
        </w:rPr>
        <w:t>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572"/>
        <w:gridCol w:w="1985"/>
        <w:gridCol w:w="2976"/>
      </w:tblGrid>
      <w:tr w:rsidR="003F2A82" w:rsidRPr="00080520" w14:paraId="404E472A" w14:textId="600A1A64" w:rsidTr="00E55F7A">
        <w:tc>
          <w:tcPr>
            <w:tcW w:w="534" w:type="dxa"/>
            <w:vAlign w:val="center"/>
          </w:tcPr>
          <w:p w14:paraId="73A488D3" w14:textId="77777777" w:rsidR="003F2A82" w:rsidRPr="00080520" w:rsidRDefault="003F2A82" w:rsidP="00B64331">
            <w:pPr>
              <w:jc w:val="center"/>
              <w:rPr>
                <w:rFonts w:cs="Arial"/>
              </w:rPr>
            </w:pPr>
            <w:r w:rsidRPr="00080520">
              <w:rPr>
                <w:rFonts w:cs="Arial"/>
              </w:rPr>
              <w:t>Z</w:t>
            </w:r>
            <w:r>
              <w:rPr>
                <w:rFonts w:cs="Arial"/>
              </w:rPr>
              <w:t>.</w:t>
            </w:r>
            <w:r w:rsidRPr="00080520">
              <w:rPr>
                <w:rFonts w:cs="Arial"/>
              </w:rPr>
              <w:t xml:space="preserve"> št.</w:t>
            </w:r>
          </w:p>
        </w:tc>
        <w:tc>
          <w:tcPr>
            <w:tcW w:w="3572" w:type="dxa"/>
            <w:vAlign w:val="center"/>
          </w:tcPr>
          <w:p w14:paraId="0DA3047C" w14:textId="77777777" w:rsidR="00E55F7A" w:rsidRDefault="003F2A82" w:rsidP="00CC3E3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Pogodba </w:t>
            </w:r>
          </w:p>
          <w:p w14:paraId="0A22025D" w14:textId="11076E01" w:rsidR="003F2A82" w:rsidRPr="00080520" w:rsidRDefault="00E55F7A" w:rsidP="00CC3E3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(š</w:t>
            </w:r>
            <w:r w:rsidR="003F2A82">
              <w:rPr>
                <w:rFonts w:cs="Arial"/>
              </w:rPr>
              <w:t>t</w:t>
            </w:r>
            <w:r>
              <w:rPr>
                <w:rFonts w:cs="Arial"/>
              </w:rPr>
              <w:t xml:space="preserve">evilka pri naročniku in </w:t>
            </w:r>
            <w:r w:rsidR="003F2A82">
              <w:rPr>
                <w:rFonts w:cs="Arial"/>
              </w:rPr>
              <w:t xml:space="preserve"> datum</w:t>
            </w:r>
            <w:r>
              <w:rPr>
                <w:rFonts w:cs="Arial"/>
              </w:rPr>
              <w:t>)</w:t>
            </w:r>
            <w:r w:rsidR="003F2A82">
              <w:rPr>
                <w:rFonts w:cs="Arial"/>
              </w:rPr>
              <w:t xml:space="preserve">   </w:t>
            </w:r>
          </w:p>
        </w:tc>
        <w:tc>
          <w:tcPr>
            <w:tcW w:w="1985" w:type="dxa"/>
            <w:vAlign w:val="center"/>
          </w:tcPr>
          <w:p w14:paraId="038A772B" w14:textId="354F6205" w:rsidR="003F2A82" w:rsidRDefault="008849C8" w:rsidP="00D4126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="003F2A82">
              <w:rPr>
                <w:rFonts w:cs="Arial"/>
              </w:rPr>
              <w:t xml:space="preserve">oličina </w:t>
            </w:r>
          </w:p>
          <w:p w14:paraId="75A3B752" w14:textId="35C946C0" w:rsidR="003F2A82" w:rsidRDefault="008849C8" w:rsidP="00D4126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r w:rsidR="003F2A82">
              <w:rPr>
                <w:rFonts w:cs="Arial"/>
              </w:rPr>
              <w:t>(</w:t>
            </w:r>
            <w:r w:rsidR="00A461EC">
              <w:rPr>
                <w:rFonts w:cs="Arial"/>
              </w:rPr>
              <w:t>kg</w:t>
            </w:r>
            <w:r w:rsidR="003F2A82">
              <w:rPr>
                <w:rFonts w:cs="Arial"/>
              </w:rPr>
              <w:t>)</w:t>
            </w:r>
          </w:p>
          <w:p w14:paraId="3C0F19C9" w14:textId="0FBD8BAA" w:rsidR="003F2A82" w:rsidRDefault="003F2A82" w:rsidP="003F2A82">
            <w:pPr>
              <w:rPr>
                <w:rFonts w:cs="Arial"/>
              </w:rPr>
            </w:pPr>
          </w:p>
        </w:tc>
        <w:tc>
          <w:tcPr>
            <w:tcW w:w="2976" w:type="dxa"/>
            <w:vAlign w:val="center"/>
          </w:tcPr>
          <w:p w14:paraId="537E9EFB" w14:textId="0915BEB9" w:rsidR="003F2A82" w:rsidRDefault="008849C8" w:rsidP="00B6433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d</w:t>
            </w:r>
            <w:r w:rsidR="003F2A82">
              <w:rPr>
                <w:rFonts w:cs="Arial"/>
              </w:rPr>
              <w:t>atum dobave</w:t>
            </w:r>
          </w:p>
          <w:p w14:paraId="55C15910" w14:textId="3800BFD9" w:rsidR="00E55F7A" w:rsidRPr="00080520" w:rsidRDefault="00E55F7A" w:rsidP="00B6433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(ali dobave od ___do___)</w:t>
            </w:r>
          </w:p>
        </w:tc>
      </w:tr>
      <w:tr w:rsidR="003F2A82" w:rsidRPr="00080520" w14:paraId="528E050B" w14:textId="590EAB8D" w:rsidTr="00E55F7A">
        <w:trPr>
          <w:trHeight w:val="175"/>
        </w:trPr>
        <w:tc>
          <w:tcPr>
            <w:tcW w:w="534" w:type="dxa"/>
          </w:tcPr>
          <w:p w14:paraId="160CDB58" w14:textId="77777777" w:rsidR="003F2A82" w:rsidRPr="00080520" w:rsidRDefault="003F2A82" w:rsidP="00B33ED1">
            <w:pPr>
              <w:rPr>
                <w:rFonts w:cs="Arial"/>
              </w:rPr>
            </w:pPr>
            <w:r w:rsidRPr="00080520">
              <w:rPr>
                <w:rFonts w:cs="Arial"/>
              </w:rPr>
              <w:t>1.</w:t>
            </w:r>
          </w:p>
          <w:p w14:paraId="06478495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3572" w:type="dxa"/>
          </w:tcPr>
          <w:p w14:paraId="00B5F1CB" w14:textId="77777777" w:rsidR="003F2A82" w:rsidRDefault="003F2A82" w:rsidP="00B33ED1">
            <w:pPr>
              <w:rPr>
                <w:rFonts w:cs="Arial"/>
              </w:rPr>
            </w:pPr>
          </w:p>
          <w:p w14:paraId="5F09ABEC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1985" w:type="dxa"/>
          </w:tcPr>
          <w:p w14:paraId="4EC42446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2976" w:type="dxa"/>
          </w:tcPr>
          <w:p w14:paraId="111558E7" w14:textId="2A5D0CE3" w:rsidR="003F2A82" w:rsidRPr="00080520" w:rsidRDefault="003F2A82" w:rsidP="00B33ED1">
            <w:pPr>
              <w:rPr>
                <w:rFonts w:cs="Arial"/>
              </w:rPr>
            </w:pPr>
          </w:p>
        </w:tc>
      </w:tr>
      <w:tr w:rsidR="003F2A82" w:rsidRPr="00080520" w14:paraId="5AED87CB" w14:textId="58979C09" w:rsidTr="00E55F7A">
        <w:tc>
          <w:tcPr>
            <w:tcW w:w="534" w:type="dxa"/>
          </w:tcPr>
          <w:p w14:paraId="2D644A8B" w14:textId="77777777" w:rsidR="003F2A82" w:rsidRPr="00080520" w:rsidRDefault="003F2A82" w:rsidP="00B33ED1">
            <w:pPr>
              <w:rPr>
                <w:rFonts w:cs="Arial"/>
              </w:rPr>
            </w:pPr>
            <w:r w:rsidRPr="00080520">
              <w:rPr>
                <w:rFonts w:cs="Arial"/>
              </w:rPr>
              <w:t>2.</w:t>
            </w:r>
          </w:p>
          <w:p w14:paraId="7B8C7E46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3572" w:type="dxa"/>
          </w:tcPr>
          <w:p w14:paraId="57D54415" w14:textId="77777777" w:rsidR="003F2A82" w:rsidRDefault="003F2A82" w:rsidP="00B33ED1">
            <w:pPr>
              <w:rPr>
                <w:rFonts w:cs="Arial"/>
              </w:rPr>
            </w:pPr>
          </w:p>
          <w:p w14:paraId="2BA1AED3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1985" w:type="dxa"/>
          </w:tcPr>
          <w:p w14:paraId="6E464E42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2976" w:type="dxa"/>
          </w:tcPr>
          <w:p w14:paraId="74BC9C48" w14:textId="55B07A07" w:rsidR="003F2A82" w:rsidRPr="00080520" w:rsidRDefault="003F2A82" w:rsidP="00B33ED1">
            <w:pPr>
              <w:rPr>
                <w:rFonts w:cs="Arial"/>
              </w:rPr>
            </w:pPr>
          </w:p>
        </w:tc>
      </w:tr>
      <w:tr w:rsidR="003F2A82" w:rsidRPr="00080520" w14:paraId="3A0BC27B" w14:textId="6AF2D300" w:rsidTr="00E55F7A">
        <w:tc>
          <w:tcPr>
            <w:tcW w:w="534" w:type="dxa"/>
          </w:tcPr>
          <w:p w14:paraId="657F4DE3" w14:textId="77777777" w:rsidR="003F2A82" w:rsidRPr="00080520" w:rsidRDefault="003F2A82" w:rsidP="00B33ED1">
            <w:pPr>
              <w:rPr>
                <w:rFonts w:cs="Arial"/>
              </w:rPr>
            </w:pPr>
            <w:r w:rsidRPr="00080520">
              <w:rPr>
                <w:rFonts w:cs="Arial"/>
              </w:rPr>
              <w:t>3.</w:t>
            </w:r>
          </w:p>
          <w:p w14:paraId="5FDBE0D1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3572" w:type="dxa"/>
          </w:tcPr>
          <w:p w14:paraId="114CAC96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1985" w:type="dxa"/>
          </w:tcPr>
          <w:p w14:paraId="0605F40C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2976" w:type="dxa"/>
          </w:tcPr>
          <w:p w14:paraId="4585B73B" w14:textId="1A353383" w:rsidR="003F2A82" w:rsidRPr="00080520" w:rsidRDefault="003F2A82" w:rsidP="00B33ED1">
            <w:pPr>
              <w:rPr>
                <w:rFonts w:cs="Arial"/>
              </w:rPr>
            </w:pPr>
          </w:p>
        </w:tc>
      </w:tr>
      <w:tr w:rsidR="003F2A82" w:rsidRPr="00080520" w14:paraId="61BBF6E7" w14:textId="02FB042A" w:rsidTr="00E55F7A">
        <w:tc>
          <w:tcPr>
            <w:tcW w:w="534" w:type="dxa"/>
          </w:tcPr>
          <w:p w14:paraId="7030BD8A" w14:textId="77777777" w:rsidR="003F2A82" w:rsidRPr="00080520" w:rsidRDefault="003F2A82" w:rsidP="00B33ED1">
            <w:pPr>
              <w:rPr>
                <w:rFonts w:cs="Arial"/>
              </w:rPr>
            </w:pPr>
            <w:r w:rsidRPr="00080520">
              <w:rPr>
                <w:rFonts w:cs="Arial"/>
              </w:rPr>
              <w:t>4.</w:t>
            </w:r>
          </w:p>
          <w:p w14:paraId="18E438FE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3572" w:type="dxa"/>
          </w:tcPr>
          <w:p w14:paraId="066B2472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1985" w:type="dxa"/>
          </w:tcPr>
          <w:p w14:paraId="419A403C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2976" w:type="dxa"/>
          </w:tcPr>
          <w:p w14:paraId="5761D76B" w14:textId="2D702077" w:rsidR="003F2A82" w:rsidRPr="00080520" w:rsidRDefault="003F2A82" w:rsidP="00B33ED1">
            <w:pPr>
              <w:rPr>
                <w:rFonts w:cs="Arial"/>
              </w:rPr>
            </w:pPr>
          </w:p>
        </w:tc>
      </w:tr>
      <w:tr w:rsidR="003F2A82" w:rsidRPr="00080520" w14:paraId="5A7789FE" w14:textId="6A59F61C" w:rsidTr="00E55F7A">
        <w:tc>
          <w:tcPr>
            <w:tcW w:w="534" w:type="dxa"/>
          </w:tcPr>
          <w:p w14:paraId="02FBE6EB" w14:textId="77777777" w:rsidR="003F2A82" w:rsidRPr="00080520" w:rsidRDefault="003F2A82" w:rsidP="00B33ED1">
            <w:pPr>
              <w:rPr>
                <w:rFonts w:cs="Arial"/>
              </w:rPr>
            </w:pPr>
            <w:r w:rsidRPr="00080520">
              <w:rPr>
                <w:rFonts w:cs="Arial"/>
              </w:rPr>
              <w:t>5.</w:t>
            </w:r>
          </w:p>
          <w:p w14:paraId="14D68789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3572" w:type="dxa"/>
          </w:tcPr>
          <w:p w14:paraId="051A552A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1985" w:type="dxa"/>
          </w:tcPr>
          <w:p w14:paraId="525505A8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2976" w:type="dxa"/>
          </w:tcPr>
          <w:p w14:paraId="5E41CDD3" w14:textId="559F10D1" w:rsidR="003F2A82" w:rsidRPr="00080520" w:rsidRDefault="003F2A82" w:rsidP="00B33ED1">
            <w:pPr>
              <w:rPr>
                <w:rFonts w:cs="Arial"/>
              </w:rPr>
            </w:pPr>
          </w:p>
        </w:tc>
      </w:tr>
      <w:tr w:rsidR="003F2A82" w:rsidRPr="00080520" w14:paraId="26B9DD55" w14:textId="6F7FED27" w:rsidTr="00E55F7A">
        <w:tc>
          <w:tcPr>
            <w:tcW w:w="534" w:type="dxa"/>
          </w:tcPr>
          <w:p w14:paraId="6A5E639F" w14:textId="18FE5AAC" w:rsidR="003F2A82" w:rsidRDefault="003F2A82" w:rsidP="00B33ED1">
            <w:pPr>
              <w:rPr>
                <w:rFonts w:cs="Arial"/>
              </w:rPr>
            </w:pPr>
            <w:r>
              <w:rPr>
                <w:rFonts w:cs="Arial"/>
              </w:rPr>
              <w:t>6.</w:t>
            </w:r>
          </w:p>
          <w:p w14:paraId="10155E9E" w14:textId="1EA9924D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3572" w:type="dxa"/>
          </w:tcPr>
          <w:p w14:paraId="1EDB902B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1985" w:type="dxa"/>
          </w:tcPr>
          <w:p w14:paraId="68368102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2976" w:type="dxa"/>
          </w:tcPr>
          <w:p w14:paraId="0E001D32" w14:textId="77777777" w:rsidR="003F2A82" w:rsidRPr="00080520" w:rsidRDefault="003F2A82" w:rsidP="00B33ED1">
            <w:pPr>
              <w:rPr>
                <w:rFonts w:cs="Arial"/>
              </w:rPr>
            </w:pPr>
          </w:p>
        </w:tc>
      </w:tr>
      <w:tr w:rsidR="003F2A82" w:rsidRPr="00080520" w14:paraId="3E156D16" w14:textId="0BCFADE3" w:rsidTr="00E55F7A">
        <w:tc>
          <w:tcPr>
            <w:tcW w:w="534" w:type="dxa"/>
          </w:tcPr>
          <w:p w14:paraId="0FAA049B" w14:textId="2EE4721E" w:rsidR="003F2A82" w:rsidRDefault="003F2A82" w:rsidP="00B33ED1">
            <w:pPr>
              <w:rPr>
                <w:rFonts w:cs="Arial"/>
              </w:rPr>
            </w:pPr>
            <w:r>
              <w:rPr>
                <w:rFonts w:cs="Arial"/>
              </w:rPr>
              <w:t>7.</w:t>
            </w:r>
          </w:p>
          <w:p w14:paraId="1C8E4055" w14:textId="42609E69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3572" w:type="dxa"/>
          </w:tcPr>
          <w:p w14:paraId="1846C377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1985" w:type="dxa"/>
          </w:tcPr>
          <w:p w14:paraId="6DC563C0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2976" w:type="dxa"/>
          </w:tcPr>
          <w:p w14:paraId="4890AD71" w14:textId="77777777" w:rsidR="003F2A82" w:rsidRPr="00080520" w:rsidRDefault="003F2A82" w:rsidP="00B33ED1">
            <w:pPr>
              <w:rPr>
                <w:rFonts w:cs="Arial"/>
              </w:rPr>
            </w:pPr>
          </w:p>
        </w:tc>
      </w:tr>
    </w:tbl>
    <w:p w14:paraId="0A573CB1" w14:textId="4F2FDBB2" w:rsidR="006A0A51" w:rsidRPr="00D41260" w:rsidRDefault="00D41260" w:rsidP="00D41260">
      <w:pPr>
        <w:rPr>
          <w:rFonts w:cs="Arial"/>
          <w:sz w:val="18"/>
          <w:szCs w:val="18"/>
        </w:rPr>
      </w:pPr>
      <w:r w:rsidRPr="00D41260">
        <w:rPr>
          <w:rFonts w:cs="Arial"/>
          <w:sz w:val="18"/>
          <w:szCs w:val="18"/>
        </w:rPr>
        <w:t xml:space="preserve">Opomba: v kolikor je </w:t>
      </w:r>
      <w:r w:rsidR="00E55F7A">
        <w:rPr>
          <w:rFonts w:cs="Arial"/>
          <w:sz w:val="18"/>
          <w:szCs w:val="18"/>
        </w:rPr>
        <w:t xml:space="preserve">izvedenih </w:t>
      </w:r>
      <w:r w:rsidRPr="00D41260">
        <w:rPr>
          <w:rFonts w:cs="Arial"/>
          <w:sz w:val="18"/>
          <w:szCs w:val="18"/>
        </w:rPr>
        <w:t xml:space="preserve">večje </w:t>
      </w:r>
      <w:r w:rsidR="00E55F7A">
        <w:rPr>
          <w:rFonts w:cs="Arial"/>
          <w:sz w:val="18"/>
          <w:szCs w:val="18"/>
        </w:rPr>
        <w:t>število dobav, se obrazec kopira.</w:t>
      </w:r>
    </w:p>
    <w:p w14:paraId="3E5799F3" w14:textId="77777777" w:rsidR="003F71AF" w:rsidRPr="00536D3B" w:rsidRDefault="003F71AF" w:rsidP="00B64331">
      <w:pPr>
        <w:jc w:val="both"/>
        <w:rPr>
          <w:rFonts w:cs="Arial"/>
          <w:sz w:val="20"/>
          <w:szCs w:val="20"/>
        </w:rPr>
      </w:pPr>
    </w:p>
    <w:p w14:paraId="5CB964D7" w14:textId="77777777" w:rsidR="00E55F7A" w:rsidRDefault="00E55F7A" w:rsidP="00B64331">
      <w:pPr>
        <w:jc w:val="both"/>
        <w:rPr>
          <w:rFonts w:cs="Arial"/>
        </w:rPr>
      </w:pPr>
    </w:p>
    <w:p w14:paraId="2BD2100F" w14:textId="1E42FF5F" w:rsidR="00E55F7A" w:rsidRDefault="00E55F7A" w:rsidP="00B64331">
      <w:pPr>
        <w:jc w:val="both"/>
        <w:rPr>
          <w:rFonts w:cs="Arial"/>
        </w:rPr>
      </w:pPr>
      <w:r>
        <w:rPr>
          <w:rFonts w:cs="Arial"/>
        </w:rPr>
        <w:t xml:space="preserve">Izvajalec je navedene dobave </w:t>
      </w:r>
      <w:r w:rsidR="00A461EC">
        <w:rPr>
          <w:rFonts w:cs="Arial"/>
        </w:rPr>
        <w:t>gotove zmesi za peko kruha brez glutena</w:t>
      </w:r>
      <w:r>
        <w:rPr>
          <w:rFonts w:cs="Arial"/>
        </w:rPr>
        <w:t xml:space="preserve"> opravil pravilno, kakovostno in v dogovorjenih rokih.</w:t>
      </w:r>
      <w:r w:rsidR="003F718D">
        <w:rPr>
          <w:rFonts w:cs="Arial"/>
        </w:rPr>
        <w:tab/>
      </w:r>
      <w:r w:rsidR="003F718D">
        <w:rPr>
          <w:rFonts w:cs="Arial"/>
        </w:rPr>
        <w:tab/>
      </w:r>
      <w:r w:rsidR="003F718D">
        <w:rPr>
          <w:rFonts w:cs="Arial"/>
        </w:rPr>
        <w:tab/>
      </w:r>
      <w:r w:rsidR="003F718D">
        <w:rPr>
          <w:rFonts w:cs="Arial"/>
        </w:rPr>
        <w:tab/>
      </w:r>
      <w:r w:rsidR="003F718D">
        <w:rPr>
          <w:rFonts w:cs="Arial"/>
        </w:rPr>
        <w:tab/>
      </w:r>
      <w:r w:rsidR="003F718D"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>
        <w:rPr>
          <w:rFonts w:cs="Arial"/>
        </w:rPr>
        <w:t xml:space="preserve">                  </w:t>
      </w:r>
    </w:p>
    <w:p w14:paraId="19847F04" w14:textId="77777777" w:rsidR="00E55F7A" w:rsidRDefault="00E55F7A" w:rsidP="00B64331">
      <w:pPr>
        <w:jc w:val="both"/>
        <w:rPr>
          <w:rFonts w:cs="Arial"/>
        </w:rPr>
      </w:pPr>
    </w:p>
    <w:p w14:paraId="1539CEF8" w14:textId="40F85D4C" w:rsidR="00E55F7A" w:rsidRDefault="00E55F7A" w:rsidP="00B64331">
      <w:pPr>
        <w:jc w:val="both"/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          Predstavnik naročnika:</w:t>
      </w:r>
    </w:p>
    <w:p w14:paraId="4FC01B35" w14:textId="5AFEAD38" w:rsidR="00B64331" w:rsidRDefault="00B64331" w:rsidP="00B64331">
      <w:pPr>
        <w:jc w:val="both"/>
        <w:rPr>
          <w:rFonts w:cs="Arial"/>
        </w:rPr>
      </w:pPr>
      <w:r>
        <w:rPr>
          <w:rFonts w:cs="Arial"/>
        </w:rPr>
        <w:tab/>
      </w:r>
      <w:r w:rsidR="00E55F7A">
        <w:rPr>
          <w:rFonts w:cs="Arial"/>
        </w:rPr>
        <w:t xml:space="preserve">                                                                  </w:t>
      </w:r>
      <w:r>
        <w:rPr>
          <w:rFonts w:cs="Arial"/>
        </w:rPr>
        <w:t>___________________________________</w:t>
      </w:r>
    </w:p>
    <w:p w14:paraId="6FC30F3B" w14:textId="77777777" w:rsidR="00E55F7A" w:rsidRPr="00E55F7A" w:rsidRDefault="006A0A51" w:rsidP="003F71AF">
      <w:pPr>
        <w:jc w:val="both"/>
        <w:rPr>
          <w:rFonts w:cs="Arial"/>
          <w:sz w:val="20"/>
          <w:szCs w:val="20"/>
        </w:rPr>
      </w:pPr>
      <w:r>
        <w:rPr>
          <w:rFonts w:cs="Arial"/>
        </w:rPr>
        <w:tab/>
      </w:r>
      <w:r w:rsidR="00E55F7A">
        <w:rPr>
          <w:rFonts w:cs="Arial"/>
        </w:rPr>
        <w:t xml:space="preserve">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E55F7A" w:rsidRPr="00E55F7A">
        <w:rPr>
          <w:rFonts w:cs="Arial"/>
          <w:sz w:val="20"/>
          <w:szCs w:val="20"/>
        </w:rPr>
        <w:t xml:space="preserve">               (ime in priimek)</w:t>
      </w:r>
    </w:p>
    <w:p w14:paraId="7EF3B835" w14:textId="77777777" w:rsidR="00E55F7A" w:rsidRDefault="006A0A51" w:rsidP="003F71AF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>
        <w:rPr>
          <w:rFonts w:cs="Arial"/>
        </w:rPr>
        <w:t xml:space="preserve">  </w:t>
      </w:r>
      <w:r w:rsidR="00B64331">
        <w:rPr>
          <w:rFonts w:cs="Arial"/>
        </w:rPr>
        <w:tab/>
      </w:r>
      <w:r w:rsidR="00E55F7A">
        <w:rPr>
          <w:rFonts w:cs="Arial"/>
        </w:rPr>
        <w:t xml:space="preserve">                                                       </w:t>
      </w:r>
    </w:p>
    <w:p w14:paraId="23A9C8D8" w14:textId="2BAF211D" w:rsidR="003F71AF" w:rsidRDefault="00E55F7A" w:rsidP="003F71AF">
      <w:pPr>
        <w:jc w:val="both"/>
        <w:rPr>
          <w:rFonts w:cs="Arial"/>
        </w:rPr>
      </w:pPr>
      <w:r>
        <w:rPr>
          <w:rFonts w:cs="Arial"/>
        </w:rPr>
        <w:t xml:space="preserve">                                                                              ___________________________________</w:t>
      </w:r>
    </w:p>
    <w:p w14:paraId="4BBB1653" w14:textId="059BB195" w:rsidR="00E55F7A" w:rsidRPr="00E55F7A" w:rsidRDefault="00E55F7A" w:rsidP="003F71AF">
      <w:pPr>
        <w:jc w:val="both"/>
        <w:rPr>
          <w:rFonts w:cs="Arial"/>
          <w:sz w:val="20"/>
          <w:szCs w:val="20"/>
        </w:rPr>
      </w:pPr>
      <w:r w:rsidRPr="00E55F7A">
        <w:rPr>
          <w:rFonts w:cs="Arial"/>
          <w:sz w:val="20"/>
          <w:szCs w:val="20"/>
        </w:rPr>
        <w:t xml:space="preserve">                                                                                                   </w:t>
      </w:r>
      <w:r>
        <w:rPr>
          <w:rFonts w:cs="Arial"/>
          <w:sz w:val="20"/>
          <w:szCs w:val="20"/>
        </w:rPr>
        <w:t xml:space="preserve">         </w:t>
      </w:r>
      <w:r w:rsidRPr="00E55F7A">
        <w:rPr>
          <w:rFonts w:cs="Arial"/>
          <w:sz w:val="20"/>
          <w:szCs w:val="20"/>
        </w:rPr>
        <w:t>(podpis)</w:t>
      </w:r>
    </w:p>
    <w:sectPr w:rsidR="00E55F7A" w:rsidRPr="00E55F7A" w:rsidSect="003F2A82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86C8EC" w14:textId="77777777" w:rsidR="008E56DA" w:rsidRDefault="008E56DA">
      <w:r>
        <w:separator/>
      </w:r>
    </w:p>
  </w:endnote>
  <w:endnote w:type="continuationSeparator" w:id="0">
    <w:p w14:paraId="73D527D3" w14:textId="77777777" w:rsidR="008E56DA" w:rsidRDefault="008E5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A20378" w14:textId="5B729EB2"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AA34EC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3F0AE8">
      <w:rPr>
        <w:rStyle w:val="tevilkastrani"/>
        <w:noProof/>
        <w:sz w:val="20"/>
        <w:szCs w:val="20"/>
      </w:rPr>
      <w:t>1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1AA4D2" w14:textId="77777777" w:rsidR="008849C8" w:rsidRPr="00B2196C" w:rsidRDefault="008849C8" w:rsidP="008849C8">
    <w:pPr>
      <w:pStyle w:val="Noga"/>
      <w:pBdr>
        <w:top w:val="single" w:sz="4" w:space="1" w:color="auto"/>
      </w:pBdr>
      <w:rPr>
        <w:rFonts w:cs="Arial"/>
        <w:sz w:val="18"/>
        <w:szCs w:val="18"/>
      </w:rPr>
    </w:pPr>
    <w:r w:rsidRPr="00B2196C">
      <w:rPr>
        <w:rStyle w:val="tevilkastrani"/>
        <w:rFonts w:cs="Arial"/>
        <w:sz w:val="18"/>
        <w:szCs w:val="18"/>
      </w:rPr>
      <w:t>Oznaka JN 2021–152</w:t>
    </w:r>
    <w:r w:rsidRPr="00B2196C">
      <w:rPr>
        <w:rStyle w:val="tevilkastrani"/>
        <w:rFonts w:cs="Arial"/>
        <w:sz w:val="18"/>
        <w:szCs w:val="18"/>
      </w:rPr>
      <w:tab/>
    </w:r>
    <w:r w:rsidRPr="00B2196C">
      <w:rPr>
        <w:rStyle w:val="tevilkastrani"/>
        <w:rFonts w:cs="Arial"/>
        <w:sz w:val="18"/>
        <w:szCs w:val="18"/>
      </w:rPr>
      <w:tab/>
    </w:r>
    <w:r w:rsidRPr="00B2196C">
      <w:rPr>
        <w:rStyle w:val="tevilkastrani"/>
        <w:rFonts w:cs="Arial"/>
        <w:sz w:val="18"/>
        <w:szCs w:val="18"/>
      </w:rPr>
      <w:fldChar w:fldCharType="begin"/>
    </w:r>
    <w:r w:rsidRPr="00B2196C">
      <w:rPr>
        <w:rStyle w:val="tevilkastrani"/>
        <w:rFonts w:cs="Arial"/>
        <w:sz w:val="18"/>
        <w:szCs w:val="18"/>
      </w:rPr>
      <w:instrText xml:space="preserve"> PAGE </w:instrText>
    </w:r>
    <w:r w:rsidRPr="00B2196C">
      <w:rPr>
        <w:rStyle w:val="tevilkastrani"/>
        <w:rFonts w:cs="Arial"/>
        <w:sz w:val="18"/>
        <w:szCs w:val="18"/>
      </w:rPr>
      <w:fldChar w:fldCharType="separate"/>
    </w:r>
    <w:r>
      <w:rPr>
        <w:rStyle w:val="tevilkastrani"/>
        <w:rFonts w:cs="Arial"/>
        <w:sz w:val="18"/>
        <w:szCs w:val="18"/>
      </w:rPr>
      <w:t>11</w:t>
    </w:r>
    <w:r w:rsidRPr="00B2196C">
      <w:rPr>
        <w:rStyle w:val="tevilkastrani"/>
        <w:rFonts w:cs="Arial"/>
        <w:sz w:val="18"/>
        <w:szCs w:val="18"/>
      </w:rPr>
      <w:fldChar w:fldCharType="end"/>
    </w:r>
    <w:r w:rsidRPr="00B2196C">
      <w:rPr>
        <w:rStyle w:val="tevilkastrani"/>
        <w:rFonts w:cs="Arial"/>
        <w:sz w:val="18"/>
        <w:szCs w:val="18"/>
      </w:rPr>
      <w:t xml:space="preserve"> / </w:t>
    </w:r>
    <w:r w:rsidRPr="00B2196C">
      <w:rPr>
        <w:rStyle w:val="tevilkastrani"/>
        <w:rFonts w:cs="Arial"/>
        <w:sz w:val="18"/>
        <w:szCs w:val="18"/>
      </w:rPr>
      <w:fldChar w:fldCharType="begin"/>
    </w:r>
    <w:r w:rsidRPr="00B2196C">
      <w:rPr>
        <w:rStyle w:val="tevilkastrani"/>
        <w:rFonts w:cs="Arial"/>
        <w:sz w:val="18"/>
        <w:szCs w:val="18"/>
      </w:rPr>
      <w:instrText xml:space="preserve"> NUMPAGES </w:instrText>
    </w:r>
    <w:r w:rsidRPr="00B2196C">
      <w:rPr>
        <w:rStyle w:val="tevilkastrani"/>
        <w:rFonts w:cs="Arial"/>
        <w:sz w:val="18"/>
        <w:szCs w:val="18"/>
      </w:rPr>
      <w:fldChar w:fldCharType="separate"/>
    </w:r>
    <w:r>
      <w:rPr>
        <w:rStyle w:val="tevilkastrani"/>
        <w:rFonts w:cs="Arial"/>
        <w:sz w:val="18"/>
        <w:szCs w:val="18"/>
      </w:rPr>
      <w:t>20</w:t>
    </w:r>
    <w:r w:rsidRPr="00B2196C">
      <w:rPr>
        <w:rStyle w:val="tevilkastrani"/>
        <w:rFonts w:cs="Arial"/>
        <w:sz w:val="18"/>
        <w:szCs w:val="18"/>
      </w:rPr>
      <w:fldChar w:fldCharType="end"/>
    </w:r>
  </w:p>
  <w:p w14:paraId="42B681FF" w14:textId="77777777" w:rsidR="00370866" w:rsidRPr="00FC6CF0" w:rsidRDefault="00370866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AABED0" w14:textId="77777777" w:rsidR="008E56DA" w:rsidRDefault="008E56DA">
      <w:r>
        <w:separator/>
      </w:r>
    </w:p>
  </w:footnote>
  <w:footnote w:type="continuationSeparator" w:id="0">
    <w:p w14:paraId="543356DA" w14:textId="77777777" w:rsidR="008E56DA" w:rsidRDefault="008E56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8849C8" w:rsidRPr="00A1445A" w14:paraId="524F50B0" w14:textId="77777777" w:rsidTr="00D5732A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3EA3B6D4" w14:textId="749E6DD5" w:rsidR="008849C8" w:rsidRPr="00CE6545" w:rsidRDefault="008849C8" w:rsidP="008849C8">
          <w:pPr>
            <w:jc w:val="both"/>
            <w:rPr>
              <w:rFonts w:cs="Arial"/>
              <w:color w:val="000000"/>
              <w:spacing w:val="-2"/>
              <w:sz w:val="18"/>
              <w:szCs w:val="18"/>
            </w:rPr>
          </w:pPr>
          <w:r>
            <w:rPr>
              <w:rFonts w:cs="Arial"/>
              <w:color w:val="000000"/>
              <w:spacing w:val="-2"/>
              <w:sz w:val="18"/>
              <w:szCs w:val="18"/>
            </w:rPr>
            <w:t>Obrazec »referenčno potrdilo«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29A9A913" w14:textId="77777777" w:rsidR="008849C8" w:rsidRPr="00A1445A" w:rsidRDefault="008849C8" w:rsidP="008849C8">
          <w:pPr>
            <w:jc w:val="center"/>
            <w:rPr>
              <w:rFonts w:cs="Arial"/>
              <w:color w:val="000000"/>
            </w:rPr>
          </w:pP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14:paraId="6CC8115F" w14:textId="77777777" w:rsidR="008849C8" w:rsidRPr="00A1445A" w:rsidRDefault="008849C8" w:rsidP="008849C8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</w:p>
      </w:tc>
    </w:tr>
    <w:tr w:rsidR="008849C8" w:rsidRPr="00A1445A" w14:paraId="5E85910F" w14:textId="77777777" w:rsidTr="00D5732A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14:paraId="47D74E6C" w14:textId="77777777" w:rsidR="008849C8" w:rsidRPr="00A1445A" w:rsidRDefault="008849C8" w:rsidP="008849C8">
          <w:pPr>
            <w:ind w:right="6"/>
            <w:jc w:val="both"/>
            <w:rPr>
              <w:rFonts w:cs="Arial"/>
              <w:b/>
              <w:color w:val="00000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29E860F3" w14:textId="77777777" w:rsidR="008849C8" w:rsidRPr="00A1445A" w:rsidRDefault="008849C8" w:rsidP="008849C8">
          <w:pPr>
            <w:rPr>
              <w:rFonts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14:paraId="52DC0A57" w14:textId="77777777" w:rsidR="008849C8" w:rsidRPr="00A1445A" w:rsidRDefault="008849C8" w:rsidP="008849C8">
          <w:pPr>
            <w:pStyle w:val="Noga"/>
            <w:tabs>
              <w:tab w:val="clear" w:pos="4536"/>
              <w:tab w:val="clear" w:pos="9072"/>
              <w:tab w:val="left" w:pos="1309"/>
            </w:tabs>
            <w:jc w:val="both"/>
            <w:rPr>
              <w:rFonts w:cs="Arial"/>
              <w:color w:val="000000"/>
              <w:sz w:val="20"/>
              <w:szCs w:val="20"/>
            </w:rPr>
          </w:pPr>
        </w:p>
      </w:tc>
    </w:tr>
  </w:tbl>
  <w:p w14:paraId="4320066F" w14:textId="77777777" w:rsidR="008849C8" w:rsidRDefault="008849C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3228C"/>
    <w:multiLevelType w:val="hybridMultilevel"/>
    <w:tmpl w:val="35BAABC8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83A3C"/>
    <w:multiLevelType w:val="hybridMultilevel"/>
    <w:tmpl w:val="D626273C"/>
    <w:lvl w:ilvl="0" w:tplc="3B8852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342A3A"/>
    <w:multiLevelType w:val="hybridMultilevel"/>
    <w:tmpl w:val="6580384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790E87"/>
    <w:multiLevelType w:val="hybridMultilevel"/>
    <w:tmpl w:val="CB9A69C0"/>
    <w:lvl w:ilvl="0" w:tplc="242402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6374E57"/>
    <w:multiLevelType w:val="hybridMultilevel"/>
    <w:tmpl w:val="8B9200FA"/>
    <w:lvl w:ilvl="0" w:tplc="5044C942">
      <w:start w:val="2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F34C18"/>
    <w:multiLevelType w:val="hybridMultilevel"/>
    <w:tmpl w:val="174C40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87D473A"/>
    <w:multiLevelType w:val="hybridMultilevel"/>
    <w:tmpl w:val="6C3A8A26"/>
    <w:lvl w:ilvl="0" w:tplc="02D8757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4716A66"/>
    <w:multiLevelType w:val="hybridMultilevel"/>
    <w:tmpl w:val="20A47CDE"/>
    <w:lvl w:ilvl="0" w:tplc="A1165674">
      <w:start w:val="1"/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4762DE8"/>
    <w:multiLevelType w:val="hybridMultilevel"/>
    <w:tmpl w:val="96E2034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9"/>
  </w:num>
  <w:num w:numId="8">
    <w:abstractNumId w:val="8"/>
  </w:num>
  <w:num w:numId="9">
    <w:abstractNumId w:val="2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B8D"/>
    <w:rsid w:val="00001218"/>
    <w:rsid w:val="00005413"/>
    <w:rsid w:val="00013B00"/>
    <w:rsid w:val="00015B5A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A6DA0"/>
    <w:rsid w:val="000B59C4"/>
    <w:rsid w:val="000C23A5"/>
    <w:rsid w:val="000C4583"/>
    <w:rsid w:val="000D76C2"/>
    <w:rsid w:val="000E1875"/>
    <w:rsid w:val="000E41E1"/>
    <w:rsid w:val="000E4581"/>
    <w:rsid w:val="000E7050"/>
    <w:rsid w:val="00101B68"/>
    <w:rsid w:val="0010524F"/>
    <w:rsid w:val="00114401"/>
    <w:rsid w:val="00123242"/>
    <w:rsid w:val="0012533E"/>
    <w:rsid w:val="001314C1"/>
    <w:rsid w:val="001352C1"/>
    <w:rsid w:val="0014021F"/>
    <w:rsid w:val="00144B8D"/>
    <w:rsid w:val="00166414"/>
    <w:rsid w:val="0017296F"/>
    <w:rsid w:val="00172A91"/>
    <w:rsid w:val="00174BFE"/>
    <w:rsid w:val="00183318"/>
    <w:rsid w:val="001A192F"/>
    <w:rsid w:val="001A7BD0"/>
    <w:rsid w:val="001D16E0"/>
    <w:rsid w:val="001D694D"/>
    <w:rsid w:val="001F4040"/>
    <w:rsid w:val="001F6F0F"/>
    <w:rsid w:val="0020233B"/>
    <w:rsid w:val="00213ABA"/>
    <w:rsid w:val="00227FB0"/>
    <w:rsid w:val="00231CFA"/>
    <w:rsid w:val="00235E41"/>
    <w:rsid w:val="002413BB"/>
    <w:rsid w:val="00241698"/>
    <w:rsid w:val="00251D3F"/>
    <w:rsid w:val="002618E0"/>
    <w:rsid w:val="00263BEF"/>
    <w:rsid w:val="002711AE"/>
    <w:rsid w:val="00273761"/>
    <w:rsid w:val="00277706"/>
    <w:rsid w:val="00283EE6"/>
    <w:rsid w:val="00285B81"/>
    <w:rsid w:val="0029628E"/>
    <w:rsid w:val="002A6A46"/>
    <w:rsid w:val="002B28E0"/>
    <w:rsid w:val="002C5CC5"/>
    <w:rsid w:val="002D6A3C"/>
    <w:rsid w:val="002E1329"/>
    <w:rsid w:val="002E2FD3"/>
    <w:rsid w:val="002E6B63"/>
    <w:rsid w:val="002F0041"/>
    <w:rsid w:val="002F2479"/>
    <w:rsid w:val="002F68A9"/>
    <w:rsid w:val="00301033"/>
    <w:rsid w:val="00301FE5"/>
    <w:rsid w:val="00315EE6"/>
    <w:rsid w:val="00324C4C"/>
    <w:rsid w:val="00325D8B"/>
    <w:rsid w:val="00326834"/>
    <w:rsid w:val="0035043A"/>
    <w:rsid w:val="00367250"/>
    <w:rsid w:val="00370866"/>
    <w:rsid w:val="0037231D"/>
    <w:rsid w:val="00384E82"/>
    <w:rsid w:val="0039497C"/>
    <w:rsid w:val="003B36FC"/>
    <w:rsid w:val="003C0B6A"/>
    <w:rsid w:val="003C485B"/>
    <w:rsid w:val="003D1272"/>
    <w:rsid w:val="003E4CFC"/>
    <w:rsid w:val="003E5C55"/>
    <w:rsid w:val="003E735E"/>
    <w:rsid w:val="003F0AE8"/>
    <w:rsid w:val="003F0DE7"/>
    <w:rsid w:val="003F2A82"/>
    <w:rsid w:val="003F4DE6"/>
    <w:rsid w:val="003F66C0"/>
    <w:rsid w:val="003F718D"/>
    <w:rsid w:val="003F71AF"/>
    <w:rsid w:val="00406373"/>
    <w:rsid w:val="0043532D"/>
    <w:rsid w:val="00445049"/>
    <w:rsid w:val="004527D6"/>
    <w:rsid w:val="00455EB9"/>
    <w:rsid w:val="004720C5"/>
    <w:rsid w:val="00472E3D"/>
    <w:rsid w:val="0047643E"/>
    <w:rsid w:val="004801D0"/>
    <w:rsid w:val="004920D9"/>
    <w:rsid w:val="0049402B"/>
    <w:rsid w:val="004A0508"/>
    <w:rsid w:val="004B065E"/>
    <w:rsid w:val="004D2C4A"/>
    <w:rsid w:val="004D6B75"/>
    <w:rsid w:val="004F7C1C"/>
    <w:rsid w:val="00500B5F"/>
    <w:rsid w:val="00501684"/>
    <w:rsid w:val="00501C3D"/>
    <w:rsid w:val="00515523"/>
    <w:rsid w:val="00515775"/>
    <w:rsid w:val="0051745B"/>
    <w:rsid w:val="005216E6"/>
    <w:rsid w:val="005255EB"/>
    <w:rsid w:val="005316C0"/>
    <w:rsid w:val="00537622"/>
    <w:rsid w:val="005608A6"/>
    <w:rsid w:val="005724B4"/>
    <w:rsid w:val="00573908"/>
    <w:rsid w:val="005753D9"/>
    <w:rsid w:val="0058399F"/>
    <w:rsid w:val="00584D24"/>
    <w:rsid w:val="005A785E"/>
    <w:rsid w:val="005B253B"/>
    <w:rsid w:val="005B3910"/>
    <w:rsid w:val="005C4C41"/>
    <w:rsid w:val="005C6FBE"/>
    <w:rsid w:val="005C71B5"/>
    <w:rsid w:val="005C7E8F"/>
    <w:rsid w:val="005D316B"/>
    <w:rsid w:val="005D7E01"/>
    <w:rsid w:val="005F1763"/>
    <w:rsid w:val="005F18A6"/>
    <w:rsid w:val="005F638A"/>
    <w:rsid w:val="005F751D"/>
    <w:rsid w:val="006110C9"/>
    <w:rsid w:val="0061133D"/>
    <w:rsid w:val="00612663"/>
    <w:rsid w:val="006130D4"/>
    <w:rsid w:val="006163B7"/>
    <w:rsid w:val="00622E28"/>
    <w:rsid w:val="006315C1"/>
    <w:rsid w:val="0065152F"/>
    <w:rsid w:val="0065448B"/>
    <w:rsid w:val="00662D8F"/>
    <w:rsid w:val="0066332D"/>
    <w:rsid w:val="00666204"/>
    <w:rsid w:val="00670A28"/>
    <w:rsid w:val="00670D1D"/>
    <w:rsid w:val="006A0A51"/>
    <w:rsid w:val="006D42E9"/>
    <w:rsid w:val="006D59F7"/>
    <w:rsid w:val="006E321C"/>
    <w:rsid w:val="006E377F"/>
    <w:rsid w:val="006E5B0D"/>
    <w:rsid w:val="006E67AF"/>
    <w:rsid w:val="006F44F5"/>
    <w:rsid w:val="006F758E"/>
    <w:rsid w:val="007033C0"/>
    <w:rsid w:val="00705ED4"/>
    <w:rsid w:val="007145FB"/>
    <w:rsid w:val="00723CCF"/>
    <w:rsid w:val="007345D8"/>
    <w:rsid w:val="00741DF3"/>
    <w:rsid w:val="00743912"/>
    <w:rsid w:val="00764E83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7017"/>
    <w:rsid w:val="00882006"/>
    <w:rsid w:val="008849C8"/>
    <w:rsid w:val="00886D8E"/>
    <w:rsid w:val="00895F3B"/>
    <w:rsid w:val="008A757F"/>
    <w:rsid w:val="008B25C9"/>
    <w:rsid w:val="008B6D76"/>
    <w:rsid w:val="008C2AC2"/>
    <w:rsid w:val="008D6DCE"/>
    <w:rsid w:val="008E56DA"/>
    <w:rsid w:val="008E64FA"/>
    <w:rsid w:val="008F1951"/>
    <w:rsid w:val="008F3E2F"/>
    <w:rsid w:val="00913CF8"/>
    <w:rsid w:val="009214B5"/>
    <w:rsid w:val="00941B2D"/>
    <w:rsid w:val="00945B2B"/>
    <w:rsid w:val="00946104"/>
    <w:rsid w:val="009514DD"/>
    <w:rsid w:val="0095198A"/>
    <w:rsid w:val="00953938"/>
    <w:rsid w:val="00965BB4"/>
    <w:rsid w:val="009A46DA"/>
    <w:rsid w:val="009B0FC7"/>
    <w:rsid w:val="009B70DE"/>
    <w:rsid w:val="009B7404"/>
    <w:rsid w:val="009C29C7"/>
    <w:rsid w:val="009C5AA6"/>
    <w:rsid w:val="009C6284"/>
    <w:rsid w:val="009C6BEF"/>
    <w:rsid w:val="009D132C"/>
    <w:rsid w:val="009D21DD"/>
    <w:rsid w:val="009D40B0"/>
    <w:rsid w:val="009D6C16"/>
    <w:rsid w:val="009E053F"/>
    <w:rsid w:val="009E07D6"/>
    <w:rsid w:val="009E15C8"/>
    <w:rsid w:val="009E4FA0"/>
    <w:rsid w:val="009F034C"/>
    <w:rsid w:val="009F0952"/>
    <w:rsid w:val="009F6485"/>
    <w:rsid w:val="009F7784"/>
    <w:rsid w:val="00A02E60"/>
    <w:rsid w:val="00A04B00"/>
    <w:rsid w:val="00A1445A"/>
    <w:rsid w:val="00A22650"/>
    <w:rsid w:val="00A22BF6"/>
    <w:rsid w:val="00A3063E"/>
    <w:rsid w:val="00A33BE0"/>
    <w:rsid w:val="00A461EC"/>
    <w:rsid w:val="00A515E0"/>
    <w:rsid w:val="00A51930"/>
    <w:rsid w:val="00A57325"/>
    <w:rsid w:val="00A65210"/>
    <w:rsid w:val="00A75802"/>
    <w:rsid w:val="00A83E62"/>
    <w:rsid w:val="00A87029"/>
    <w:rsid w:val="00A92149"/>
    <w:rsid w:val="00AA2F1C"/>
    <w:rsid w:val="00AA34EC"/>
    <w:rsid w:val="00AB107F"/>
    <w:rsid w:val="00AB1522"/>
    <w:rsid w:val="00AB3346"/>
    <w:rsid w:val="00AB4674"/>
    <w:rsid w:val="00AB50F6"/>
    <w:rsid w:val="00AB6347"/>
    <w:rsid w:val="00AC72E5"/>
    <w:rsid w:val="00AC7641"/>
    <w:rsid w:val="00AD3618"/>
    <w:rsid w:val="00AF0AD6"/>
    <w:rsid w:val="00AF22E1"/>
    <w:rsid w:val="00AF4886"/>
    <w:rsid w:val="00AF5B85"/>
    <w:rsid w:val="00B021F9"/>
    <w:rsid w:val="00B14E3F"/>
    <w:rsid w:val="00B16F2C"/>
    <w:rsid w:val="00B20079"/>
    <w:rsid w:val="00B200E4"/>
    <w:rsid w:val="00B26132"/>
    <w:rsid w:val="00B26169"/>
    <w:rsid w:val="00B2757C"/>
    <w:rsid w:val="00B32A8A"/>
    <w:rsid w:val="00B4256F"/>
    <w:rsid w:val="00B528B4"/>
    <w:rsid w:val="00B52BF2"/>
    <w:rsid w:val="00B5369B"/>
    <w:rsid w:val="00B538F5"/>
    <w:rsid w:val="00B63807"/>
    <w:rsid w:val="00B64331"/>
    <w:rsid w:val="00B661E3"/>
    <w:rsid w:val="00B86392"/>
    <w:rsid w:val="00B91A24"/>
    <w:rsid w:val="00B9309E"/>
    <w:rsid w:val="00B930C3"/>
    <w:rsid w:val="00B959FC"/>
    <w:rsid w:val="00BA2C4A"/>
    <w:rsid w:val="00BB3939"/>
    <w:rsid w:val="00BC00ED"/>
    <w:rsid w:val="00BC2412"/>
    <w:rsid w:val="00BC29DD"/>
    <w:rsid w:val="00BD4AEF"/>
    <w:rsid w:val="00BE256A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1B66"/>
    <w:rsid w:val="00C64A95"/>
    <w:rsid w:val="00C82B34"/>
    <w:rsid w:val="00C9531D"/>
    <w:rsid w:val="00C97729"/>
    <w:rsid w:val="00CA54F0"/>
    <w:rsid w:val="00CB008E"/>
    <w:rsid w:val="00CB0D95"/>
    <w:rsid w:val="00CC3E37"/>
    <w:rsid w:val="00CD61B2"/>
    <w:rsid w:val="00CD7808"/>
    <w:rsid w:val="00CF12FC"/>
    <w:rsid w:val="00D057B4"/>
    <w:rsid w:val="00D05C1E"/>
    <w:rsid w:val="00D06278"/>
    <w:rsid w:val="00D2343D"/>
    <w:rsid w:val="00D278D4"/>
    <w:rsid w:val="00D317EE"/>
    <w:rsid w:val="00D3247E"/>
    <w:rsid w:val="00D3719C"/>
    <w:rsid w:val="00D41260"/>
    <w:rsid w:val="00D47195"/>
    <w:rsid w:val="00D52286"/>
    <w:rsid w:val="00D5573D"/>
    <w:rsid w:val="00D579F3"/>
    <w:rsid w:val="00D707B4"/>
    <w:rsid w:val="00D7309B"/>
    <w:rsid w:val="00D77C8B"/>
    <w:rsid w:val="00D8275B"/>
    <w:rsid w:val="00D83E17"/>
    <w:rsid w:val="00D84490"/>
    <w:rsid w:val="00D92C6A"/>
    <w:rsid w:val="00DA0B86"/>
    <w:rsid w:val="00DB3E61"/>
    <w:rsid w:val="00DB7058"/>
    <w:rsid w:val="00DF116B"/>
    <w:rsid w:val="00DF3D50"/>
    <w:rsid w:val="00E029F3"/>
    <w:rsid w:val="00E02C2C"/>
    <w:rsid w:val="00E0340C"/>
    <w:rsid w:val="00E3300C"/>
    <w:rsid w:val="00E43C3D"/>
    <w:rsid w:val="00E526FC"/>
    <w:rsid w:val="00E550C0"/>
    <w:rsid w:val="00E55F7A"/>
    <w:rsid w:val="00E61921"/>
    <w:rsid w:val="00E676C3"/>
    <w:rsid w:val="00E749F2"/>
    <w:rsid w:val="00E932C8"/>
    <w:rsid w:val="00E95B73"/>
    <w:rsid w:val="00E9600A"/>
    <w:rsid w:val="00EA7B9C"/>
    <w:rsid w:val="00EB0DA9"/>
    <w:rsid w:val="00EC1019"/>
    <w:rsid w:val="00ED5254"/>
    <w:rsid w:val="00EE7F32"/>
    <w:rsid w:val="00EF0493"/>
    <w:rsid w:val="00EF1787"/>
    <w:rsid w:val="00EF18FD"/>
    <w:rsid w:val="00F0171E"/>
    <w:rsid w:val="00F0300D"/>
    <w:rsid w:val="00F0401D"/>
    <w:rsid w:val="00F21B47"/>
    <w:rsid w:val="00F267C9"/>
    <w:rsid w:val="00F27435"/>
    <w:rsid w:val="00F366DF"/>
    <w:rsid w:val="00F41606"/>
    <w:rsid w:val="00F42EA0"/>
    <w:rsid w:val="00F51F53"/>
    <w:rsid w:val="00F52A52"/>
    <w:rsid w:val="00F60526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5953"/>
    <w:rsid w:val="00FC6CF0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36904E66"/>
  <w15:docId w15:val="{892D5734-ADF3-4205-B1D5-2D7BC80D0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144B8D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styleId="Telobesedila">
    <w:name w:val="Body Text"/>
    <w:basedOn w:val="Navaden"/>
    <w:link w:val="TelobesedilaZnak"/>
    <w:rsid w:val="00144B8D"/>
    <w:pPr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44B8D"/>
    <w:rPr>
      <w:sz w:val="24"/>
    </w:rPr>
  </w:style>
  <w:style w:type="character" w:customStyle="1" w:styleId="Naslov1Znak">
    <w:name w:val="Naslov 1 Znak"/>
    <w:link w:val="Naslov1"/>
    <w:rsid w:val="00144B8D"/>
    <w:rPr>
      <w:rFonts w:ascii="Arial" w:hAnsi="Arial"/>
      <w:b/>
      <w:bCs/>
      <w:kern w:val="32"/>
      <w:sz w:val="32"/>
      <w:szCs w:val="32"/>
    </w:rPr>
  </w:style>
  <w:style w:type="paragraph" w:customStyle="1" w:styleId="a">
    <w:basedOn w:val="Navaden"/>
    <w:next w:val="Pripombabesedilo"/>
    <w:link w:val="Komentar-besediloZnak"/>
    <w:rsid w:val="00144B8D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144B8D"/>
    <w:rPr>
      <w:i/>
      <w:color w:val="000000"/>
    </w:rPr>
  </w:style>
  <w:style w:type="paragraph" w:customStyle="1" w:styleId="Slog">
    <w:name w:val="Slog"/>
    <w:rsid w:val="00144B8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Pripombabesedilo">
    <w:name w:val="annotation text"/>
    <w:basedOn w:val="Navaden"/>
    <w:link w:val="PripombabesediloZnak"/>
    <w:rsid w:val="00144B8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144B8D"/>
    <w:rPr>
      <w:rFonts w:ascii="Arial" w:hAnsi="Arial"/>
    </w:rPr>
  </w:style>
  <w:style w:type="paragraph" w:customStyle="1" w:styleId="a0">
    <w:basedOn w:val="Navaden"/>
    <w:next w:val="Pripombabesedilo"/>
    <w:rsid w:val="0010524F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  <w:style w:type="character" w:styleId="Pripombasklic">
    <w:name w:val="annotation reference"/>
    <w:basedOn w:val="Privzetapisavaodstavka"/>
    <w:semiHidden/>
    <w:unhideWhenUsed/>
    <w:rsid w:val="00384E82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link w:val="ZadevapripombeZnak"/>
    <w:semiHidden/>
    <w:unhideWhenUsed/>
    <w:rsid w:val="00384E82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384E82"/>
    <w:rPr>
      <w:rFonts w:ascii="Arial" w:hAnsi="Arial"/>
      <w:b/>
      <w:bCs/>
    </w:rPr>
  </w:style>
  <w:style w:type="paragraph" w:styleId="Revizija">
    <w:name w:val="Revision"/>
    <w:hidden/>
    <w:uiPriority w:val="99"/>
    <w:semiHidden/>
    <w:rsid w:val="00384E82"/>
    <w:rPr>
      <w:rFonts w:ascii="Arial" w:hAnsi="Arial"/>
      <w:sz w:val="22"/>
      <w:szCs w:val="22"/>
    </w:rPr>
  </w:style>
  <w:style w:type="character" w:customStyle="1" w:styleId="NogaZnak">
    <w:name w:val="Noga Znak"/>
    <w:basedOn w:val="Privzetapisavaodstavka"/>
    <w:link w:val="Noga"/>
    <w:rsid w:val="008849C8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65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714CAF4-9FF5-4F2B-BC53-AE00A49A9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</Template>
  <TotalTime>27</TotalTime>
  <Pages>1</Pages>
  <Words>97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1292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Dušan ŠELIH</cp:lastModifiedBy>
  <cp:revision>9</cp:revision>
  <cp:lastPrinted>2017-10-10T08:04:00Z</cp:lastPrinted>
  <dcterms:created xsi:type="dcterms:W3CDTF">2019-06-04T11:50:00Z</dcterms:created>
  <dcterms:modified xsi:type="dcterms:W3CDTF">2021-07-27T12:23:00Z</dcterms:modified>
</cp:coreProperties>
</file>