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26C18875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06238F53" w14:textId="47156B2E" w:rsidR="00DB46BF" w:rsidRPr="005C140C" w:rsidRDefault="00DB46BF" w:rsidP="00DB46BF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="00206009">
        <w:rPr>
          <w:rFonts w:ascii="Arial" w:hAnsi="Arial" w:cs="Arial"/>
          <w:sz w:val="20"/>
          <w:szCs w:val="20"/>
        </w:rPr>
        <w:t xml:space="preserve"> 3041-00</w:t>
      </w:r>
      <w:r w:rsidR="00297988">
        <w:rPr>
          <w:rFonts w:ascii="Arial" w:hAnsi="Arial" w:cs="Arial"/>
          <w:sz w:val="20"/>
          <w:szCs w:val="20"/>
        </w:rPr>
        <w:t>15</w:t>
      </w:r>
      <w:r w:rsidR="00206009">
        <w:rPr>
          <w:rFonts w:ascii="Arial" w:hAnsi="Arial" w:cs="Arial"/>
          <w:sz w:val="20"/>
          <w:szCs w:val="20"/>
        </w:rPr>
        <w:t>/2023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</w:p>
    <w:p w14:paraId="616D029A" w14:textId="69E2036E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="00297988">
        <w:rPr>
          <w:rFonts w:ascii="Arial" w:hAnsi="Arial" w:cs="Arial"/>
          <w:sz w:val="20"/>
          <w:szCs w:val="20"/>
        </w:rPr>
        <w:t>10</w:t>
      </w:r>
      <w:bookmarkStart w:id="1" w:name="_GoBack"/>
      <w:bookmarkEnd w:id="1"/>
      <w:r w:rsidR="00ED5972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7B3203">
        <w:rPr>
          <w:rFonts w:ascii="Arial" w:hAnsi="Arial" w:cs="Arial"/>
          <w:sz w:val="20"/>
          <w:szCs w:val="20"/>
        </w:rPr>
        <w:t>3</w:t>
      </w:r>
      <w:r w:rsidR="007F5846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7F5846">
        <w:rPr>
          <w:rFonts w:ascii="Arial" w:hAnsi="Arial" w:cs="Arial"/>
          <w:sz w:val="20"/>
          <w:szCs w:val="20"/>
        </w:rPr>
        <w:t>202</w:t>
      </w:r>
      <w:r w:rsidR="00803627">
        <w:rPr>
          <w:rFonts w:ascii="Arial" w:hAnsi="Arial" w:cs="Arial"/>
          <w:sz w:val="20"/>
          <w:szCs w:val="20"/>
        </w:rPr>
        <w:t>3</w:t>
      </w:r>
    </w:p>
    <w:bookmarkEnd w:id="0"/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5566D" w14:textId="77777777" w:rsidR="00955C14" w:rsidRDefault="00955C14">
      <w:r>
        <w:separator/>
      </w:r>
    </w:p>
  </w:endnote>
  <w:endnote w:type="continuationSeparator" w:id="0">
    <w:p w14:paraId="74C39BE9" w14:textId="77777777" w:rsidR="00955C14" w:rsidRDefault="00955C14">
      <w:r>
        <w:continuationSeparator/>
      </w:r>
    </w:p>
  </w:endnote>
  <w:endnote w:type="continuationNotice" w:id="1">
    <w:p w14:paraId="50081D09" w14:textId="77777777" w:rsidR="00955C14" w:rsidRDefault="00955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529E2" w14:textId="77777777" w:rsidR="00955C14" w:rsidRDefault="00955C14">
      <w:r>
        <w:separator/>
      </w:r>
    </w:p>
  </w:footnote>
  <w:footnote w:type="continuationSeparator" w:id="0">
    <w:p w14:paraId="7298E8D1" w14:textId="77777777" w:rsidR="00955C14" w:rsidRDefault="00955C14">
      <w:r>
        <w:continuationSeparator/>
      </w:r>
    </w:p>
  </w:footnote>
  <w:footnote w:type="continuationNotice" w:id="1">
    <w:p w14:paraId="007D5A78" w14:textId="77777777" w:rsidR="00955C14" w:rsidRDefault="00955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297988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297988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3203"/>
    <w:rsid w:val="007D302C"/>
    <w:rsid w:val="007D4174"/>
    <w:rsid w:val="007E0866"/>
    <w:rsid w:val="007E31E3"/>
    <w:rsid w:val="007F3757"/>
    <w:rsid w:val="007F4AC2"/>
    <w:rsid w:val="007F5846"/>
    <w:rsid w:val="00803627"/>
    <w:rsid w:val="008155E7"/>
    <w:rsid w:val="00824D1D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6" ma:contentTypeDescription="Ustvari nov dokument." ma:contentTypeScope="" ma:versionID="ab6284bc66f24ddd57ceaac0c6af340f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8dc5109e10ebc07e77d005d1b7100d0a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A260C0F-6297-4383-AB08-0E71276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6a4cc071-bd85-44c5-acc7-68a9b922d49c"/>
    <ds:schemaRef ds:uri="http://purl.org/dc/elements/1.1/"/>
    <ds:schemaRef ds:uri="http://schemas.microsoft.com/office/2006/metadata/properties"/>
    <ds:schemaRef ds:uri="2d71791d-4b08-4651-a8aa-c7bfc8b3429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CD01B9-7100-49EC-A2DC-88EB4C17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35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30</cp:revision>
  <cp:lastPrinted>2023-03-09T11:35:00Z</cp:lastPrinted>
  <dcterms:created xsi:type="dcterms:W3CDTF">2020-01-30T11:21:00Z</dcterms:created>
  <dcterms:modified xsi:type="dcterms:W3CDTF">2023-03-09T14:38:00Z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