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42126" w14:textId="75A420EA" w:rsidR="002827A3" w:rsidRDefault="002827A3" w:rsidP="002827A3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348FA573" w14:textId="683F50FF" w:rsidR="002827A3" w:rsidRDefault="002827A3" w:rsidP="002827A3">
      <w:pPr>
        <w:jc w:val="center"/>
        <w:rPr>
          <w:rFonts w:ascii="Arial" w:hAnsi="Arial" w:cs="Arial"/>
          <w:sz w:val="22"/>
          <w:szCs w:val="22"/>
        </w:rPr>
      </w:pPr>
    </w:p>
    <w:p w14:paraId="60133EF8" w14:textId="63602E09" w:rsidR="002827A3" w:rsidRDefault="002827A3" w:rsidP="002827A3">
      <w:pPr>
        <w:jc w:val="center"/>
        <w:rPr>
          <w:rFonts w:ascii="Arial" w:hAnsi="Arial" w:cs="Arial"/>
          <w:sz w:val="22"/>
          <w:szCs w:val="22"/>
        </w:rPr>
      </w:pPr>
    </w:p>
    <w:p w14:paraId="7BD2E8CE" w14:textId="77777777" w:rsidR="002827A3" w:rsidRPr="002827A3" w:rsidRDefault="002827A3" w:rsidP="002827A3">
      <w:pPr>
        <w:jc w:val="center"/>
        <w:rPr>
          <w:rFonts w:ascii="Arial" w:hAnsi="Arial" w:cs="Arial"/>
          <w:sz w:val="22"/>
          <w:szCs w:val="22"/>
        </w:rPr>
      </w:pPr>
    </w:p>
    <w:p w14:paraId="25B88B1E" w14:textId="77777777" w:rsidR="002827A3" w:rsidRPr="002827A3" w:rsidRDefault="002827A3" w:rsidP="002827A3">
      <w:pPr>
        <w:jc w:val="center"/>
        <w:rPr>
          <w:rFonts w:ascii="Arial" w:hAnsi="Arial" w:cs="Arial"/>
        </w:rPr>
      </w:pPr>
    </w:p>
    <w:p w14:paraId="33BDCF59" w14:textId="77777777" w:rsidR="002827A3" w:rsidRPr="002827A3" w:rsidRDefault="002827A3" w:rsidP="002827A3">
      <w:pPr>
        <w:jc w:val="center"/>
        <w:rPr>
          <w:rFonts w:ascii="Arial" w:hAnsi="Arial" w:cs="Arial"/>
        </w:rPr>
      </w:pPr>
    </w:p>
    <w:p w14:paraId="065E2585" w14:textId="77777777" w:rsidR="002827A3" w:rsidRPr="002827A3" w:rsidRDefault="002827A3" w:rsidP="002827A3">
      <w:pPr>
        <w:jc w:val="center"/>
        <w:rPr>
          <w:rFonts w:ascii="Arial" w:hAnsi="Arial" w:cs="Arial"/>
          <w:b/>
          <w:bCs/>
          <w:sz w:val="28"/>
        </w:rPr>
      </w:pPr>
    </w:p>
    <w:p w14:paraId="64D20394" w14:textId="77777777" w:rsidR="002827A3" w:rsidRPr="002827A3" w:rsidRDefault="002827A3" w:rsidP="002827A3">
      <w:pPr>
        <w:jc w:val="center"/>
        <w:rPr>
          <w:rFonts w:ascii="Arial" w:hAnsi="Arial" w:cs="Arial"/>
          <w:b/>
          <w:bCs/>
          <w:sz w:val="28"/>
        </w:rPr>
      </w:pPr>
    </w:p>
    <w:p w14:paraId="50C39867" w14:textId="2E8B201B" w:rsidR="002827A3" w:rsidRPr="002827A3" w:rsidRDefault="00DE43AB" w:rsidP="005E38C5">
      <w:pPr>
        <w:pStyle w:val="Glava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J</w:t>
      </w:r>
      <w:r w:rsidR="005E38C5">
        <w:rPr>
          <w:rFonts w:ascii="Arial" w:hAnsi="Arial" w:cs="Arial"/>
          <w:b/>
          <w:bCs/>
          <w:sz w:val="28"/>
        </w:rPr>
        <w:t>avno zbiranje ponudb za prodajo</w:t>
      </w:r>
    </w:p>
    <w:p w14:paraId="5D9A7FF2" w14:textId="77777777" w:rsidR="005E38C5" w:rsidRDefault="005E38C5" w:rsidP="002827A3">
      <w:pPr>
        <w:jc w:val="center"/>
        <w:rPr>
          <w:rFonts w:ascii="Arial" w:hAnsi="Arial" w:cs="Arial"/>
          <w:b/>
          <w:bCs/>
          <w:sz w:val="28"/>
        </w:rPr>
      </w:pPr>
    </w:p>
    <w:p w14:paraId="618760EE" w14:textId="4C7ADC87" w:rsidR="002827A3" w:rsidRPr="002827A3" w:rsidRDefault="00F304BD" w:rsidP="002827A3">
      <w:pPr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zdravil za uporabo v humani medicini</w:t>
      </w:r>
    </w:p>
    <w:p w14:paraId="1F9A83B2" w14:textId="3B3D3C00" w:rsidR="001A351E" w:rsidRDefault="001A351E" w:rsidP="002827A3">
      <w:pPr>
        <w:rPr>
          <w:rFonts w:ascii="Arial" w:hAnsi="Arial" w:cs="Arial"/>
        </w:rPr>
      </w:pPr>
    </w:p>
    <w:p w14:paraId="3733ACA9" w14:textId="231952B8" w:rsidR="001A351E" w:rsidRDefault="001A351E" w:rsidP="002827A3">
      <w:pPr>
        <w:rPr>
          <w:rFonts w:ascii="Arial" w:hAnsi="Arial" w:cs="Arial"/>
        </w:rPr>
      </w:pPr>
    </w:p>
    <w:p w14:paraId="5B3012D1" w14:textId="2E219429" w:rsidR="001A351E" w:rsidRDefault="001A351E" w:rsidP="002827A3">
      <w:pPr>
        <w:rPr>
          <w:rFonts w:ascii="Arial" w:hAnsi="Arial" w:cs="Arial"/>
        </w:rPr>
      </w:pPr>
      <w:r>
        <w:rPr>
          <w:rFonts w:ascii="Arial" w:hAnsi="Arial" w:cs="Arial"/>
        </w:rPr>
        <w:t>VSEBINA:</w:t>
      </w:r>
    </w:p>
    <w:p w14:paraId="3BA83AB8" w14:textId="03820E85" w:rsidR="001A351E" w:rsidRPr="001A351E" w:rsidRDefault="001A351E" w:rsidP="001A351E">
      <w:pPr>
        <w:rPr>
          <w:rFonts w:ascii="Arial" w:hAnsi="Arial" w:cs="Arial"/>
        </w:rPr>
      </w:pPr>
    </w:p>
    <w:p w14:paraId="3FE18A4C" w14:textId="1C8B5432" w:rsidR="001A351E" w:rsidRPr="001A351E" w:rsidRDefault="005E38C5" w:rsidP="001A351E">
      <w:pPr>
        <w:numPr>
          <w:ilvl w:val="0"/>
          <w:numId w:val="10"/>
        </w:numPr>
        <w:rPr>
          <w:rFonts w:ascii="Arial" w:hAnsi="Arial" w:cs="Arial"/>
        </w:rPr>
      </w:pPr>
      <w:r w:rsidRPr="001A351E">
        <w:rPr>
          <w:rFonts w:ascii="Arial" w:hAnsi="Arial" w:cs="Arial"/>
        </w:rPr>
        <w:t>Povabilo k oddaji ponudbe</w:t>
      </w:r>
      <w:r w:rsidR="001A351E" w:rsidRPr="001A351E">
        <w:rPr>
          <w:rFonts w:ascii="Arial" w:hAnsi="Arial" w:cs="Arial"/>
        </w:rPr>
        <w:t xml:space="preserve">– </w:t>
      </w:r>
      <w:proofErr w:type="spellStart"/>
      <w:r>
        <w:rPr>
          <w:rFonts w:ascii="Arial" w:hAnsi="Arial" w:cs="Arial"/>
        </w:rPr>
        <w:t>Obr</w:t>
      </w:r>
      <w:proofErr w:type="spellEnd"/>
      <w:r>
        <w:rPr>
          <w:rFonts w:ascii="Arial" w:hAnsi="Arial" w:cs="Arial"/>
        </w:rPr>
        <w:t xml:space="preserve">. </w:t>
      </w:r>
      <w:r w:rsidR="009B480E">
        <w:rPr>
          <w:rFonts w:ascii="Arial" w:hAnsi="Arial" w:cs="Arial"/>
        </w:rPr>
        <w:t>1</w:t>
      </w:r>
    </w:p>
    <w:p w14:paraId="4A835D33" w14:textId="77777777" w:rsidR="001A351E" w:rsidRPr="001A351E" w:rsidRDefault="001A351E" w:rsidP="001A351E">
      <w:pPr>
        <w:rPr>
          <w:rFonts w:ascii="Arial" w:hAnsi="Arial" w:cs="Arial"/>
        </w:rPr>
      </w:pPr>
    </w:p>
    <w:p w14:paraId="2C9B5455" w14:textId="6654C1C7" w:rsidR="001A351E" w:rsidRPr="001A351E" w:rsidRDefault="005E38C5" w:rsidP="001A351E">
      <w:pPr>
        <w:numPr>
          <w:ilvl w:val="0"/>
          <w:numId w:val="10"/>
        </w:numPr>
        <w:rPr>
          <w:rFonts w:ascii="Arial" w:hAnsi="Arial" w:cs="Arial"/>
        </w:rPr>
      </w:pPr>
      <w:r w:rsidRPr="001A351E">
        <w:rPr>
          <w:rFonts w:ascii="Arial" w:hAnsi="Arial" w:cs="Arial"/>
        </w:rPr>
        <w:t>Navodila ponudnikom za izdelavo ponudbe</w:t>
      </w:r>
      <w:r w:rsidR="001A351E" w:rsidRPr="001A351E">
        <w:rPr>
          <w:rFonts w:ascii="Arial" w:hAnsi="Arial" w:cs="Arial"/>
        </w:rPr>
        <w:t xml:space="preserve">– </w:t>
      </w:r>
      <w:proofErr w:type="spellStart"/>
      <w:r>
        <w:rPr>
          <w:rFonts w:ascii="Arial" w:hAnsi="Arial" w:cs="Arial"/>
        </w:rPr>
        <w:t>Obr</w:t>
      </w:r>
      <w:proofErr w:type="spellEnd"/>
      <w:r>
        <w:rPr>
          <w:rFonts w:ascii="Arial" w:hAnsi="Arial" w:cs="Arial"/>
        </w:rPr>
        <w:t xml:space="preserve">. </w:t>
      </w:r>
      <w:r w:rsidR="009B480E">
        <w:rPr>
          <w:rFonts w:ascii="Arial" w:hAnsi="Arial" w:cs="Arial"/>
        </w:rPr>
        <w:t>2</w:t>
      </w:r>
    </w:p>
    <w:p w14:paraId="5DFEFC72" w14:textId="77777777" w:rsidR="001A351E" w:rsidRPr="001A351E" w:rsidRDefault="001A351E" w:rsidP="001A351E">
      <w:pPr>
        <w:rPr>
          <w:rFonts w:ascii="Arial" w:hAnsi="Arial" w:cs="Arial"/>
        </w:rPr>
      </w:pPr>
    </w:p>
    <w:p w14:paraId="1A278AC4" w14:textId="3D2240FC" w:rsidR="001A351E" w:rsidRPr="001A351E" w:rsidRDefault="005E38C5" w:rsidP="001A351E">
      <w:pPr>
        <w:numPr>
          <w:ilvl w:val="0"/>
          <w:numId w:val="10"/>
        </w:numPr>
        <w:rPr>
          <w:rFonts w:ascii="Arial" w:hAnsi="Arial" w:cs="Arial"/>
        </w:rPr>
      </w:pPr>
      <w:r w:rsidRPr="001A351E">
        <w:rPr>
          <w:rFonts w:ascii="Arial" w:hAnsi="Arial" w:cs="Arial"/>
        </w:rPr>
        <w:t xml:space="preserve">Podatki o ponudniku </w:t>
      </w:r>
      <w:r>
        <w:rPr>
          <w:rFonts w:ascii="Arial" w:hAnsi="Arial" w:cs="Arial"/>
        </w:rPr>
        <w:t xml:space="preserve">– </w:t>
      </w:r>
      <w:proofErr w:type="spellStart"/>
      <w:r>
        <w:rPr>
          <w:rFonts w:ascii="Arial" w:hAnsi="Arial" w:cs="Arial"/>
        </w:rPr>
        <w:t>Obr</w:t>
      </w:r>
      <w:proofErr w:type="spellEnd"/>
      <w:r>
        <w:rPr>
          <w:rFonts w:ascii="Arial" w:hAnsi="Arial" w:cs="Arial"/>
        </w:rPr>
        <w:t xml:space="preserve">. </w:t>
      </w:r>
      <w:r w:rsidR="009B480E">
        <w:rPr>
          <w:rFonts w:ascii="Arial" w:hAnsi="Arial" w:cs="Arial"/>
        </w:rPr>
        <w:t>3</w:t>
      </w:r>
    </w:p>
    <w:p w14:paraId="7A034383" w14:textId="77777777" w:rsidR="001A351E" w:rsidRPr="001A351E" w:rsidRDefault="001A351E" w:rsidP="001A351E">
      <w:pPr>
        <w:rPr>
          <w:rFonts w:ascii="Arial" w:hAnsi="Arial" w:cs="Arial"/>
        </w:rPr>
      </w:pPr>
    </w:p>
    <w:p w14:paraId="6A41EF46" w14:textId="077B4174" w:rsidR="001A351E" w:rsidRPr="001A351E" w:rsidRDefault="001A351E" w:rsidP="001A351E">
      <w:pPr>
        <w:numPr>
          <w:ilvl w:val="0"/>
          <w:numId w:val="10"/>
        </w:numPr>
        <w:rPr>
          <w:rFonts w:ascii="Arial" w:hAnsi="Arial" w:cs="Arial"/>
        </w:rPr>
      </w:pPr>
      <w:r w:rsidRPr="001A351E">
        <w:rPr>
          <w:rFonts w:ascii="Arial" w:hAnsi="Arial" w:cs="Arial"/>
        </w:rPr>
        <w:t xml:space="preserve">Obrazec ponudbe – </w:t>
      </w:r>
      <w:proofErr w:type="spellStart"/>
      <w:r w:rsidR="005E38C5">
        <w:rPr>
          <w:rFonts w:ascii="Arial" w:hAnsi="Arial" w:cs="Arial"/>
        </w:rPr>
        <w:t>Obr</w:t>
      </w:r>
      <w:proofErr w:type="spellEnd"/>
      <w:r w:rsidR="005E38C5">
        <w:rPr>
          <w:rFonts w:ascii="Arial" w:hAnsi="Arial" w:cs="Arial"/>
        </w:rPr>
        <w:t xml:space="preserve">. </w:t>
      </w:r>
      <w:r w:rsidR="009B480E">
        <w:rPr>
          <w:rFonts w:ascii="Arial" w:hAnsi="Arial" w:cs="Arial"/>
        </w:rPr>
        <w:t>4</w:t>
      </w:r>
    </w:p>
    <w:p w14:paraId="7E8545D7" w14:textId="77777777" w:rsidR="001A351E" w:rsidRPr="001A351E" w:rsidRDefault="001A351E" w:rsidP="001A351E">
      <w:pPr>
        <w:rPr>
          <w:rFonts w:ascii="Arial" w:hAnsi="Arial" w:cs="Arial"/>
        </w:rPr>
      </w:pPr>
    </w:p>
    <w:p w14:paraId="50F87872" w14:textId="49AE2C2D" w:rsidR="005E38C5" w:rsidRDefault="005E38C5" w:rsidP="001A351E">
      <w:pPr>
        <w:numPr>
          <w:ilvl w:val="0"/>
          <w:numId w:val="10"/>
        </w:numPr>
        <w:rPr>
          <w:rFonts w:ascii="Arial" w:hAnsi="Arial" w:cs="Arial"/>
        </w:rPr>
      </w:pPr>
      <w:r w:rsidRPr="001A351E">
        <w:rPr>
          <w:rFonts w:ascii="Arial" w:hAnsi="Arial" w:cs="Arial"/>
        </w:rPr>
        <w:t>Vzorec pogodbe o prodaji</w:t>
      </w:r>
      <w:r>
        <w:rPr>
          <w:rFonts w:ascii="Arial" w:hAnsi="Arial" w:cs="Arial"/>
        </w:rPr>
        <w:t xml:space="preserve">– </w:t>
      </w:r>
      <w:proofErr w:type="spellStart"/>
      <w:r>
        <w:rPr>
          <w:rFonts w:ascii="Arial" w:hAnsi="Arial" w:cs="Arial"/>
        </w:rPr>
        <w:t>Obr</w:t>
      </w:r>
      <w:proofErr w:type="spellEnd"/>
      <w:r>
        <w:rPr>
          <w:rFonts w:ascii="Arial" w:hAnsi="Arial" w:cs="Arial"/>
        </w:rPr>
        <w:t xml:space="preserve">. </w:t>
      </w:r>
      <w:r w:rsidR="009B480E">
        <w:rPr>
          <w:rFonts w:ascii="Arial" w:hAnsi="Arial" w:cs="Arial"/>
        </w:rPr>
        <w:t>5</w:t>
      </w:r>
    </w:p>
    <w:p w14:paraId="67319C9B" w14:textId="77777777" w:rsidR="005E38C5" w:rsidRDefault="005E38C5" w:rsidP="005E38C5">
      <w:pPr>
        <w:pStyle w:val="Odstavekseznama"/>
        <w:rPr>
          <w:rFonts w:ascii="Arial" w:hAnsi="Arial" w:cs="Arial"/>
        </w:rPr>
      </w:pPr>
    </w:p>
    <w:p w14:paraId="232D90DD" w14:textId="1E8DE673" w:rsidR="001A351E" w:rsidRDefault="001A351E" w:rsidP="001A351E">
      <w:pPr>
        <w:numPr>
          <w:ilvl w:val="0"/>
          <w:numId w:val="10"/>
        </w:numPr>
        <w:rPr>
          <w:rFonts w:ascii="Arial" w:hAnsi="Arial" w:cs="Arial"/>
        </w:rPr>
      </w:pPr>
      <w:r w:rsidRPr="001A351E">
        <w:rPr>
          <w:rFonts w:ascii="Arial" w:hAnsi="Arial" w:cs="Arial"/>
        </w:rPr>
        <w:t xml:space="preserve">Obrazec izjave o sprejemanju in izpolnjevanju pogojev iz razpisne dokumentacije – </w:t>
      </w:r>
      <w:proofErr w:type="spellStart"/>
      <w:r w:rsidR="005E38C5">
        <w:rPr>
          <w:rFonts w:ascii="Arial" w:hAnsi="Arial" w:cs="Arial"/>
        </w:rPr>
        <w:t>Obr</w:t>
      </w:r>
      <w:proofErr w:type="spellEnd"/>
      <w:r w:rsidR="005E38C5">
        <w:rPr>
          <w:rFonts w:ascii="Arial" w:hAnsi="Arial" w:cs="Arial"/>
        </w:rPr>
        <w:t xml:space="preserve">. </w:t>
      </w:r>
      <w:r w:rsidR="009D5500">
        <w:rPr>
          <w:rFonts w:ascii="Arial" w:hAnsi="Arial" w:cs="Arial"/>
        </w:rPr>
        <w:t>8</w:t>
      </w:r>
    </w:p>
    <w:p w14:paraId="428522D1" w14:textId="77777777" w:rsidR="00771C57" w:rsidRDefault="00771C57" w:rsidP="00771C57">
      <w:pPr>
        <w:pStyle w:val="Odstavekseznama"/>
        <w:rPr>
          <w:rFonts w:ascii="Arial" w:hAnsi="Arial" w:cs="Arial"/>
        </w:rPr>
      </w:pPr>
    </w:p>
    <w:p w14:paraId="44CE89B1" w14:textId="1DC1E82F" w:rsidR="00771C57" w:rsidRPr="001A351E" w:rsidRDefault="00771C57" w:rsidP="001A351E">
      <w:pPr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Predračun – </w:t>
      </w:r>
      <w:proofErr w:type="spellStart"/>
      <w:r>
        <w:rPr>
          <w:rFonts w:ascii="Arial" w:hAnsi="Arial" w:cs="Arial"/>
        </w:rPr>
        <w:t>Obr</w:t>
      </w:r>
      <w:proofErr w:type="spellEnd"/>
      <w:r>
        <w:rPr>
          <w:rFonts w:ascii="Arial" w:hAnsi="Arial" w:cs="Arial"/>
        </w:rPr>
        <w:t>. 9</w:t>
      </w:r>
    </w:p>
    <w:p w14:paraId="261B2090" w14:textId="77777777" w:rsidR="001A351E" w:rsidRPr="001A351E" w:rsidRDefault="001A351E" w:rsidP="001A351E">
      <w:pPr>
        <w:pStyle w:val="Odstavekseznama"/>
        <w:rPr>
          <w:rFonts w:ascii="Arial" w:hAnsi="Arial" w:cs="Arial"/>
          <w:sz w:val="24"/>
          <w:szCs w:val="24"/>
        </w:rPr>
      </w:pPr>
    </w:p>
    <w:p w14:paraId="46531DF5" w14:textId="77777777" w:rsidR="001A351E" w:rsidRDefault="001A351E" w:rsidP="002827A3">
      <w:pPr>
        <w:rPr>
          <w:rFonts w:ascii="Arial" w:hAnsi="Arial" w:cs="Arial"/>
        </w:rPr>
      </w:pPr>
    </w:p>
    <w:p w14:paraId="6449252D" w14:textId="18C06302" w:rsidR="001A351E" w:rsidRDefault="001A351E" w:rsidP="002827A3">
      <w:pPr>
        <w:rPr>
          <w:rFonts w:ascii="Arial" w:hAnsi="Arial" w:cs="Arial"/>
        </w:rPr>
      </w:pPr>
    </w:p>
    <w:p w14:paraId="27A2F63B" w14:textId="77777777" w:rsidR="001A351E" w:rsidRPr="002827A3" w:rsidRDefault="001A351E" w:rsidP="002827A3">
      <w:pPr>
        <w:rPr>
          <w:rFonts w:ascii="Arial" w:hAnsi="Arial" w:cs="Arial"/>
        </w:rPr>
      </w:pPr>
    </w:p>
    <w:sectPr w:rsidR="001A351E" w:rsidRPr="002827A3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43E6D1" w14:textId="77777777" w:rsidR="00C3564F" w:rsidRDefault="00C3564F">
      <w:r>
        <w:separator/>
      </w:r>
    </w:p>
  </w:endnote>
  <w:endnote w:type="continuationSeparator" w:id="0">
    <w:p w14:paraId="274E9893" w14:textId="77777777" w:rsidR="00C3564F" w:rsidRDefault="00C35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A543F" w14:textId="34F1166E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047AFC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047AFC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37584D73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143480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143480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0B36F4" w14:textId="77777777" w:rsidR="00C3564F" w:rsidRDefault="00C3564F">
      <w:r>
        <w:separator/>
      </w:r>
    </w:p>
  </w:footnote>
  <w:footnote w:type="continuationSeparator" w:id="0">
    <w:p w14:paraId="5DDBB872" w14:textId="77777777" w:rsidR="00C3564F" w:rsidRDefault="00C35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2" name="Slika 2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F2117B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F2117B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B6C2D"/>
    <w:multiLevelType w:val="hybridMultilevel"/>
    <w:tmpl w:val="14CE82DA"/>
    <w:lvl w:ilvl="0" w:tplc="1772B4B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54E18"/>
    <w:multiLevelType w:val="hybridMultilevel"/>
    <w:tmpl w:val="F51838D0"/>
    <w:lvl w:ilvl="0" w:tplc="605049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711E1F"/>
    <w:multiLevelType w:val="hybridMultilevel"/>
    <w:tmpl w:val="8958760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7D7108"/>
    <w:multiLevelType w:val="hybridMultilevel"/>
    <w:tmpl w:val="F01CF29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69D5944"/>
    <w:multiLevelType w:val="hybridMultilevel"/>
    <w:tmpl w:val="5FE6753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13B00"/>
    <w:rsid w:val="00013E00"/>
    <w:rsid w:val="00015B5A"/>
    <w:rsid w:val="00016BAB"/>
    <w:rsid w:val="00020FD6"/>
    <w:rsid w:val="00021680"/>
    <w:rsid w:val="00036A6D"/>
    <w:rsid w:val="000412BC"/>
    <w:rsid w:val="00041EB9"/>
    <w:rsid w:val="0004202F"/>
    <w:rsid w:val="00042D0E"/>
    <w:rsid w:val="00046CE2"/>
    <w:rsid w:val="00047AFC"/>
    <w:rsid w:val="0005065F"/>
    <w:rsid w:val="0005153D"/>
    <w:rsid w:val="000576FB"/>
    <w:rsid w:val="00095695"/>
    <w:rsid w:val="00096243"/>
    <w:rsid w:val="00096BE4"/>
    <w:rsid w:val="000B43BE"/>
    <w:rsid w:val="000C1838"/>
    <w:rsid w:val="000C23A5"/>
    <w:rsid w:val="000C4583"/>
    <w:rsid w:val="000D40BA"/>
    <w:rsid w:val="000D76C2"/>
    <w:rsid w:val="000E1875"/>
    <w:rsid w:val="000E41E1"/>
    <w:rsid w:val="000E7050"/>
    <w:rsid w:val="00101B68"/>
    <w:rsid w:val="0010290E"/>
    <w:rsid w:val="00105206"/>
    <w:rsid w:val="001062F6"/>
    <w:rsid w:val="001131D7"/>
    <w:rsid w:val="00114401"/>
    <w:rsid w:val="0012533E"/>
    <w:rsid w:val="001314C1"/>
    <w:rsid w:val="001352C1"/>
    <w:rsid w:val="0014021F"/>
    <w:rsid w:val="00143480"/>
    <w:rsid w:val="00166414"/>
    <w:rsid w:val="0017047E"/>
    <w:rsid w:val="0017296F"/>
    <w:rsid w:val="00174BFE"/>
    <w:rsid w:val="00175788"/>
    <w:rsid w:val="00183318"/>
    <w:rsid w:val="001A192F"/>
    <w:rsid w:val="001A2FF0"/>
    <w:rsid w:val="001A351E"/>
    <w:rsid w:val="001A7BD0"/>
    <w:rsid w:val="001B6FB2"/>
    <w:rsid w:val="001D16E0"/>
    <w:rsid w:val="001D4E0D"/>
    <w:rsid w:val="001D694D"/>
    <w:rsid w:val="001F6F0F"/>
    <w:rsid w:val="0020233B"/>
    <w:rsid w:val="0021594F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27A3"/>
    <w:rsid w:val="00283EE6"/>
    <w:rsid w:val="00285B81"/>
    <w:rsid w:val="00290CB8"/>
    <w:rsid w:val="002A5DC6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2F6B25"/>
    <w:rsid w:val="002F78DD"/>
    <w:rsid w:val="00301033"/>
    <w:rsid w:val="00303758"/>
    <w:rsid w:val="00315EE6"/>
    <w:rsid w:val="00325D8B"/>
    <w:rsid w:val="00326834"/>
    <w:rsid w:val="00346224"/>
    <w:rsid w:val="0035043A"/>
    <w:rsid w:val="00353357"/>
    <w:rsid w:val="00367250"/>
    <w:rsid w:val="00370866"/>
    <w:rsid w:val="0037231D"/>
    <w:rsid w:val="00373B58"/>
    <w:rsid w:val="00386D76"/>
    <w:rsid w:val="003A4375"/>
    <w:rsid w:val="003B36FC"/>
    <w:rsid w:val="003B4978"/>
    <w:rsid w:val="003B5373"/>
    <w:rsid w:val="003C0B6A"/>
    <w:rsid w:val="003C2E20"/>
    <w:rsid w:val="003C485B"/>
    <w:rsid w:val="003D1272"/>
    <w:rsid w:val="003D16FE"/>
    <w:rsid w:val="003D1E1E"/>
    <w:rsid w:val="003D4907"/>
    <w:rsid w:val="003E4CFC"/>
    <w:rsid w:val="003E5C55"/>
    <w:rsid w:val="003F0DE7"/>
    <w:rsid w:val="003F4DE6"/>
    <w:rsid w:val="00401FC8"/>
    <w:rsid w:val="00406373"/>
    <w:rsid w:val="00411736"/>
    <w:rsid w:val="00417527"/>
    <w:rsid w:val="0043532D"/>
    <w:rsid w:val="00445049"/>
    <w:rsid w:val="004527D6"/>
    <w:rsid w:val="00455EB9"/>
    <w:rsid w:val="00456072"/>
    <w:rsid w:val="004720C5"/>
    <w:rsid w:val="0047643E"/>
    <w:rsid w:val="004801D0"/>
    <w:rsid w:val="00497AA4"/>
    <w:rsid w:val="004A0508"/>
    <w:rsid w:val="004A172D"/>
    <w:rsid w:val="004B065E"/>
    <w:rsid w:val="004C1717"/>
    <w:rsid w:val="004C20A4"/>
    <w:rsid w:val="004D6B75"/>
    <w:rsid w:val="004D75F6"/>
    <w:rsid w:val="004E6F42"/>
    <w:rsid w:val="004F12CE"/>
    <w:rsid w:val="004F7C1C"/>
    <w:rsid w:val="0050159B"/>
    <w:rsid w:val="00503120"/>
    <w:rsid w:val="0051745B"/>
    <w:rsid w:val="005255EB"/>
    <w:rsid w:val="005316C0"/>
    <w:rsid w:val="00537044"/>
    <w:rsid w:val="00537622"/>
    <w:rsid w:val="00546E33"/>
    <w:rsid w:val="00546F34"/>
    <w:rsid w:val="005608A6"/>
    <w:rsid w:val="00565D0C"/>
    <w:rsid w:val="00571E52"/>
    <w:rsid w:val="005724B4"/>
    <w:rsid w:val="00572A53"/>
    <w:rsid w:val="00572C81"/>
    <w:rsid w:val="005753D9"/>
    <w:rsid w:val="0058399F"/>
    <w:rsid w:val="00597D0E"/>
    <w:rsid w:val="00597EA7"/>
    <w:rsid w:val="005A455E"/>
    <w:rsid w:val="005A4ABF"/>
    <w:rsid w:val="005A785E"/>
    <w:rsid w:val="005B253B"/>
    <w:rsid w:val="005B3910"/>
    <w:rsid w:val="005C3894"/>
    <w:rsid w:val="005C4880"/>
    <w:rsid w:val="005C4C41"/>
    <w:rsid w:val="005C71B5"/>
    <w:rsid w:val="005C7E8F"/>
    <w:rsid w:val="005D45C0"/>
    <w:rsid w:val="005D55BA"/>
    <w:rsid w:val="005D6611"/>
    <w:rsid w:val="005D7037"/>
    <w:rsid w:val="005D7E01"/>
    <w:rsid w:val="005E38C5"/>
    <w:rsid w:val="005E6DE3"/>
    <w:rsid w:val="005F0B13"/>
    <w:rsid w:val="005F1763"/>
    <w:rsid w:val="005F18A6"/>
    <w:rsid w:val="005F751D"/>
    <w:rsid w:val="006110C9"/>
    <w:rsid w:val="0061133D"/>
    <w:rsid w:val="00612663"/>
    <w:rsid w:val="006144B1"/>
    <w:rsid w:val="006163B7"/>
    <w:rsid w:val="00624AA1"/>
    <w:rsid w:val="006315C1"/>
    <w:rsid w:val="006348E6"/>
    <w:rsid w:val="00645CEF"/>
    <w:rsid w:val="00646D32"/>
    <w:rsid w:val="0065152F"/>
    <w:rsid w:val="00662D8F"/>
    <w:rsid w:val="0066332D"/>
    <w:rsid w:val="00670A28"/>
    <w:rsid w:val="00670D1D"/>
    <w:rsid w:val="006960C2"/>
    <w:rsid w:val="00697B71"/>
    <w:rsid w:val="006D2FF5"/>
    <w:rsid w:val="006D59F7"/>
    <w:rsid w:val="006E377F"/>
    <w:rsid w:val="006F44F5"/>
    <w:rsid w:val="006F481E"/>
    <w:rsid w:val="006F758E"/>
    <w:rsid w:val="007033C0"/>
    <w:rsid w:val="007067F5"/>
    <w:rsid w:val="0073055A"/>
    <w:rsid w:val="007345D8"/>
    <w:rsid w:val="00734F36"/>
    <w:rsid w:val="00741DF3"/>
    <w:rsid w:val="00743912"/>
    <w:rsid w:val="00744B63"/>
    <w:rsid w:val="007632FE"/>
    <w:rsid w:val="00766AC9"/>
    <w:rsid w:val="00767A5A"/>
    <w:rsid w:val="00771C57"/>
    <w:rsid w:val="00780396"/>
    <w:rsid w:val="0078319E"/>
    <w:rsid w:val="00783525"/>
    <w:rsid w:val="007A108F"/>
    <w:rsid w:val="007C1B38"/>
    <w:rsid w:val="007D2764"/>
    <w:rsid w:val="007D302C"/>
    <w:rsid w:val="007D4174"/>
    <w:rsid w:val="007E0866"/>
    <w:rsid w:val="007E31E3"/>
    <w:rsid w:val="007E40CC"/>
    <w:rsid w:val="007F3757"/>
    <w:rsid w:val="007F4AC2"/>
    <w:rsid w:val="008155E7"/>
    <w:rsid w:val="00824D1D"/>
    <w:rsid w:val="00825784"/>
    <w:rsid w:val="00827C09"/>
    <w:rsid w:val="0083015D"/>
    <w:rsid w:val="008317DD"/>
    <w:rsid w:val="00833AC6"/>
    <w:rsid w:val="00843739"/>
    <w:rsid w:val="00843B36"/>
    <w:rsid w:val="00847017"/>
    <w:rsid w:val="00847A0D"/>
    <w:rsid w:val="00871F1D"/>
    <w:rsid w:val="00877B6F"/>
    <w:rsid w:val="00882006"/>
    <w:rsid w:val="00885E0B"/>
    <w:rsid w:val="00895F3B"/>
    <w:rsid w:val="008A757F"/>
    <w:rsid w:val="008B3672"/>
    <w:rsid w:val="008B3D3B"/>
    <w:rsid w:val="008B4927"/>
    <w:rsid w:val="008C2AC2"/>
    <w:rsid w:val="008D6DCE"/>
    <w:rsid w:val="008E0DB9"/>
    <w:rsid w:val="008E64FA"/>
    <w:rsid w:val="008F27DD"/>
    <w:rsid w:val="008F3E2F"/>
    <w:rsid w:val="00903009"/>
    <w:rsid w:val="00910682"/>
    <w:rsid w:val="00913CF8"/>
    <w:rsid w:val="00945B2B"/>
    <w:rsid w:val="00946104"/>
    <w:rsid w:val="009513FB"/>
    <w:rsid w:val="009514DD"/>
    <w:rsid w:val="0095198A"/>
    <w:rsid w:val="00953938"/>
    <w:rsid w:val="00965BB4"/>
    <w:rsid w:val="00980089"/>
    <w:rsid w:val="009864F2"/>
    <w:rsid w:val="009A46DA"/>
    <w:rsid w:val="009B0FC7"/>
    <w:rsid w:val="009B480E"/>
    <w:rsid w:val="009B70DE"/>
    <w:rsid w:val="009B7404"/>
    <w:rsid w:val="009B7B28"/>
    <w:rsid w:val="009C29C7"/>
    <w:rsid w:val="009C5AA6"/>
    <w:rsid w:val="009C6284"/>
    <w:rsid w:val="009D132C"/>
    <w:rsid w:val="009D21DD"/>
    <w:rsid w:val="009D40B0"/>
    <w:rsid w:val="009D5500"/>
    <w:rsid w:val="009D6C16"/>
    <w:rsid w:val="009E053F"/>
    <w:rsid w:val="009F0952"/>
    <w:rsid w:val="009F7784"/>
    <w:rsid w:val="00A018BA"/>
    <w:rsid w:val="00A04B00"/>
    <w:rsid w:val="00A1445A"/>
    <w:rsid w:val="00A20A60"/>
    <w:rsid w:val="00A22650"/>
    <w:rsid w:val="00A2587B"/>
    <w:rsid w:val="00A3063E"/>
    <w:rsid w:val="00A33BE0"/>
    <w:rsid w:val="00A515E0"/>
    <w:rsid w:val="00A57325"/>
    <w:rsid w:val="00A75802"/>
    <w:rsid w:val="00A83E62"/>
    <w:rsid w:val="00A92149"/>
    <w:rsid w:val="00AA2F1C"/>
    <w:rsid w:val="00AA42C0"/>
    <w:rsid w:val="00AB1522"/>
    <w:rsid w:val="00AB3346"/>
    <w:rsid w:val="00AB4674"/>
    <w:rsid w:val="00AC7136"/>
    <w:rsid w:val="00AC72E5"/>
    <w:rsid w:val="00AD3618"/>
    <w:rsid w:val="00AD44B4"/>
    <w:rsid w:val="00AF0AD6"/>
    <w:rsid w:val="00AF6EBB"/>
    <w:rsid w:val="00AF74D2"/>
    <w:rsid w:val="00B021F9"/>
    <w:rsid w:val="00B16F2C"/>
    <w:rsid w:val="00B20079"/>
    <w:rsid w:val="00B200E4"/>
    <w:rsid w:val="00B26132"/>
    <w:rsid w:val="00B2757C"/>
    <w:rsid w:val="00B32A8A"/>
    <w:rsid w:val="00B34D84"/>
    <w:rsid w:val="00B4256F"/>
    <w:rsid w:val="00B42D27"/>
    <w:rsid w:val="00B439E6"/>
    <w:rsid w:val="00B44423"/>
    <w:rsid w:val="00B45F78"/>
    <w:rsid w:val="00B501F6"/>
    <w:rsid w:val="00B522E3"/>
    <w:rsid w:val="00B528B4"/>
    <w:rsid w:val="00B52BF2"/>
    <w:rsid w:val="00B5369B"/>
    <w:rsid w:val="00B538F5"/>
    <w:rsid w:val="00B63C98"/>
    <w:rsid w:val="00B661E3"/>
    <w:rsid w:val="00B71BD6"/>
    <w:rsid w:val="00B86392"/>
    <w:rsid w:val="00B9309E"/>
    <w:rsid w:val="00B930C3"/>
    <w:rsid w:val="00BA095D"/>
    <w:rsid w:val="00BA2C4A"/>
    <w:rsid w:val="00BA6862"/>
    <w:rsid w:val="00BB3939"/>
    <w:rsid w:val="00BC00ED"/>
    <w:rsid w:val="00BC2412"/>
    <w:rsid w:val="00BC29DD"/>
    <w:rsid w:val="00BD2FD8"/>
    <w:rsid w:val="00BD4AEF"/>
    <w:rsid w:val="00BD6562"/>
    <w:rsid w:val="00BE655C"/>
    <w:rsid w:val="00BE6A76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3564F"/>
    <w:rsid w:val="00C468BF"/>
    <w:rsid w:val="00C46FDA"/>
    <w:rsid w:val="00C565DD"/>
    <w:rsid w:val="00C64A95"/>
    <w:rsid w:val="00C73D4E"/>
    <w:rsid w:val="00C82B34"/>
    <w:rsid w:val="00C92279"/>
    <w:rsid w:val="00C9531D"/>
    <w:rsid w:val="00C97729"/>
    <w:rsid w:val="00CA01D8"/>
    <w:rsid w:val="00CA126B"/>
    <w:rsid w:val="00CA591B"/>
    <w:rsid w:val="00CA5ECB"/>
    <w:rsid w:val="00CB008E"/>
    <w:rsid w:val="00CB07B0"/>
    <w:rsid w:val="00CB0D95"/>
    <w:rsid w:val="00CB1560"/>
    <w:rsid w:val="00CC24D6"/>
    <w:rsid w:val="00CD61B2"/>
    <w:rsid w:val="00CD7808"/>
    <w:rsid w:val="00CF12FC"/>
    <w:rsid w:val="00CF6D57"/>
    <w:rsid w:val="00D05C1E"/>
    <w:rsid w:val="00D06278"/>
    <w:rsid w:val="00D1401B"/>
    <w:rsid w:val="00D20439"/>
    <w:rsid w:val="00D2343D"/>
    <w:rsid w:val="00D278D4"/>
    <w:rsid w:val="00D30E51"/>
    <w:rsid w:val="00D3511F"/>
    <w:rsid w:val="00D41F63"/>
    <w:rsid w:val="00D50674"/>
    <w:rsid w:val="00D51861"/>
    <w:rsid w:val="00D53EC0"/>
    <w:rsid w:val="00D579F3"/>
    <w:rsid w:val="00D66401"/>
    <w:rsid w:val="00D707B4"/>
    <w:rsid w:val="00D7309B"/>
    <w:rsid w:val="00D75341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E3336"/>
    <w:rsid w:val="00DE43AB"/>
    <w:rsid w:val="00DF116B"/>
    <w:rsid w:val="00DF3D50"/>
    <w:rsid w:val="00E029F3"/>
    <w:rsid w:val="00E02C2C"/>
    <w:rsid w:val="00E0340C"/>
    <w:rsid w:val="00E06E70"/>
    <w:rsid w:val="00E114BC"/>
    <w:rsid w:val="00E16A4C"/>
    <w:rsid w:val="00E171B8"/>
    <w:rsid w:val="00E239B0"/>
    <w:rsid w:val="00E303FD"/>
    <w:rsid w:val="00E3300C"/>
    <w:rsid w:val="00E404FE"/>
    <w:rsid w:val="00E43C2F"/>
    <w:rsid w:val="00E43C3D"/>
    <w:rsid w:val="00E4656E"/>
    <w:rsid w:val="00E550C0"/>
    <w:rsid w:val="00E61921"/>
    <w:rsid w:val="00E676C3"/>
    <w:rsid w:val="00E749F2"/>
    <w:rsid w:val="00E814F7"/>
    <w:rsid w:val="00E932C8"/>
    <w:rsid w:val="00E95B73"/>
    <w:rsid w:val="00E9600A"/>
    <w:rsid w:val="00EA1337"/>
    <w:rsid w:val="00EA631C"/>
    <w:rsid w:val="00EA7B9C"/>
    <w:rsid w:val="00EB0DA9"/>
    <w:rsid w:val="00EC5991"/>
    <w:rsid w:val="00EC757B"/>
    <w:rsid w:val="00EE4DD9"/>
    <w:rsid w:val="00EE6ED9"/>
    <w:rsid w:val="00EE7F32"/>
    <w:rsid w:val="00EF0493"/>
    <w:rsid w:val="00EF1787"/>
    <w:rsid w:val="00EF18FD"/>
    <w:rsid w:val="00F0300D"/>
    <w:rsid w:val="00F0401D"/>
    <w:rsid w:val="00F1709B"/>
    <w:rsid w:val="00F2117B"/>
    <w:rsid w:val="00F21B47"/>
    <w:rsid w:val="00F267C9"/>
    <w:rsid w:val="00F27435"/>
    <w:rsid w:val="00F304BD"/>
    <w:rsid w:val="00F41606"/>
    <w:rsid w:val="00F42EA0"/>
    <w:rsid w:val="00F51F53"/>
    <w:rsid w:val="00F52A52"/>
    <w:rsid w:val="00F547C2"/>
    <w:rsid w:val="00F554FA"/>
    <w:rsid w:val="00F60526"/>
    <w:rsid w:val="00F63B84"/>
    <w:rsid w:val="00F65355"/>
    <w:rsid w:val="00F70A9F"/>
    <w:rsid w:val="00F70BB8"/>
    <w:rsid w:val="00F71C13"/>
    <w:rsid w:val="00F7244A"/>
    <w:rsid w:val="00F758D0"/>
    <w:rsid w:val="00F92D1D"/>
    <w:rsid w:val="00F94B26"/>
    <w:rsid w:val="00FA340B"/>
    <w:rsid w:val="00FA3767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07FD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uiPriority w:val="99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  <w:style w:type="paragraph" w:customStyle="1" w:styleId="doc-ti">
    <w:name w:val="doc-ti"/>
    <w:basedOn w:val="Navaden"/>
    <w:rsid w:val="005A455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5f1af22-b8d8-4a17-91a7-4f2e132de47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3375BB1C58FF42AD71FCF8606B1E86" ma:contentTypeVersion="13" ma:contentTypeDescription="Ustvari nov dokument." ma:contentTypeScope="" ma:versionID="f043f245b8e908d2cb425b2d4231aeeb">
  <xsd:schema xmlns:xsd="http://www.w3.org/2001/XMLSchema" xmlns:xs="http://www.w3.org/2001/XMLSchema" xmlns:p="http://schemas.microsoft.com/office/2006/metadata/properties" xmlns:ns3="75f1af22-b8d8-4a17-91a7-4f2e132de472" xmlns:ns4="bb13e6ca-d7fc-478d-809f-9ed7c4ee7391" targetNamespace="http://schemas.microsoft.com/office/2006/metadata/properties" ma:root="true" ma:fieldsID="9c7f6347eea7c59b3eb72ae3d4e2760a" ns3:_="" ns4:_="">
    <xsd:import namespace="75f1af22-b8d8-4a17-91a7-4f2e132de472"/>
    <xsd:import namespace="bb13e6ca-d7fc-478d-809f-9ed7c4ee739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f1af22-b8d8-4a17-91a7-4f2e132de4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13e6ca-d7fc-478d-809f-9ed7c4ee739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Razprševanje namiga za skupno rab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239FF8D-6AC8-4274-8616-158011624C37}">
  <ds:schemaRefs>
    <ds:schemaRef ds:uri="http://schemas.microsoft.com/office/2006/documentManagement/types"/>
    <ds:schemaRef ds:uri="http://schemas.microsoft.com/office/infopath/2007/PartnerControls"/>
    <ds:schemaRef ds:uri="75f1af22-b8d8-4a17-91a7-4f2e132de472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bb13e6ca-d7fc-478d-809f-9ed7c4ee739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86E76A-8B74-4522-8038-1B339A8E4A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f1af22-b8d8-4a17-91a7-4f2e132de472"/>
    <ds:schemaRef ds:uri="bb13e6ca-d7fc-478d-809f-9ed7c4ee73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B4437F-BCA6-4147-933D-15792F917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</Template>
  <TotalTime>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377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Igor PIGAC</cp:lastModifiedBy>
  <cp:revision>2</cp:revision>
  <cp:lastPrinted>2023-02-22T13:30:00Z</cp:lastPrinted>
  <dcterms:created xsi:type="dcterms:W3CDTF">2023-05-24T07:43:00Z</dcterms:created>
  <dcterms:modified xsi:type="dcterms:W3CDTF">2023-05-24T07:43:00Z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0x010100343375BB1C58FF42AD71FCF8606B1E86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  <property fmtid="{D5CDD505-2E9C-101B-9397-08002B2CF9AE}" pid="5" name="Order">
    <vt:r8>100</vt:r8>
  </property>
  <property fmtid="{D5CDD505-2E9C-101B-9397-08002B2CF9AE}" pid="6" name="MediaServiceImageTags">
    <vt:lpwstr/>
  </property>
</Properties>
</file>