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E76E11" w:rsidRPr="00D25C18" w14:paraId="603AB1AD" w14:textId="77777777" w:rsidTr="002823AF">
        <w:tc>
          <w:tcPr>
            <w:tcW w:w="4039" w:type="dxa"/>
            <w:shd w:val="clear" w:color="auto" w:fill="auto"/>
          </w:tcPr>
          <w:p w14:paraId="699CB390" w14:textId="77777777" w:rsidR="00E76E11" w:rsidRPr="0019099D" w:rsidRDefault="00E76E11" w:rsidP="002823AF">
            <w:pPr>
              <w:ind w:right="6"/>
              <w:jc w:val="both"/>
              <w:rPr>
                <w:rFonts w:cs="Arial"/>
                <w:color w:val="000000"/>
                <w:sz w:val="16"/>
                <w:szCs w:val="16"/>
              </w:rPr>
            </w:pPr>
            <w:bookmarkStart w:id="0" w:name="_Hlk119415211"/>
            <w:r>
              <w:rPr>
                <w:rFonts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  <w:shd w:val="clear" w:color="auto" w:fill="auto"/>
          </w:tcPr>
          <w:p w14:paraId="3BA18AF5" w14:textId="77777777" w:rsidR="00E76E11" w:rsidRPr="00D25C18" w:rsidRDefault="00E76E11" w:rsidP="002823A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shd w:val="clear" w:color="auto" w:fill="auto"/>
          </w:tcPr>
          <w:p w14:paraId="3F5CA535" w14:textId="73D6B6F8" w:rsidR="00E76E11" w:rsidRPr="00D25C18" w:rsidRDefault="00E76E11" w:rsidP="002823AF">
            <w:pPr>
              <w:jc w:val="right"/>
              <w:rPr>
                <w:rFonts w:cs="Arial"/>
                <w:sz w:val="16"/>
                <w:szCs w:val="16"/>
              </w:rPr>
            </w:pPr>
            <w:r w:rsidRPr="00D25C18">
              <w:rPr>
                <w:rFonts w:cs="Arial"/>
                <w:sz w:val="16"/>
                <w:szCs w:val="16"/>
              </w:rPr>
              <w:t>OBR</w:t>
            </w:r>
            <w:r w:rsidR="00AE534B">
              <w:rPr>
                <w:rFonts w:cs="Arial"/>
                <w:sz w:val="16"/>
                <w:szCs w:val="16"/>
              </w:rPr>
              <w:t>.</w:t>
            </w:r>
            <w:r w:rsidRPr="00D25C18">
              <w:rPr>
                <w:rFonts w:cs="Arial"/>
                <w:sz w:val="16"/>
                <w:szCs w:val="16"/>
              </w:rPr>
              <w:t xml:space="preserve"> </w:t>
            </w:r>
            <w:r w:rsidR="00895E02">
              <w:rPr>
                <w:rFonts w:cs="Arial"/>
                <w:sz w:val="16"/>
                <w:szCs w:val="16"/>
              </w:rPr>
              <w:t>3</w:t>
            </w:r>
          </w:p>
        </w:tc>
      </w:tr>
    </w:tbl>
    <w:p w14:paraId="6620EF9B" w14:textId="77777777" w:rsidR="00E76E11" w:rsidRDefault="00E76E11" w:rsidP="00DB46BF">
      <w:pPr>
        <w:rPr>
          <w:rFonts w:ascii="Arial" w:hAnsi="Arial" w:cs="Arial"/>
          <w:sz w:val="20"/>
          <w:szCs w:val="20"/>
        </w:rPr>
      </w:pPr>
    </w:p>
    <w:p w14:paraId="06238F53" w14:textId="01D38895" w:rsidR="00DB46BF" w:rsidRPr="005C140C" w:rsidRDefault="00DB46BF" w:rsidP="00DB46BF">
      <w:pPr>
        <w:rPr>
          <w:rFonts w:ascii="Arial" w:hAnsi="Arial" w:cs="Arial"/>
          <w:sz w:val="20"/>
          <w:szCs w:val="20"/>
        </w:rPr>
      </w:pPr>
      <w:r w:rsidRPr="005C140C">
        <w:rPr>
          <w:rFonts w:ascii="Arial" w:hAnsi="Arial" w:cs="Arial"/>
          <w:sz w:val="20"/>
          <w:szCs w:val="20"/>
        </w:rPr>
        <w:t>ŠT. ODOS:</w:t>
      </w:r>
      <w:r w:rsidR="00206009">
        <w:rPr>
          <w:rFonts w:ascii="Arial" w:hAnsi="Arial" w:cs="Arial"/>
          <w:sz w:val="20"/>
          <w:szCs w:val="20"/>
        </w:rPr>
        <w:t xml:space="preserve"> 3041-00</w:t>
      </w:r>
      <w:r w:rsidR="006617D8">
        <w:rPr>
          <w:rFonts w:ascii="Arial" w:hAnsi="Arial" w:cs="Arial"/>
          <w:sz w:val="20"/>
          <w:szCs w:val="20"/>
        </w:rPr>
        <w:t>10/2025</w:t>
      </w:r>
      <w:r w:rsidRPr="005C140C">
        <w:rPr>
          <w:rFonts w:ascii="Arial" w:hAnsi="Arial" w:cs="Arial"/>
          <w:sz w:val="20"/>
          <w:szCs w:val="20"/>
        </w:rPr>
        <w:tab/>
      </w:r>
      <w:r w:rsidRPr="005C140C">
        <w:rPr>
          <w:rFonts w:ascii="Arial" w:hAnsi="Arial" w:cs="Arial"/>
          <w:sz w:val="20"/>
          <w:szCs w:val="20"/>
        </w:rPr>
        <w:tab/>
      </w:r>
      <w:r w:rsidR="005C140C">
        <w:rPr>
          <w:rFonts w:ascii="Arial" w:hAnsi="Arial" w:cs="Arial"/>
          <w:sz w:val="20"/>
          <w:szCs w:val="20"/>
        </w:rPr>
        <w:tab/>
      </w:r>
    </w:p>
    <w:p w14:paraId="616D029A" w14:textId="049622D5" w:rsidR="00361454" w:rsidRPr="005C140C" w:rsidRDefault="00361454" w:rsidP="00361454">
      <w:pPr>
        <w:rPr>
          <w:rFonts w:ascii="Arial" w:hAnsi="Arial" w:cs="Arial"/>
          <w:sz w:val="20"/>
          <w:szCs w:val="20"/>
        </w:rPr>
      </w:pPr>
      <w:r w:rsidRPr="005C140C">
        <w:rPr>
          <w:rFonts w:ascii="Arial" w:hAnsi="Arial" w:cs="Arial"/>
          <w:sz w:val="20"/>
          <w:szCs w:val="20"/>
        </w:rPr>
        <w:t xml:space="preserve">DATUM: </w:t>
      </w:r>
      <w:r w:rsidR="006617D8">
        <w:rPr>
          <w:rFonts w:ascii="Arial" w:hAnsi="Arial" w:cs="Arial"/>
          <w:sz w:val="20"/>
          <w:szCs w:val="20"/>
        </w:rPr>
        <w:t>10</w:t>
      </w:r>
      <w:r w:rsidR="00ED5972">
        <w:rPr>
          <w:rFonts w:ascii="Arial" w:hAnsi="Arial" w:cs="Arial"/>
          <w:sz w:val="20"/>
          <w:szCs w:val="20"/>
        </w:rPr>
        <w:t>.</w:t>
      </w:r>
      <w:r w:rsidR="00803627">
        <w:rPr>
          <w:rFonts w:ascii="Arial" w:hAnsi="Arial" w:cs="Arial"/>
          <w:sz w:val="20"/>
          <w:szCs w:val="20"/>
        </w:rPr>
        <w:t xml:space="preserve"> </w:t>
      </w:r>
      <w:r w:rsidR="006617D8">
        <w:rPr>
          <w:rFonts w:ascii="Arial" w:hAnsi="Arial" w:cs="Arial"/>
          <w:sz w:val="20"/>
          <w:szCs w:val="20"/>
        </w:rPr>
        <w:t>3</w:t>
      </w:r>
      <w:r w:rsidR="007F5846">
        <w:rPr>
          <w:rFonts w:ascii="Arial" w:hAnsi="Arial" w:cs="Arial"/>
          <w:sz w:val="20"/>
          <w:szCs w:val="20"/>
        </w:rPr>
        <w:t>.</w:t>
      </w:r>
      <w:r w:rsidR="00803627">
        <w:rPr>
          <w:rFonts w:ascii="Arial" w:hAnsi="Arial" w:cs="Arial"/>
          <w:sz w:val="20"/>
          <w:szCs w:val="20"/>
        </w:rPr>
        <w:t xml:space="preserve"> </w:t>
      </w:r>
      <w:r w:rsidR="007F5846">
        <w:rPr>
          <w:rFonts w:ascii="Arial" w:hAnsi="Arial" w:cs="Arial"/>
          <w:sz w:val="20"/>
          <w:szCs w:val="20"/>
        </w:rPr>
        <w:t>202</w:t>
      </w:r>
      <w:r w:rsidR="006617D8">
        <w:rPr>
          <w:rFonts w:ascii="Arial" w:hAnsi="Arial" w:cs="Arial"/>
          <w:sz w:val="20"/>
          <w:szCs w:val="20"/>
        </w:rPr>
        <w:t>5</w:t>
      </w:r>
    </w:p>
    <w:bookmarkEnd w:id="0"/>
    <w:p w14:paraId="4847C436" w14:textId="77777777" w:rsidR="00361454" w:rsidRPr="00361454" w:rsidRDefault="00361454" w:rsidP="00361454">
      <w:pPr>
        <w:rPr>
          <w:rFonts w:ascii="Arial" w:hAnsi="Arial" w:cs="Arial"/>
          <w:b/>
          <w:i/>
          <w:sz w:val="22"/>
          <w:szCs w:val="22"/>
        </w:rPr>
      </w:pPr>
    </w:p>
    <w:p w14:paraId="043F21CA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04FFF184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69E11218" w14:textId="3710EC6D" w:rsidR="00361454" w:rsidRPr="00361454" w:rsidRDefault="00361454" w:rsidP="00361454">
      <w:pPr>
        <w:jc w:val="center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b/>
          <w:sz w:val="22"/>
          <w:szCs w:val="22"/>
        </w:rPr>
        <w:t xml:space="preserve">PODATKI O </w:t>
      </w:r>
      <w:r w:rsidR="004358F4">
        <w:rPr>
          <w:rFonts w:ascii="Arial" w:hAnsi="Arial" w:cs="Arial"/>
          <w:b/>
          <w:sz w:val="22"/>
          <w:szCs w:val="22"/>
        </w:rPr>
        <w:t>PONUDNIKU</w:t>
      </w:r>
    </w:p>
    <w:p w14:paraId="7A8004F2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361454" w:rsidRPr="00361454" w14:paraId="25BA15B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BD24" w14:textId="0D9E993E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Naziv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00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42B8D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06ADAA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6F0F" w14:textId="1869A8CE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Naslov sedeža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608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20D3D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3408EE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4D4C" w14:textId="354DF9A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Matična številka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424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37D70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D2F61E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A3E3" w14:textId="0B6F3A3D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Davčna številka  (ID št. za DDV)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3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CE1CAF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04FA082E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DBC5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Številka transakcijskega računa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EA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68CFD6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A19AE0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9279" w14:textId="4519DCF9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Poslovna banka in enota pri kateri je odprt TRR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E38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A18F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50CE4406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8BE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Zakoniti zastopnik:</w:t>
            </w:r>
          </w:p>
          <w:p w14:paraId="3F45A69D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6E15B29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bookmarkStart w:id="1" w:name="_GoBack"/>
            <w:bookmarkEnd w:id="1"/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5172529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94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C0501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B48BBFF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6BB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Odgovorna oseba za podpis pogodbe:</w:t>
            </w:r>
          </w:p>
          <w:p w14:paraId="6E74A3D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0BBE6BF1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233FA15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79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1ADAC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745806F7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F117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Skrbnik pogodbe:</w:t>
            </w:r>
          </w:p>
          <w:p w14:paraId="420DD5D3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27D0CAA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0FFB620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707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FFE2E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B0FD81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FA172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15B0C380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280A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Kontaktna oseba za izvedbo naročila:</w:t>
            </w:r>
          </w:p>
          <w:p w14:paraId="36DD00A5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576E7AE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446DDC4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93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AA5B3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791E7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92E03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48C258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37547054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p w14:paraId="3D660F7F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0F6D51D5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           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Podpis zakonitega zastopnika</w:t>
      </w:r>
    </w:p>
    <w:p w14:paraId="6FE911EC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5B6177C1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48B80526" w14:textId="77777777" w:rsidR="00AC7136" w:rsidRPr="00361454" w:rsidRDefault="00AC7136" w:rsidP="00361454">
      <w:pPr>
        <w:rPr>
          <w:rFonts w:ascii="Arial" w:hAnsi="Arial" w:cs="Arial"/>
          <w:sz w:val="22"/>
          <w:szCs w:val="22"/>
        </w:rPr>
      </w:pPr>
    </w:p>
    <w:sectPr w:rsidR="00AC7136" w:rsidRPr="00361454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5566D" w14:textId="77777777" w:rsidR="00955C14" w:rsidRDefault="00955C14">
      <w:r>
        <w:separator/>
      </w:r>
    </w:p>
  </w:endnote>
  <w:endnote w:type="continuationSeparator" w:id="0">
    <w:p w14:paraId="74C39BE9" w14:textId="77777777" w:rsidR="00955C14" w:rsidRDefault="00955C14">
      <w:r>
        <w:continuationSeparator/>
      </w:r>
    </w:p>
  </w:endnote>
  <w:endnote w:type="continuationNotice" w:id="1">
    <w:p w14:paraId="50081D09" w14:textId="77777777" w:rsidR="00955C14" w:rsidRDefault="00955C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0C32FE85" w:rsidR="00955C14" w:rsidRPr="00EE6ED9" w:rsidRDefault="00955C14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955C14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955C14" w:rsidRPr="005A785E" w:rsidRDefault="00955C14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67134CBC" w:rsidR="00955C14" w:rsidRPr="00EE6ED9" w:rsidRDefault="00955C14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4E71D4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4E71D4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955C14" w:rsidRPr="00FC6CF0" w:rsidRDefault="00955C14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529E2" w14:textId="77777777" w:rsidR="00955C14" w:rsidRDefault="00955C14">
      <w:r>
        <w:separator/>
      </w:r>
    </w:p>
  </w:footnote>
  <w:footnote w:type="continuationSeparator" w:id="0">
    <w:p w14:paraId="7298E8D1" w14:textId="77777777" w:rsidR="00955C14" w:rsidRDefault="00955C14">
      <w:r>
        <w:continuationSeparator/>
      </w:r>
    </w:p>
  </w:footnote>
  <w:footnote w:type="continuationNotice" w:id="1">
    <w:p w14:paraId="007D5A78" w14:textId="77777777" w:rsidR="00955C14" w:rsidRDefault="00955C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955C14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955C14" w:rsidRPr="00A04B00" w:rsidRDefault="00955C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2" w:name="OLE_LINK1"/>
          <w:bookmarkStart w:id="3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955C14" w:rsidRPr="00A04B00" w:rsidRDefault="00955C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955C14" w:rsidRPr="00A04B00" w:rsidRDefault="00955C14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955C14" w:rsidRPr="00C0552D" w:rsidRDefault="00955C14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955C14" w:rsidRPr="00C0552D" w:rsidRDefault="00955C14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955C14" w:rsidRPr="00A1445A" w:rsidRDefault="00955C1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955C14" w:rsidRDefault="00955C1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955C14" w:rsidRPr="00A1445A" w:rsidRDefault="004E71D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955C14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955C14" w:rsidRDefault="004E71D4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955C14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955C14" w:rsidRPr="00A1445A" w:rsidRDefault="00955C14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2"/>
    <w:bookmarkEnd w:id="3"/>
  </w:tbl>
  <w:p w14:paraId="04982E0B" w14:textId="77777777" w:rsidR="00955C14" w:rsidRPr="00FC6CF0" w:rsidRDefault="00955C14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20113F"/>
    <w:multiLevelType w:val="hybridMultilevel"/>
    <w:tmpl w:val="B53AF1FA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5"/>
  </w:num>
  <w:num w:numId="6">
    <w:abstractNumId w:val="6"/>
  </w:num>
  <w:num w:numId="7">
    <w:abstractNumId w:val="18"/>
  </w:num>
  <w:num w:numId="8">
    <w:abstractNumId w:val="7"/>
  </w:num>
  <w:num w:numId="9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"/>
  </w:num>
  <w:num w:numId="16">
    <w:abstractNumId w:val="12"/>
  </w:num>
  <w:num w:numId="17">
    <w:abstractNumId w:val="0"/>
  </w:num>
  <w:num w:numId="18">
    <w:abstractNumId w:val="3"/>
  </w:num>
  <w:num w:numId="19">
    <w:abstractNumId w:val="17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974FD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06009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23AF"/>
    <w:rsid w:val="00283EE6"/>
    <w:rsid w:val="00285B81"/>
    <w:rsid w:val="00297988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02B"/>
    <w:rsid w:val="00326834"/>
    <w:rsid w:val="00346224"/>
    <w:rsid w:val="0035043A"/>
    <w:rsid w:val="00361454"/>
    <w:rsid w:val="00367250"/>
    <w:rsid w:val="00370866"/>
    <w:rsid w:val="0037231D"/>
    <w:rsid w:val="00373B58"/>
    <w:rsid w:val="00380F90"/>
    <w:rsid w:val="003A4375"/>
    <w:rsid w:val="003B36FC"/>
    <w:rsid w:val="003B4978"/>
    <w:rsid w:val="003C0B6A"/>
    <w:rsid w:val="003C485B"/>
    <w:rsid w:val="003D1272"/>
    <w:rsid w:val="003D16FE"/>
    <w:rsid w:val="003D5FBC"/>
    <w:rsid w:val="003E4CFC"/>
    <w:rsid w:val="003E5C55"/>
    <w:rsid w:val="003F0DE7"/>
    <w:rsid w:val="003F4DE6"/>
    <w:rsid w:val="00406373"/>
    <w:rsid w:val="0043532D"/>
    <w:rsid w:val="004358F4"/>
    <w:rsid w:val="00441E28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0253"/>
    <w:rsid w:val="004D6B75"/>
    <w:rsid w:val="004E71D4"/>
    <w:rsid w:val="004F7C1C"/>
    <w:rsid w:val="0051745B"/>
    <w:rsid w:val="005255EB"/>
    <w:rsid w:val="005316C0"/>
    <w:rsid w:val="0053200C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140C"/>
    <w:rsid w:val="005C2C6A"/>
    <w:rsid w:val="005C4C41"/>
    <w:rsid w:val="005C71B5"/>
    <w:rsid w:val="005C7E8F"/>
    <w:rsid w:val="005D7E01"/>
    <w:rsid w:val="005F1763"/>
    <w:rsid w:val="005F182C"/>
    <w:rsid w:val="005F18A6"/>
    <w:rsid w:val="005F751D"/>
    <w:rsid w:val="006110C9"/>
    <w:rsid w:val="0061133D"/>
    <w:rsid w:val="00612663"/>
    <w:rsid w:val="006163B7"/>
    <w:rsid w:val="006315C1"/>
    <w:rsid w:val="006348E6"/>
    <w:rsid w:val="00650D3A"/>
    <w:rsid w:val="0065152F"/>
    <w:rsid w:val="00656D92"/>
    <w:rsid w:val="006617D8"/>
    <w:rsid w:val="00662D8F"/>
    <w:rsid w:val="0066332D"/>
    <w:rsid w:val="00670A28"/>
    <w:rsid w:val="00670D1D"/>
    <w:rsid w:val="00697B71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B3203"/>
    <w:rsid w:val="007D302C"/>
    <w:rsid w:val="007D4174"/>
    <w:rsid w:val="007E0866"/>
    <w:rsid w:val="007E31E3"/>
    <w:rsid w:val="007F3757"/>
    <w:rsid w:val="007F4AC2"/>
    <w:rsid w:val="007F5846"/>
    <w:rsid w:val="00803627"/>
    <w:rsid w:val="008155E7"/>
    <w:rsid w:val="00824D1D"/>
    <w:rsid w:val="00833AC6"/>
    <w:rsid w:val="00843739"/>
    <w:rsid w:val="00843B36"/>
    <w:rsid w:val="00847017"/>
    <w:rsid w:val="00882006"/>
    <w:rsid w:val="00895E02"/>
    <w:rsid w:val="00895F3B"/>
    <w:rsid w:val="008A757F"/>
    <w:rsid w:val="008B3D3B"/>
    <w:rsid w:val="008B4927"/>
    <w:rsid w:val="008C2AC2"/>
    <w:rsid w:val="008D6DCE"/>
    <w:rsid w:val="008E0DB9"/>
    <w:rsid w:val="008E64FA"/>
    <w:rsid w:val="008F18E7"/>
    <w:rsid w:val="008F3E2F"/>
    <w:rsid w:val="008F720B"/>
    <w:rsid w:val="00913CF8"/>
    <w:rsid w:val="00945B2B"/>
    <w:rsid w:val="00946104"/>
    <w:rsid w:val="009514DD"/>
    <w:rsid w:val="0095198A"/>
    <w:rsid w:val="00953938"/>
    <w:rsid w:val="00955C14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230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698A"/>
    <w:rsid w:val="00AC7136"/>
    <w:rsid w:val="00AC72E5"/>
    <w:rsid w:val="00AD3618"/>
    <w:rsid w:val="00AE534B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55168"/>
    <w:rsid w:val="00B661E3"/>
    <w:rsid w:val="00B86392"/>
    <w:rsid w:val="00B9309E"/>
    <w:rsid w:val="00B930C3"/>
    <w:rsid w:val="00B96957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E57BF"/>
    <w:rsid w:val="00CF12FC"/>
    <w:rsid w:val="00D05C1E"/>
    <w:rsid w:val="00D06278"/>
    <w:rsid w:val="00D2343D"/>
    <w:rsid w:val="00D278D4"/>
    <w:rsid w:val="00D30E51"/>
    <w:rsid w:val="00D40807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46BF"/>
    <w:rsid w:val="00DB5A10"/>
    <w:rsid w:val="00DF116B"/>
    <w:rsid w:val="00DF3D50"/>
    <w:rsid w:val="00E029F3"/>
    <w:rsid w:val="00E02C2C"/>
    <w:rsid w:val="00E0340C"/>
    <w:rsid w:val="00E06E70"/>
    <w:rsid w:val="00E13E5E"/>
    <w:rsid w:val="00E16A4C"/>
    <w:rsid w:val="00E3300C"/>
    <w:rsid w:val="00E43C3D"/>
    <w:rsid w:val="00E550C0"/>
    <w:rsid w:val="00E61921"/>
    <w:rsid w:val="00E676C3"/>
    <w:rsid w:val="00E749F2"/>
    <w:rsid w:val="00E76E11"/>
    <w:rsid w:val="00E932C8"/>
    <w:rsid w:val="00E95B73"/>
    <w:rsid w:val="00E9600A"/>
    <w:rsid w:val="00EA7B9C"/>
    <w:rsid w:val="00EB0DA9"/>
    <w:rsid w:val="00EC5991"/>
    <w:rsid w:val="00EC757B"/>
    <w:rsid w:val="00ED5972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9A0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C7FA1"/>
    <w:rsid w:val="00FD6770"/>
    <w:rsid w:val="00FD78FA"/>
    <w:rsid w:val="00FE34E9"/>
    <w:rsid w:val="00FE5C88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5f1af22-b8d8-4a17-91a7-4f2e132de47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3375BB1C58FF42AD71FCF8606B1E86" ma:contentTypeVersion="17" ma:contentTypeDescription="Ustvari nov dokument." ma:contentTypeScope="" ma:versionID="6a5d83b0d40379af1f03cf1377aac59f">
  <xsd:schema xmlns:xsd="http://www.w3.org/2001/XMLSchema" xmlns:xs="http://www.w3.org/2001/XMLSchema" xmlns:p="http://schemas.microsoft.com/office/2006/metadata/properties" xmlns:ns3="75f1af22-b8d8-4a17-91a7-4f2e132de472" xmlns:ns4="bb13e6ca-d7fc-478d-809f-9ed7c4ee7391" targetNamespace="http://schemas.microsoft.com/office/2006/metadata/properties" ma:root="true" ma:fieldsID="7c0a4204db42a94d47d5a3568b8a943a" ns3:_="" ns4:_="">
    <xsd:import namespace="75f1af22-b8d8-4a17-91a7-4f2e132de472"/>
    <xsd:import namespace="bb13e6ca-d7fc-478d-809f-9ed7c4ee73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f1af22-b8d8-4a17-91a7-4f2e132de4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13e6ca-d7fc-478d-809f-9ed7c4ee7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Razprševanje namiga za skupno rab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bb13e6ca-d7fc-478d-809f-9ed7c4ee7391"/>
    <ds:schemaRef ds:uri="http://schemas.microsoft.com/office/2006/documentManagement/types"/>
    <ds:schemaRef ds:uri="75f1af22-b8d8-4a17-91a7-4f2e132de472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29C01A-E811-47D9-AE02-F2A07CC16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f1af22-b8d8-4a17-91a7-4f2e132de472"/>
    <ds:schemaRef ds:uri="bb13e6ca-d7fc-478d-809f-9ed7c4ee73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2A3F4E-BD6E-40CE-A7AF-E96976872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38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616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Igor PIGAC</cp:lastModifiedBy>
  <cp:revision>1</cp:revision>
  <cp:lastPrinted>2023-09-13T08:56:00Z</cp:lastPrinted>
  <dcterms:created xsi:type="dcterms:W3CDTF">2020-01-30T11:21:00Z</dcterms:created>
  <dcterms:modified xsi:type="dcterms:W3CDTF">2025-03-13T09:10:00Z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0x010100343375BB1C58FF42AD71FCF8606B1E86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