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38" w:type="dxa"/>
        <w:tblLayout w:type="fixed"/>
        <w:tblLook w:val="01E0" w:firstRow="1" w:lastRow="1" w:firstColumn="1" w:lastColumn="1" w:noHBand="0" w:noVBand="0"/>
      </w:tblPr>
      <w:tblGrid>
        <w:gridCol w:w="4039"/>
        <w:gridCol w:w="1418"/>
        <w:gridCol w:w="3775"/>
      </w:tblGrid>
      <w:tr w:rsidR="00303960" w:rsidRPr="00EA5FFD" w14:paraId="0EB7A573" w14:textId="77777777" w:rsidTr="003C63B7">
        <w:tc>
          <w:tcPr>
            <w:tcW w:w="4039" w:type="dxa"/>
            <w:hideMark/>
          </w:tcPr>
          <w:p w14:paraId="59F86422" w14:textId="77777777" w:rsidR="00303960" w:rsidRPr="00EA5FFD" w:rsidRDefault="00303960" w:rsidP="003C63B7">
            <w:pPr>
              <w:ind w:right="6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A5FFD">
              <w:rPr>
                <w:rFonts w:ascii="Arial" w:hAnsi="Arial" w:cs="Arial"/>
                <w:color w:val="000000"/>
                <w:sz w:val="16"/>
                <w:szCs w:val="16"/>
              </w:rPr>
              <w:t>PRODAJA BLAGA</w:t>
            </w:r>
          </w:p>
        </w:tc>
        <w:tc>
          <w:tcPr>
            <w:tcW w:w="1418" w:type="dxa"/>
          </w:tcPr>
          <w:p w14:paraId="29264F09" w14:textId="77777777" w:rsidR="00303960" w:rsidRPr="00EA5FFD" w:rsidRDefault="00303960" w:rsidP="003C63B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5" w:type="dxa"/>
            <w:hideMark/>
          </w:tcPr>
          <w:p w14:paraId="3DB2C836" w14:textId="03AC16F7" w:rsidR="00303960" w:rsidRPr="00EA5FFD" w:rsidRDefault="00303960" w:rsidP="003C6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A5FFD">
              <w:rPr>
                <w:rFonts w:ascii="Arial" w:hAnsi="Arial" w:cs="Arial"/>
                <w:sz w:val="16"/>
                <w:szCs w:val="16"/>
              </w:rPr>
              <w:t>OBR</w:t>
            </w:r>
            <w:r w:rsidR="00960CD3">
              <w:rPr>
                <w:rFonts w:ascii="Arial" w:hAnsi="Arial" w:cs="Arial"/>
                <w:sz w:val="16"/>
                <w:szCs w:val="16"/>
              </w:rPr>
              <w:t>_</w:t>
            </w:r>
            <w:r w:rsidR="00961176" w:rsidRPr="00EA5FFD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</w:tbl>
    <w:p w14:paraId="0F2BE768" w14:textId="77777777" w:rsidR="00303960" w:rsidRPr="00EA5FFD" w:rsidRDefault="00303960" w:rsidP="00F47817">
      <w:pPr>
        <w:rPr>
          <w:rFonts w:ascii="Arial" w:hAnsi="Arial" w:cs="Arial"/>
          <w:sz w:val="6"/>
          <w:szCs w:val="6"/>
        </w:rPr>
      </w:pPr>
    </w:p>
    <w:p w14:paraId="032ADD6F" w14:textId="04759360" w:rsidR="00AC28EF" w:rsidRPr="00AB03D1" w:rsidRDefault="00F47817" w:rsidP="00F47817">
      <w:pPr>
        <w:rPr>
          <w:rFonts w:ascii="Arial" w:hAnsi="Arial" w:cs="Arial"/>
          <w:sz w:val="22"/>
          <w:szCs w:val="22"/>
        </w:rPr>
      </w:pPr>
      <w:r w:rsidRPr="00AB03D1">
        <w:rPr>
          <w:rFonts w:ascii="Arial" w:hAnsi="Arial" w:cs="Arial"/>
          <w:sz w:val="22"/>
          <w:szCs w:val="22"/>
        </w:rPr>
        <w:t>Š</w:t>
      </w:r>
      <w:r w:rsidR="00AC28EF" w:rsidRPr="00AB03D1">
        <w:rPr>
          <w:rFonts w:ascii="Arial" w:hAnsi="Arial" w:cs="Arial"/>
          <w:sz w:val="22"/>
          <w:szCs w:val="22"/>
        </w:rPr>
        <w:t>t</w:t>
      </w:r>
      <w:r w:rsidRPr="00AB03D1">
        <w:rPr>
          <w:rFonts w:ascii="Arial" w:hAnsi="Arial" w:cs="Arial"/>
          <w:sz w:val="22"/>
          <w:szCs w:val="22"/>
        </w:rPr>
        <w:t>. ODOS:</w:t>
      </w:r>
      <w:r w:rsidR="006D3873" w:rsidRPr="00AB03D1">
        <w:rPr>
          <w:rFonts w:ascii="Arial" w:hAnsi="Arial" w:cs="Arial"/>
          <w:sz w:val="22"/>
          <w:szCs w:val="22"/>
        </w:rPr>
        <w:t xml:space="preserve"> 3041-00</w:t>
      </w:r>
      <w:r w:rsidR="00441B4F" w:rsidRPr="00AB03D1">
        <w:rPr>
          <w:rFonts w:ascii="Arial" w:hAnsi="Arial" w:cs="Arial"/>
          <w:sz w:val="22"/>
          <w:szCs w:val="22"/>
        </w:rPr>
        <w:t>2</w:t>
      </w:r>
      <w:r w:rsidR="00AB03D1" w:rsidRPr="00AB03D1">
        <w:rPr>
          <w:rFonts w:ascii="Arial" w:hAnsi="Arial" w:cs="Arial"/>
          <w:sz w:val="22"/>
          <w:szCs w:val="22"/>
        </w:rPr>
        <w:t>2</w:t>
      </w:r>
      <w:r w:rsidR="00BB02FC" w:rsidRPr="00AB03D1">
        <w:rPr>
          <w:rFonts w:ascii="Arial" w:hAnsi="Arial" w:cs="Arial"/>
          <w:sz w:val="22"/>
          <w:szCs w:val="22"/>
        </w:rPr>
        <w:t>/2025</w:t>
      </w:r>
    </w:p>
    <w:p w14:paraId="49E1CF4E" w14:textId="2E2840E8" w:rsidR="00F47817" w:rsidRPr="00AB03D1" w:rsidRDefault="00AC28EF" w:rsidP="00F47817">
      <w:pPr>
        <w:rPr>
          <w:rFonts w:ascii="Arial" w:hAnsi="Arial" w:cs="Arial"/>
          <w:sz w:val="22"/>
          <w:szCs w:val="22"/>
        </w:rPr>
      </w:pPr>
      <w:r w:rsidRPr="00AB03D1">
        <w:rPr>
          <w:rFonts w:ascii="Arial" w:hAnsi="Arial" w:cs="Arial"/>
          <w:sz w:val="22"/>
          <w:szCs w:val="22"/>
        </w:rPr>
        <w:t>Št. BR: 2025-2</w:t>
      </w:r>
      <w:r w:rsidR="00AB03D1" w:rsidRPr="00AB03D1">
        <w:rPr>
          <w:rFonts w:ascii="Arial" w:hAnsi="Arial" w:cs="Arial"/>
          <w:sz w:val="22"/>
          <w:szCs w:val="22"/>
        </w:rPr>
        <w:t>67</w:t>
      </w:r>
      <w:r w:rsidR="00F47817" w:rsidRPr="00AB03D1">
        <w:rPr>
          <w:rFonts w:ascii="Arial" w:hAnsi="Arial" w:cs="Arial"/>
          <w:sz w:val="22"/>
          <w:szCs w:val="22"/>
        </w:rPr>
        <w:tab/>
      </w:r>
      <w:r w:rsidR="00F47817" w:rsidRPr="00AB03D1">
        <w:rPr>
          <w:rFonts w:ascii="Arial" w:hAnsi="Arial" w:cs="Arial"/>
          <w:sz w:val="22"/>
          <w:szCs w:val="22"/>
        </w:rPr>
        <w:tab/>
      </w:r>
      <w:r w:rsidR="00F47817" w:rsidRPr="00AB03D1">
        <w:rPr>
          <w:rFonts w:ascii="Arial" w:hAnsi="Arial" w:cs="Arial"/>
          <w:sz w:val="22"/>
          <w:szCs w:val="22"/>
        </w:rPr>
        <w:tab/>
      </w:r>
    </w:p>
    <w:p w14:paraId="57A44CC7" w14:textId="77777777" w:rsidR="00AD23DF" w:rsidRPr="00AB03D1" w:rsidRDefault="00AD23DF" w:rsidP="00F47817">
      <w:pPr>
        <w:rPr>
          <w:rFonts w:ascii="Arial" w:hAnsi="Arial" w:cs="Arial"/>
          <w:sz w:val="22"/>
          <w:szCs w:val="22"/>
        </w:rPr>
      </w:pPr>
    </w:p>
    <w:p w14:paraId="1DE5676D" w14:textId="7711B22A" w:rsidR="00FE7368" w:rsidRPr="00AB03D1" w:rsidRDefault="00200576" w:rsidP="00F47817">
      <w:pPr>
        <w:pStyle w:val="Naslov"/>
        <w:rPr>
          <w:sz w:val="22"/>
          <w:szCs w:val="22"/>
        </w:rPr>
      </w:pPr>
      <w:r w:rsidRPr="00AB03D1">
        <w:rPr>
          <w:sz w:val="22"/>
          <w:szCs w:val="22"/>
        </w:rPr>
        <w:t>PONUDBA</w:t>
      </w: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FE7368" w:rsidRPr="00AB03D1" w14:paraId="074040EB" w14:textId="77777777" w:rsidTr="0013305B">
        <w:tc>
          <w:tcPr>
            <w:tcW w:w="9060" w:type="dxa"/>
          </w:tcPr>
          <w:p w14:paraId="4FAEFD82" w14:textId="49CA9B82" w:rsidR="00FE7368" w:rsidRPr="00AB03D1" w:rsidRDefault="00FE7368" w:rsidP="0013305B">
            <w:pPr>
              <w:autoSpaceDE w:val="0"/>
              <w:autoSpaceDN w:val="0"/>
              <w:adjustRightInd w:val="0"/>
              <w:ind w:left="-105"/>
              <w:rPr>
                <w:rFonts w:ascii="Arial" w:hAnsi="Arial" w:cs="Arial"/>
                <w:b/>
                <w:bCs/>
                <w:color w:val="2C2C2C"/>
                <w:sz w:val="22"/>
                <w:szCs w:val="22"/>
              </w:rPr>
            </w:pPr>
            <w:r w:rsidRPr="00AB03D1">
              <w:rPr>
                <w:rFonts w:ascii="Arial" w:hAnsi="Arial" w:cs="Arial"/>
                <w:b/>
                <w:bCs/>
                <w:color w:val="2C2C2C"/>
                <w:sz w:val="22"/>
                <w:szCs w:val="22"/>
              </w:rPr>
              <w:t>PONUDNIK</w:t>
            </w:r>
            <w:r w:rsidR="0013305B" w:rsidRPr="00AB03D1">
              <w:rPr>
                <w:rFonts w:ascii="Arial" w:hAnsi="Arial" w:cs="Arial"/>
                <w:b/>
                <w:bCs/>
                <w:color w:val="2C2C2C"/>
                <w:sz w:val="22"/>
                <w:szCs w:val="22"/>
              </w:rPr>
              <w:t>:</w:t>
            </w:r>
          </w:p>
        </w:tc>
      </w:tr>
    </w:tbl>
    <w:p w14:paraId="47071EEF" w14:textId="77777777" w:rsidR="00FE7368" w:rsidRPr="00AB03D1" w:rsidRDefault="00FE7368" w:rsidP="00FE7368">
      <w:pPr>
        <w:autoSpaceDE w:val="0"/>
        <w:autoSpaceDN w:val="0"/>
        <w:adjustRightInd w:val="0"/>
        <w:rPr>
          <w:rFonts w:ascii="Arial" w:hAnsi="Arial" w:cs="Arial"/>
          <w:b/>
          <w:bCs/>
          <w:color w:val="2C2C2C"/>
          <w:sz w:val="22"/>
          <w:szCs w:val="22"/>
        </w:rPr>
      </w:pPr>
    </w:p>
    <w:p w14:paraId="773A8D10" w14:textId="49FB221E" w:rsidR="00FE7368" w:rsidRPr="00AB03D1" w:rsidRDefault="00AF3538" w:rsidP="00FE7368">
      <w:pPr>
        <w:autoSpaceDE w:val="0"/>
        <w:autoSpaceDN w:val="0"/>
        <w:adjustRightInd w:val="0"/>
        <w:rPr>
          <w:rFonts w:ascii="Arial" w:hAnsi="Arial" w:cs="Arial"/>
          <w:color w:val="727272"/>
          <w:sz w:val="22"/>
          <w:szCs w:val="22"/>
        </w:rPr>
      </w:pPr>
      <w:bookmarkStart w:id="0" w:name="_Hlk119656075"/>
      <w:r w:rsidRPr="00AB03D1">
        <w:rPr>
          <w:rFonts w:ascii="Arial" w:hAnsi="Arial" w:cs="Arial"/>
          <w:color w:val="2C2C2C"/>
          <w:sz w:val="22"/>
          <w:szCs w:val="22"/>
        </w:rPr>
        <w:t>Naziv ponudnika</w:t>
      </w:r>
      <w:r w:rsidR="00FE7368" w:rsidRPr="00AB03D1">
        <w:rPr>
          <w:rFonts w:ascii="Arial" w:hAnsi="Arial" w:cs="Arial"/>
          <w:color w:val="2C2C2C"/>
          <w:sz w:val="22"/>
          <w:szCs w:val="22"/>
        </w:rPr>
        <w:t>:</w:t>
      </w:r>
      <w:r w:rsidRPr="00AB03D1">
        <w:rPr>
          <w:rFonts w:ascii="Arial" w:hAnsi="Arial" w:cs="Arial"/>
          <w:color w:val="2C2C2C"/>
          <w:sz w:val="22"/>
          <w:szCs w:val="22"/>
        </w:rPr>
        <w:tab/>
      </w:r>
      <w:r w:rsidRPr="00AB03D1">
        <w:rPr>
          <w:rFonts w:ascii="Arial" w:hAnsi="Arial" w:cs="Arial"/>
          <w:color w:val="2C2C2C"/>
          <w:sz w:val="22"/>
          <w:szCs w:val="22"/>
        </w:rPr>
        <w:tab/>
      </w:r>
      <w:r w:rsidR="00FE7368" w:rsidRPr="00AB03D1">
        <w:rPr>
          <w:rFonts w:ascii="Arial" w:hAnsi="Arial" w:cs="Arial"/>
          <w:color w:val="838383"/>
          <w:sz w:val="22"/>
          <w:szCs w:val="22"/>
        </w:rPr>
        <w:t>____</w:t>
      </w:r>
      <w:r w:rsidR="00FE7368" w:rsidRPr="00AB03D1">
        <w:rPr>
          <w:rFonts w:ascii="Arial" w:hAnsi="Arial" w:cs="Arial"/>
          <w:color w:val="5A5A5A"/>
          <w:sz w:val="22"/>
          <w:szCs w:val="22"/>
        </w:rPr>
        <w:t>_______</w:t>
      </w:r>
      <w:r w:rsidR="00FE7368" w:rsidRPr="00AB03D1">
        <w:rPr>
          <w:rFonts w:ascii="Arial" w:hAnsi="Arial" w:cs="Arial"/>
          <w:color w:val="838383"/>
          <w:sz w:val="22"/>
          <w:szCs w:val="22"/>
        </w:rPr>
        <w:t>_______</w:t>
      </w:r>
      <w:r w:rsidR="00FE7368" w:rsidRPr="00AB03D1">
        <w:rPr>
          <w:rFonts w:ascii="Arial" w:hAnsi="Arial" w:cs="Arial"/>
          <w:color w:val="5A5A5A"/>
          <w:sz w:val="22"/>
          <w:szCs w:val="22"/>
        </w:rPr>
        <w:t>_________</w:t>
      </w:r>
      <w:r w:rsidRPr="00AB03D1">
        <w:rPr>
          <w:rFonts w:ascii="Arial" w:hAnsi="Arial" w:cs="Arial"/>
          <w:color w:val="5A5A5A"/>
          <w:sz w:val="22"/>
          <w:szCs w:val="22"/>
          <w:u w:val="single"/>
        </w:rPr>
        <w:tab/>
      </w:r>
      <w:r w:rsidRPr="00AB03D1">
        <w:rPr>
          <w:rFonts w:ascii="Arial" w:hAnsi="Arial" w:cs="Arial"/>
          <w:color w:val="5A5A5A"/>
          <w:sz w:val="22"/>
          <w:szCs w:val="22"/>
          <w:u w:val="single"/>
        </w:rPr>
        <w:tab/>
      </w:r>
    </w:p>
    <w:p w14:paraId="1C42A1A4" w14:textId="77777777" w:rsidR="00FE7368" w:rsidRPr="00AB03D1" w:rsidRDefault="00FE7368" w:rsidP="00FE7368">
      <w:pPr>
        <w:autoSpaceDE w:val="0"/>
        <w:autoSpaceDN w:val="0"/>
        <w:adjustRightInd w:val="0"/>
        <w:rPr>
          <w:rFonts w:ascii="Arial" w:hAnsi="Arial" w:cs="Arial"/>
          <w:color w:val="727272"/>
          <w:sz w:val="22"/>
          <w:szCs w:val="22"/>
        </w:rPr>
      </w:pPr>
    </w:p>
    <w:p w14:paraId="433FC9C0" w14:textId="7564430B" w:rsidR="00FE7368" w:rsidRPr="00AB03D1" w:rsidRDefault="00AF3538" w:rsidP="00FE7368">
      <w:pPr>
        <w:autoSpaceDE w:val="0"/>
        <w:autoSpaceDN w:val="0"/>
        <w:adjustRightInd w:val="0"/>
        <w:rPr>
          <w:rFonts w:ascii="Arial" w:hAnsi="Arial" w:cs="Arial"/>
          <w:color w:val="5A5A5A"/>
          <w:sz w:val="22"/>
          <w:szCs w:val="22"/>
        </w:rPr>
      </w:pPr>
      <w:r w:rsidRPr="00AB03D1">
        <w:rPr>
          <w:rFonts w:ascii="Arial" w:hAnsi="Arial" w:cs="Arial"/>
          <w:color w:val="2C2C2C"/>
          <w:sz w:val="22"/>
          <w:szCs w:val="22"/>
        </w:rPr>
        <w:t>Naslov sedeža</w:t>
      </w:r>
      <w:r w:rsidR="00FE7368" w:rsidRPr="00AB03D1">
        <w:rPr>
          <w:rFonts w:ascii="Arial" w:hAnsi="Arial" w:cs="Arial"/>
          <w:color w:val="2C2C2C"/>
          <w:sz w:val="22"/>
          <w:szCs w:val="22"/>
        </w:rPr>
        <w:t>:</w:t>
      </w:r>
      <w:r w:rsidRPr="00AB03D1">
        <w:rPr>
          <w:rFonts w:ascii="Arial" w:hAnsi="Arial" w:cs="Arial"/>
          <w:color w:val="2C2C2C"/>
          <w:sz w:val="22"/>
          <w:szCs w:val="22"/>
        </w:rPr>
        <w:tab/>
      </w:r>
      <w:r w:rsidRPr="00AB03D1">
        <w:rPr>
          <w:rFonts w:ascii="Arial" w:hAnsi="Arial" w:cs="Arial"/>
          <w:color w:val="2C2C2C"/>
          <w:sz w:val="22"/>
          <w:szCs w:val="22"/>
        </w:rPr>
        <w:tab/>
      </w:r>
      <w:r w:rsidR="00FE7368" w:rsidRPr="00AB03D1">
        <w:rPr>
          <w:rFonts w:ascii="Arial" w:hAnsi="Arial" w:cs="Arial"/>
          <w:color w:val="838383"/>
          <w:sz w:val="22"/>
          <w:szCs w:val="22"/>
        </w:rPr>
        <w:t>____</w:t>
      </w:r>
      <w:r w:rsidR="00FE7368" w:rsidRPr="00AB03D1">
        <w:rPr>
          <w:rFonts w:ascii="Arial" w:hAnsi="Arial" w:cs="Arial"/>
          <w:color w:val="5A5A5A"/>
          <w:sz w:val="22"/>
          <w:szCs w:val="22"/>
        </w:rPr>
        <w:t>____</w:t>
      </w:r>
      <w:r w:rsidR="00FE7368" w:rsidRPr="00AB03D1">
        <w:rPr>
          <w:rFonts w:ascii="Arial" w:hAnsi="Arial" w:cs="Arial"/>
          <w:color w:val="838383"/>
          <w:sz w:val="22"/>
          <w:szCs w:val="22"/>
        </w:rPr>
        <w:t>____</w:t>
      </w:r>
      <w:r w:rsidR="00FE7368" w:rsidRPr="00AB03D1">
        <w:rPr>
          <w:rFonts w:ascii="Arial" w:hAnsi="Arial" w:cs="Arial"/>
          <w:color w:val="5A5A5A"/>
          <w:sz w:val="22"/>
          <w:szCs w:val="22"/>
        </w:rPr>
        <w:t>__________</w:t>
      </w:r>
      <w:r w:rsidR="00FE7368" w:rsidRPr="00AB03D1">
        <w:rPr>
          <w:rFonts w:ascii="Arial" w:hAnsi="Arial" w:cs="Arial"/>
          <w:color w:val="838383"/>
          <w:sz w:val="22"/>
          <w:szCs w:val="22"/>
        </w:rPr>
        <w:t>_____</w:t>
      </w:r>
      <w:r w:rsidR="00FE7368" w:rsidRPr="00AB03D1">
        <w:rPr>
          <w:rFonts w:ascii="Arial" w:hAnsi="Arial" w:cs="Arial"/>
          <w:color w:val="5A5A5A"/>
          <w:sz w:val="22"/>
          <w:szCs w:val="22"/>
        </w:rPr>
        <w:t>_______</w:t>
      </w:r>
    </w:p>
    <w:p w14:paraId="012B94EF" w14:textId="77777777" w:rsidR="00FE7368" w:rsidRPr="00AB03D1" w:rsidRDefault="00FE7368" w:rsidP="00FE7368">
      <w:pPr>
        <w:autoSpaceDE w:val="0"/>
        <w:autoSpaceDN w:val="0"/>
        <w:adjustRightInd w:val="0"/>
        <w:rPr>
          <w:rFonts w:ascii="Arial" w:hAnsi="Arial" w:cs="Arial"/>
          <w:color w:val="5A5A5A"/>
          <w:sz w:val="22"/>
          <w:szCs w:val="22"/>
        </w:rPr>
      </w:pPr>
    </w:p>
    <w:p w14:paraId="7FFD418E" w14:textId="5E009979" w:rsidR="00FE7368" w:rsidRPr="00AB03D1" w:rsidRDefault="00FE7368" w:rsidP="00FE7368">
      <w:pPr>
        <w:autoSpaceDE w:val="0"/>
        <w:autoSpaceDN w:val="0"/>
        <w:adjustRightInd w:val="0"/>
        <w:rPr>
          <w:rFonts w:ascii="Arial" w:hAnsi="Arial" w:cs="Arial"/>
          <w:color w:val="2C2C2C"/>
          <w:sz w:val="22"/>
          <w:szCs w:val="22"/>
        </w:rPr>
      </w:pPr>
      <w:r w:rsidRPr="00AB03D1">
        <w:rPr>
          <w:rFonts w:ascii="Arial" w:hAnsi="Arial" w:cs="Arial"/>
          <w:color w:val="2C2C2C"/>
          <w:sz w:val="22"/>
          <w:szCs w:val="22"/>
        </w:rPr>
        <w:t xml:space="preserve">Zakoniti zastopnik (za pravno osebo): </w:t>
      </w:r>
      <w:r w:rsidR="005748E2" w:rsidRPr="00AB03D1">
        <w:rPr>
          <w:rFonts w:ascii="Arial" w:hAnsi="Arial" w:cs="Arial"/>
          <w:color w:val="838383"/>
          <w:sz w:val="22"/>
          <w:szCs w:val="22"/>
        </w:rPr>
        <w:t>____</w:t>
      </w:r>
      <w:r w:rsidR="005748E2" w:rsidRPr="00AB03D1">
        <w:rPr>
          <w:rFonts w:ascii="Arial" w:hAnsi="Arial" w:cs="Arial"/>
          <w:color w:val="5A5A5A"/>
          <w:sz w:val="22"/>
          <w:szCs w:val="22"/>
        </w:rPr>
        <w:t>____</w:t>
      </w:r>
      <w:r w:rsidR="005748E2" w:rsidRPr="00AB03D1">
        <w:rPr>
          <w:rFonts w:ascii="Arial" w:hAnsi="Arial" w:cs="Arial"/>
          <w:color w:val="838383"/>
          <w:sz w:val="22"/>
          <w:szCs w:val="22"/>
        </w:rPr>
        <w:t>____</w:t>
      </w:r>
      <w:r w:rsidR="005748E2" w:rsidRPr="00AB03D1">
        <w:rPr>
          <w:rFonts w:ascii="Arial" w:hAnsi="Arial" w:cs="Arial"/>
          <w:color w:val="5A5A5A"/>
          <w:sz w:val="22"/>
          <w:szCs w:val="22"/>
        </w:rPr>
        <w:t>__________</w:t>
      </w:r>
      <w:r w:rsidR="005748E2" w:rsidRPr="00AB03D1">
        <w:rPr>
          <w:rFonts w:ascii="Arial" w:hAnsi="Arial" w:cs="Arial"/>
          <w:color w:val="838383"/>
          <w:sz w:val="22"/>
          <w:szCs w:val="22"/>
        </w:rPr>
        <w:t>_____</w:t>
      </w:r>
    </w:p>
    <w:bookmarkEnd w:id="0"/>
    <w:p w14:paraId="153B29F0" w14:textId="77777777" w:rsidR="00FE7368" w:rsidRPr="00AB03D1" w:rsidRDefault="00FE7368" w:rsidP="00FE7368">
      <w:pPr>
        <w:autoSpaceDE w:val="0"/>
        <w:autoSpaceDN w:val="0"/>
        <w:adjustRightInd w:val="0"/>
        <w:rPr>
          <w:rFonts w:ascii="Arial" w:hAnsi="Arial" w:cs="Arial"/>
          <w:color w:val="5A5A5A"/>
          <w:sz w:val="22"/>
          <w:szCs w:val="22"/>
        </w:rPr>
      </w:pPr>
    </w:p>
    <w:p w14:paraId="6AD6B505" w14:textId="32F0F7DD" w:rsidR="00200576" w:rsidRPr="00AB03D1" w:rsidRDefault="00200576" w:rsidP="00200576">
      <w:pPr>
        <w:jc w:val="both"/>
        <w:rPr>
          <w:rFonts w:ascii="Arial" w:hAnsi="Arial" w:cs="Arial"/>
          <w:sz w:val="22"/>
          <w:szCs w:val="22"/>
        </w:rPr>
      </w:pPr>
      <w:r w:rsidRPr="00AB03D1">
        <w:rPr>
          <w:rFonts w:ascii="Arial" w:hAnsi="Arial" w:cs="Arial"/>
          <w:sz w:val="22"/>
          <w:szCs w:val="22"/>
        </w:rPr>
        <w:t xml:space="preserve">Na podlagi dokumentacije, objavljene na spletni strani </w:t>
      </w:r>
      <w:hyperlink r:id="rId11" w:history="1">
        <w:r w:rsidRPr="00AB03D1">
          <w:rPr>
            <w:rStyle w:val="Hiperpovezava"/>
            <w:rFonts w:ascii="Arial" w:hAnsi="Arial" w:cs="Arial"/>
            <w:sz w:val="22"/>
            <w:szCs w:val="22"/>
          </w:rPr>
          <w:t>http://www.dbr.si</w:t>
        </w:r>
      </w:hyperlink>
      <w:r w:rsidRPr="00AB03D1">
        <w:rPr>
          <w:rFonts w:ascii="Arial" w:hAnsi="Arial" w:cs="Arial"/>
          <w:sz w:val="22"/>
          <w:szCs w:val="22"/>
        </w:rPr>
        <w:t xml:space="preserve">, se prijavljamo na </w:t>
      </w:r>
      <w:r w:rsidR="00AD23DF" w:rsidRPr="00AB03D1">
        <w:rPr>
          <w:rFonts w:ascii="Arial" w:hAnsi="Arial" w:cs="Arial"/>
          <w:sz w:val="22"/>
          <w:szCs w:val="22"/>
        </w:rPr>
        <w:t xml:space="preserve">javno </w:t>
      </w:r>
      <w:r w:rsidRPr="00AB03D1">
        <w:rPr>
          <w:rFonts w:ascii="Arial" w:hAnsi="Arial" w:cs="Arial"/>
          <w:sz w:val="22"/>
          <w:szCs w:val="22"/>
        </w:rPr>
        <w:t xml:space="preserve">zbiranje ponudb za odkup </w:t>
      </w:r>
      <w:r w:rsidR="00441B4F" w:rsidRPr="00AB03D1">
        <w:rPr>
          <w:rFonts w:ascii="Arial" w:hAnsi="Arial" w:cs="Arial"/>
          <w:sz w:val="22"/>
          <w:szCs w:val="22"/>
        </w:rPr>
        <w:t xml:space="preserve">_____________ (ponudnik vpiše </w:t>
      </w:r>
      <w:r w:rsidR="00A857AE" w:rsidRPr="00AB03D1">
        <w:rPr>
          <w:rFonts w:ascii="Arial" w:hAnsi="Arial" w:cs="Arial"/>
          <w:sz w:val="22"/>
          <w:szCs w:val="22"/>
        </w:rPr>
        <w:t>za kateri</w:t>
      </w:r>
      <w:r w:rsidR="00AC1CA0" w:rsidRPr="00AB03D1">
        <w:rPr>
          <w:rFonts w:ascii="Arial" w:hAnsi="Arial" w:cs="Arial"/>
          <w:sz w:val="22"/>
          <w:szCs w:val="22"/>
        </w:rPr>
        <w:t>/e</w:t>
      </w:r>
      <w:r w:rsidR="00A857AE" w:rsidRPr="00AB03D1">
        <w:rPr>
          <w:rFonts w:ascii="Arial" w:hAnsi="Arial" w:cs="Arial"/>
          <w:sz w:val="22"/>
          <w:szCs w:val="22"/>
        </w:rPr>
        <w:t xml:space="preserve"> sklop/e oddaja ponudbo) </w:t>
      </w:r>
      <w:r w:rsidRPr="00AB03D1">
        <w:rPr>
          <w:rFonts w:ascii="Arial" w:hAnsi="Arial" w:cs="Arial"/>
          <w:sz w:val="22"/>
          <w:szCs w:val="22"/>
        </w:rPr>
        <w:t>in prilagamo našo ponudbeno dokumentacijo v skladu z navodili za izdelavo ponudbe.</w:t>
      </w:r>
    </w:p>
    <w:p w14:paraId="5159D368" w14:textId="04565A50" w:rsidR="00E32855" w:rsidRPr="00AB03D1" w:rsidRDefault="00E32855" w:rsidP="00FE7368">
      <w:pPr>
        <w:rPr>
          <w:rFonts w:ascii="Arial" w:hAnsi="Arial" w:cs="Arial"/>
          <w:sz w:val="22"/>
          <w:szCs w:val="22"/>
        </w:rPr>
      </w:pPr>
    </w:p>
    <w:p w14:paraId="6B260A1C" w14:textId="7F70CFEF" w:rsidR="00200576" w:rsidRPr="00AB03D1" w:rsidRDefault="00200576" w:rsidP="00E416FC">
      <w:pPr>
        <w:pStyle w:val="Odstavekseznama"/>
        <w:numPr>
          <w:ilvl w:val="0"/>
          <w:numId w:val="15"/>
        </w:numPr>
        <w:autoSpaceDE w:val="0"/>
        <w:autoSpaceDN w:val="0"/>
        <w:adjustRightInd w:val="0"/>
        <w:ind w:left="360"/>
        <w:rPr>
          <w:rFonts w:ascii="Arial" w:hAnsi="Arial" w:cs="Arial"/>
          <w:b/>
          <w:bCs/>
          <w:color w:val="2C2C2C"/>
        </w:rPr>
      </w:pPr>
      <w:r w:rsidRPr="00AB03D1">
        <w:rPr>
          <w:rFonts w:ascii="Arial" w:hAnsi="Arial" w:cs="Arial"/>
          <w:b/>
          <w:bCs/>
          <w:color w:val="2C2C2C"/>
        </w:rPr>
        <w:t>PREDMET PONUDBE</w:t>
      </w:r>
    </w:p>
    <w:p w14:paraId="2330C25B" w14:textId="77777777" w:rsidR="00E32855" w:rsidRPr="00AB03D1" w:rsidRDefault="00E32855" w:rsidP="00E416FC">
      <w:pPr>
        <w:rPr>
          <w:rFonts w:ascii="Arial" w:hAnsi="Arial" w:cs="Arial"/>
          <w:i/>
          <w:sz w:val="22"/>
          <w:szCs w:val="22"/>
        </w:rPr>
      </w:pPr>
    </w:p>
    <w:p w14:paraId="51266588" w14:textId="0AE062AF" w:rsidR="00BB02FC" w:rsidRPr="00AB03D1" w:rsidRDefault="00107412" w:rsidP="00107412">
      <w:pPr>
        <w:rPr>
          <w:rFonts w:ascii="Arial" w:hAnsi="Arial" w:cs="Arial"/>
          <w:sz w:val="22"/>
          <w:szCs w:val="22"/>
        </w:rPr>
      </w:pPr>
      <w:r w:rsidRPr="00AB03D1">
        <w:rPr>
          <w:rFonts w:ascii="Arial" w:hAnsi="Arial" w:cs="Arial"/>
          <w:sz w:val="22"/>
          <w:szCs w:val="22"/>
        </w:rPr>
        <w:t xml:space="preserve">Predmet prodaje je </w:t>
      </w:r>
      <w:r w:rsidR="002943B2" w:rsidRPr="00AB03D1">
        <w:rPr>
          <w:rFonts w:ascii="Arial" w:hAnsi="Arial" w:cs="Arial"/>
          <w:sz w:val="22"/>
          <w:szCs w:val="22"/>
        </w:rPr>
        <w:t xml:space="preserve">podrobno </w:t>
      </w:r>
      <w:r w:rsidRPr="00AB03D1">
        <w:rPr>
          <w:rFonts w:ascii="Arial" w:hAnsi="Arial" w:cs="Arial"/>
          <w:sz w:val="22"/>
          <w:szCs w:val="22"/>
        </w:rPr>
        <w:t xml:space="preserve">definiran v </w:t>
      </w:r>
      <w:r w:rsidR="002943B2" w:rsidRPr="00AB03D1">
        <w:rPr>
          <w:rFonts w:ascii="Arial" w:hAnsi="Arial" w:cs="Arial"/>
          <w:sz w:val="22"/>
          <w:szCs w:val="22"/>
        </w:rPr>
        <w:t>Predračunu (OBR_9).</w:t>
      </w:r>
    </w:p>
    <w:p w14:paraId="0C2C0A6B" w14:textId="77777777" w:rsidR="002943B2" w:rsidRPr="00AB03D1" w:rsidRDefault="002943B2" w:rsidP="00107412">
      <w:pPr>
        <w:rPr>
          <w:rFonts w:ascii="Arial" w:hAnsi="Arial" w:cs="Arial"/>
          <w:sz w:val="22"/>
          <w:szCs w:val="22"/>
        </w:rPr>
      </w:pPr>
    </w:p>
    <w:p w14:paraId="2B7B1D5C" w14:textId="77777777" w:rsidR="00200576" w:rsidRPr="00AB03D1" w:rsidRDefault="00200576" w:rsidP="00E416FC">
      <w:pPr>
        <w:pStyle w:val="Odstavekseznama"/>
        <w:numPr>
          <w:ilvl w:val="0"/>
          <w:numId w:val="15"/>
        </w:numPr>
        <w:autoSpaceDE w:val="0"/>
        <w:autoSpaceDN w:val="0"/>
        <w:adjustRightInd w:val="0"/>
        <w:ind w:left="360"/>
        <w:rPr>
          <w:rFonts w:ascii="Arial" w:hAnsi="Arial" w:cs="Arial"/>
          <w:b/>
          <w:bCs/>
          <w:color w:val="2C2C2C"/>
        </w:rPr>
      </w:pPr>
      <w:r w:rsidRPr="00AB03D1">
        <w:rPr>
          <w:rFonts w:ascii="Arial" w:hAnsi="Arial" w:cs="Arial"/>
          <w:b/>
          <w:bCs/>
          <w:color w:val="2C2C2C"/>
        </w:rPr>
        <w:t>PONUDBENA CENA</w:t>
      </w:r>
    </w:p>
    <w:p w14:paraId="2D22212C" w14:textId="77777777" w:rsidR="00200576" w:rsidRPr="00AB03D1" w:rsidRDefault="00200576" w:rsidP="00E416FC">
      <w:pPr>
        <w:jc w:val="both"/>
        <w:rPr>
          <w:rFonts w:ascii="Arial" w:hAnsi="Arial" w:cs="Arial"/>
          <w:sz w:val="22"/>
          <w:szCs w:val="22"/>
        </w:rPr>
      </w:pPr>
    </w:p>
    <w:p w14:paraId="4B4F1103" w14:textId="32C0381C" w:rsidR="00E32855" w:rsidRPr="00AB03D1" w:rsidRDefault="00E32855" w:rsidP="00E416FC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  <w:r w:rsidRPr="00AB03D1">
        <w:rPr>
          <w:rFonts w:ascii="Arial" w:hAnsi="Arial" w:cs="Arial"/>
          <w:sz w:val="22"/>
          <w:szCs w:val="22"/>
        </w:rPr>
        <w:t xml:space="preserve">Odkupna cena </w:t>
      </w:r>
      <w:r w:rsidR="003C23CC">
        <w:rPr>
          <w:rFonts w:ascii="Arial" w:hAnsi="Arial" w:cs="Arial"/>
          <w:sz w:val="22"/>
          <w:szCs w:val="22"/>
        </w:rPr>
        <w:t>medicinsko-tehničnih sredstev</w:t>
      </w:r>
      <w:r w:rsidR="002803FA" w:rsidRPr="00AB03D1">
        <w:rPr>
          <w:rFonts w:ascii="Arial" w:hAnsi="Arial" w:cs="Arial"/>
          <w:sz w:val="22"/>
          <w:szCs w:val="22"/>
        </w:rPr>
        <w:t xml:space="preserve"> je podrobno </w:t>
      </w:r>
      <w:r w:rsidR="00435299" w:rsidRPr="00AB03D1">
        <w:rPr>
          <w:rFonts w:ascii="Arial" w:hAnsi="Arial" w:cs="Arial"/>
          <w:sz w:val="22"/>
          <w:szCs w:val="22"/>
        </w:rPr>
        <w:t>r</w:t>
      </w:r>
      <w:r w:rsidR="002803FA" w:rsidRPr="00AB03D1">
        <w:rPr>
          <w:rFonts w:ascii="Arial" w:hAnsi="Arial" w:cs="Arial"/>
          <w:sz w:val="22"/>
          <w:szCs w:val="22"/>
        </w:rPr>
        <w:t>azčlenjena v Predračunu (O</w:t>
      </w:r>
      <w:r w:rsidR="004D41D4" w:rsidRPr="00AB03D1">
        <w:rPr>
          <w:rFonts w:ascii="Arial" w:hAnsi="Arial" w:cs="Arial"/>
          <w:sz w:val="22"/>
          <w:szCs w:val="22"/>
        </w:rPr>
        <w:t>BR_</w:t>
      </w:r>
      <w:r w:rsidR="002803FA" w:rsidRPr="00AB03D1">
        <w:rPr>
          <w:rFonts w:ascii="Arial" w:hAnsi="Arial" w:cs="Arial"/>
          <w:sz w:val="22"/>
          <w:szCs w:val="22"/>
        </w:rPr>
        <w:t>9)</w:t>
      </w:r>
      <w:r w:rsidR="00A16F84" w:rsidRPr="00AB03D1">
        <w:rPr>
          <w:rFonts w:ascii="Arial" w:hAnsi="Arial" w:cs="Arial"/>
          <w:sz w:val="22"/>
          <w:szCs w:val="22"/>
        </w:rPr>
        <w:t>.</w:t>
      </w:r>
      <w:r w:rsidR="00F4713A" w:rsidRPr="00AB03D1">
        <w:rPr>
          <w:rFonts w:ascii="Arial" w:hAnsi="Arial" w:cs="Arial"/>
          <w:sz w:val="22"/>
          <w:szCs w:val="22"/>
        </w:rPr>
        <w:t xml:space="preserve"> </w:t>
      </w:r>
      <w:r w:rsidR="00E416FC" w:rsidRPr="00AB03D1">
        <w:rPr>
          <w:rFonts w:ascii="Arial" w:hAnsi="Arial" w:cs="Arial"/>
          <w:sz w:val="22"/>
          <w:szCs w:val="22"/>
        </w:rPr>
        <w:t xml:space="preserve">Skupna odkupna vrednost znaša </w:t>
      </w:r>
      <w:r w:rsidR="00F47817" w:rsidRPr="00AB03D1">
        <w:rPr>
          <w:rFonts w:ascii="Arial" w:hAnsi="Arial" w:cs="Arial"/>
          <w:sz w:val="22"/>
          <w:szCs w:val="22"/>
          <w:u w:val="single"/>
        </w:rPr>
        <w:tab/>
      </w:r>
      <w:r w:rsidR="00E719D0" w:rsidRPr="00AB03D1">
        <w:rPr>
          <w:rFonts w:ascii="Arial" w:hAnsi="Arial" w:cs="Arial"/>
          <w:sz w:val="22"/>
          <w:szCs w:val="22"/>
          <w:u w:val="single"/>
        </w:rPr>
        <w:tab/>
      </w:r>
      <w:r w:rsidRPr="00AB03D1">
        <w:rPr>
          <w:rFonts w:ascii="Arial" w:hAnsi="Arial" w:cs="Arial"/>
          <w:sz w:val="22"/>
          <w:szCs w:val="22"/>
        </w:rPr>
        <w:t xml:space="preserve"> </w:t>
      </w:r>
      <w:r w:rsidR="00E416FC" w:rsidRPr="00AB03D1">
        <w:rPr>
          <w:rFonts w:ascii="Arial" w:hAnsi="Arial" w:cs="Arial"/>
          <w:sz w:val="22"/>
          <w:szCs w:val="22"/>
        </w:rPr>
        <w:t>EU</w:t>
      </w:r>
      <w:r w:rsidR="000300C2" w:rsidRPr="00AB03D1">
        <w:rPr>
          <w:rFonts w:ascii="Arial" w:hAnsi="Arial" w:cs="Arial"/>
          <w:sz w:val="22"/>
          <w:szCs w:val="22"/>
        </w:rPr>
        <w:t>R</w:t>
      </w:r>
      <w:r w:rsidR="007D3330" w:rsidRPr="00AB03D1">
        <w:rPr>
          <w:rFonts w:ascii="Arial" w:hAnsi="Arial" w:cs="Arial"/>
          <w:sz w:val="22"/>
          <w:szCs w:val="22"/>
        </w:rPr>
        <w:t xml:space="preserve"> </w:t>
      </w:r>
      <w:r w:rsidR="00E416FC" w:rsidRPr="00AB03D1">
        <w:rPr>
          <w:rFonts w:ascii="Arial" w:hAnsi="Arial" w:cs="Arial"/>
          <w:sz w:val="22"/>
          <w:szCs w:val="22"/>
        </w:rPr>
        <w:t>brez DDV oziroma ____________ z DDV.</w:t>
      </w:r>
    </w:p>
    <w:p w14:paraId="40316DB6" w14:textId="77777777" w:rsidR="00F4713A" w:rsidRPr="00AB03D1" w:rsidRDefault="00F4713A" w:rsidP="00E416FC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1F4ABF0C" w14:textId="3548AD69" w:rsidR="00E32855" w:rsidRPr="00AB03D1" w:rsidRDefault="00E32855" w:rsidP="00E416FC">
      <w:pPr>
        <w:pStyle w:val="Telobesedila"/>
        <w:jc w:val="both"/>
        <w:rPr>
          <w:rFonts w:ascii="Arial" w:hAnsi="Arial" w:cs="Arial"/>
          <w:bCs/>
          <w:iCs/>
          <w:sz w:val="22"/>
          <w:szCs w:val="22"/>
        </w:rPr>
      </w:pPr>
      <w:r w:rsidRPr="00AB03D1">
        <w:rPr>
          <w:rFonts w:ascii="Arial" w:hAnsi="Arial" w:cs="Arial"/>
          <w:sz w:val="22"/>
          <w:szCs w:val="22"/>
        </w:rPr>
        <w:t>Cena mora vsebovati vse stroške (popuste in stroške dobave blaga, špediterske, prevozne, carinske ter vse morebitne druge stroške…), povezane z izvršitvijo tega naročila</w:t>
      </w:r>
      <w:r w:rsidRPr="00AB03D1">
        <w:rPr>
          <w:rFonts w:ascii="Arial" w:hAnsi="Arial" w:cs="Arial"/>
          <w:bCs/>
          <w:iCs/>
          <w:sz w:val="22"/>
          <w:szCs w:val="22"/>
        </w:rPr>
        <w:t xml:space="preserve">. </w:t>
      </w:r>
    </w:p>
    <w:p w14:paraId="57575A36" w14:textId="4F59F122" w:rsidR="002340BD" w:rsidRPr="00AB03D1" w:rsidRDefault="002340BD" w:rsidP="00E416FC">
      <w:pPr>
        <w:pStyle w:val="Telobesedila"/>
        <w:spacing w:after="0"/>
        <w:jc w:val="both"/>
        <w:rPr>
          <w:rFonts w:ascii="Arial" w:hAnsi="Arial" w:cs="Arial"/>
          <w:bCs/>
          <w:iCs/>
          <w:sz w:val="22"/>
          <w:szCs w:val="22"/>
        </w:rPr>
      </w:pPr>
    </w:p>
    <w:p w14:paraId="3B0ED673" w14:textId="1728DC5B" w:rsidR="00200576" w:rsidRPr="00AB03D1" w:rsidRDefault="00200576" w:rsidP="00E416FC">
      <w:pPr>
        <w:pStyle w:val="Odstavekseznama"/>
        <w:numPr>
          <w:ilvl w:val="0"/>
          <w:numId w:val="15"/>
        </w:numPr>
        <w:autoSpaceDE w:val="0"/>
        <w:autoSpaceDN w:val="0"/>
        <w:adjustRightInd w:val="0"/>
        <w:ind w:left="360"/>
        <w:rPr>
          <w:rFonts w:ascii="Arial" w:hAnsi="Arial" w:cs="Arial"/>
          <w:b/>
          <w:bCs/>
          <w:color w:val="2C2C2C"/>
        </w:rPr>
      </w:pPr>
      <w:r w:rsidRPr="00AB03D1">
        <w:rPr>
          <w:rFonts w:ascii="Arial" w:hAnsi="Arial" w:cs="Arial"/>
          <w:b/>
          <w:bCs/>
          <w:color w:val="2C2C2C"/>
        </w:rPr>
        <w:t xml:space="preserve">OPCIJA PONUDBE : </w:t>
      </w:r>
    </w:p>
    <w:p w14:paraId="159A52A6" w14:textId="77777777" w:rsidR="00E32855" w:rsidRPr="00AB03D1" w:rsidRDefault="00E32855" w:rsidP="00E416FC">
      <w:pPr>
        <w:jc w:val="both"/>
        <w:rPr>
          <w:rFonts w:ascii="Arial" w:hAnsi="Arial" w:cs="Arial"/>
          <w:i/>
          <w:sz w:val="22"/>
          <w:szCs w:val="22"/>
        </w:rPr>
      </w:pPr>
    </w:p>
    <w:p w14:paraId="52164044" w14:textId="5422B744" w:rsidR="00FE7368" w:rsidRPr="00AB03D1" w:rsidRDefault="00FE7368" w:rsidP="00E416FC">
      <w:pPr>
        <w:autoSpaceDE w:val="0"/>
        <w:autoSpaceDN w:val="0"/>
        <w:adjustRightInd w:val="0"/>
        <w:rPr>
          <w:rFonts w:ascii="Arial" w:hAnsi="Arial" w:cs="Arial"/>
          <w:color w:val="2C2C2C"/>
          <w:sz w:val="22"/>
          <w:szCs w:val="22"/>
        </w:rPr>
      </w:pPr>
      <w:r w:rsidRPr="00AB03D1">
        <w:rPr>
          <w:rFonts w:ascii="Arial" w:hAnsi="Arial" w:cs="Arial"/>
          <w:color w:val="2C2C2C"/>
          <w:sz w:val="22"/>
          <w:szCs w:val="22"/>
        </w:rPr>
        <w:t>Ponudba velja 30 dni od dneva odpiranja ponudb.</w:t>
      </w:r>
    </w:p>
    <w:p w14:paraId="7409D693" w14:textId="77777777" w:rsidR="0017266F" w:rsidRPr="00AB03D1" w:rsidRDefault="0017266F" w:rsidP="00E416FC">
      <w:pPr>
        <w:autoSpaceDE w:val="0"/>
        <w:autoSpaceDN w:val="0"/>
        <w:adjustRightInd w:val="0"/>
        <w:rPr>
          <w:rFonts w:ascii="Arial" w:hAnsi="Arial" w:cs="Arial"/>
          <w:color w:val="2C2C2C"/>
          <w:sz w:val="22"/>
          <w:szCs w:val="22"/>
        </w:rPr>
      </w:pPr>
    </w:p>
    <w:p w14:paraId="5EEDBA65" w14:textId="7119561F" w:rsidR="0017266F" w:rsidRPr="00AB03D1" w:rsidRDefault="0017266F" w:rsidP="00E416FC">
      <w:pPr>
        <w:autoSpaceDE w:val="0"/>
        <w:autoSpaceDN w:val="0"/>
        <w:adjustRightInd w:val="0"/>
        <w:rPr>
          <w:rFonts w:ascii="Arial" w:hAnsi="Arial" w:cs="Arial"/>
          <w:color w:val="2C2C2C"/>
          <w:sz w:val="22"/>
          <w:szCs w:val="22"/>
        </w:rPr>
      </w:pPr>
      <w:r w:rsidRPr="00AB03D1">
        <w:rPr>
          <w:rFonts w:ascii="Arial" w:hAnsi="Arial" w:cs="Arial"/>
          <w:color w:val="2C2C2C"/>
          <w:sz w:val="22"/>
          <w:szCs w:val="22"/>
        </w:rPr>
        <w:t>Kraj in datum: _______________</w:t>
      </w:r>
    </w:p>
    <w:p w14:paraId="5E64FEC6" w14:textId="77777777" w:rsidR="00E719D0" w:rsidRPr="00AB03D1" w:rsidRDefault="00E719D0" w:rsidP="00FE7368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2C2C2C"/>
          <w:sz w:val="22"/>
          <w:szCs w:val="22"/>
        </w:rPr>
      </w:pP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3"/>
        <w:gridCol w:w="5207"/>
      </w:tblGrid>
      <w:tr w:rsidR="00FE7368" w:rsidRPr="00AB03D1" w14:paraId="3AA0198A" w14:textId="77777777" w:rsidTr="00211374">
        <w:tc>
          <w:tcPr>
            <w:tcW w:w="4111" w:type="dxa"/>
          </w:tcPr>
          <w:p w14:paraId="65709E40" w14:textId="622C2F62" w:rsidR="00FE7368" w:rsidRPr="00AB03D1" w:rsidRDefault="00FE7368" w:rsidP="0017266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C2C2C"/>
                <w:sz w:val="22"/>
                <w:szCs w:val="22"/>
              </w:rPr>
            </w:pPr>
          </w:p>
        </w:tc>
        <w:tc>
          <w:tcPr>
            <w:tcW w:w="4959" w:type="dxa"/>
          </w:tcPr>
          <w:p w14:paraId="70490133" w14:textId="77777777" w:rsidR="00E719D0" w:rsidRPr="00AB03D1" w:rsidRDefault="00E719D0" w:rsidP="004352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C2C2C"/>
                <w:sz w:val="22"/>
                <w:szCs w:val="22"/>
              </w:rPr>
            </w:pPr>
          </w:p>
          <w:p w14:paraId="579CE2F8" w14:textId="2CFB8665" w:rsidR="00211374" w:rsidRPr="00AB03D1" w:rsidRDefault="00211374" w:rsidP="0021137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03D1">
              <w:rPr>
                <w:rFonts w:ascii="Arial" w:hAnsi="Arial" w:cs="Arial"/>
                <w:sz w:val="22"/>
                <w:szCs w:val="22"/>
              </w:rPr>
              <w:tab/>
            </w:r>
            <w:r w:rsidRPr="00AB03D1">
              <w:rPr>
                <w:rFonts w:ascii="Arial" w:hAnsi="Arial" w:cs="Arial"/>
                <w:sz w:val="22"/>
                <w:szCs w:val="22"/>
              </w:rPr>
              <w:tab/>
            </w:r>
            <w:r w:rsidRPr="00AB03D1">
              <w:rPr>
                <w:rFonts w:ascii="Arial" w:hAnsi="Arial" w:cs="Arial"/>
                <w:sz w:val="22"/>
                <w:szCs w:val="22"/>
              </w:rPr>
              <w:tab/>
            </w:r>
            <w:r w:rsidRPr="00AB03D1">
              <w:rPr>
                <w:rFonts w:ascii="Arial" w:hAnsi="Arial" w:cs="Arial"/>
                <w:sz w:val="22"/>
                <w:szCs w:val="22"/>
              </w:rPr>
              <w:tab/>
            </w:r>
            <w:r w:rsidRPr="00AB03D1">
              <w:rPr>
                <w:rFonts w:ascii="Arial" w:hAnsi="Arial" w:cs="Arial"/>
                <w:sz w:val="22"/>
                <w:szCs w:val="22"/>
              </w:rPr>
              <w:tab/>
            </w:r>
            <w:r w:rsidRPr="00AB03D1">
              <w:rPr>
                <w:rFonts w:ascii="Arial" w:hAnsi="Arial" w:cs="Arial"/>
                <w:sz w:val="22"/>
                <w:szCs w:val="22"/>
              </w:rPr>
              <w:tab/>
              <w:t>___________________________________</w:t>
            </w:r>
          </w:p>
          <w:p w14:paraId="29E112EF" w14:textId="772B2012" w:rsidR="00FE7368" w:rsidRPr="00AB03D1" w:rsidRDefault="00211374" w:rsidP="00F4713A">
            <w:pPr>
              <w:jc w:val="both"/>
              <w:rPr>
                <w:rFonts w:ascii="Arial" w:hAnsi="Arial" w:cs="Arial"/>
                <w:bCs/>
                <w:color w:val="2C2C2C"/>
                <w:sz w:val="22"/>
                <w:szCs w:val="22"/>
              </w:rPr>
            </w:pPr>
            <w:r w:rsidRPr="00AB03D1">
              <w:rPr>
                <w:rFonts w:ascii="Arial" w:hAnsi="Arial" w:cs="Arial"/>
                <w:sz w:val="22"/>
                <w:szCs w:val="22"/>
              </w:rPr>
              <w:tab/>
            </w:r>
            <w:r w:rsidR="00817BEC" w:rsidRPr="00AB03D1"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Pr="00AB03D1">
              <w:rPr>
                <w:rFonts w:ascii="Arial" w:hAnsi="Arial" w:cs="Arial"/>
                <w:sz w:val="22"/>
                <w:szCs w:val="22"/>
              </w:rPr>
              <w:t>Podpis zakonitega zastopnika in žig</w:t>
            </w:r>
          </w:p>
        </w:tc>
      </w:tr>
    </w:tbl>
    <w:p w14:paraId="0E004FBE" w14:textId="194A7AD4" w:rsidR="001A2FF0" w:rsidRPr="00AB03D1" w:rsidRDefault="001A2FF0" w:rsidP="004A6E60">
      <w:pPr>
        <w:rPr>
          <w:rFonts w:ascii="Arial" w:hAnsi="Arial" w:cs="Arial"/>
          <w:sz w:val="22"/>
          <w:szCs w:val="22"/>
        </w:rPr>
      </w:pPr>
    </w:p>
    <w:sectPr w:rsidR="001A2FF0" w:rsidRPr="00AB03D1" w:rsidSect="00EE6ED9"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5B684" w14:textId="77777777" w:rsidR="00D272E4" w:rsidRDefault="00D272E4">
      <w:r>
        <w:separator/>
      </w:r>
    </w:p>
  </w:endnote>
  <w:endnote w:type="continuationSeparator" w:id="0">
    <w:p w14:paraId="16222310" w14:textId="77777777" w:rsidR="00D272E4" w:rsidRDefault="00D272E4">
      <w:r>
        <w:continuationSeparator/>
      </w:r>
    </w:p>
  </w:endnote>
  <w:endnote w:type="continuationNotice" w:id="1">
    <w:p w14:paraId="6266B097" w14:textId="77777777" w:rsidR="00D272E4" w:rsidRDefault="00D272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A543F" w14:textId="3EF6CAFE" w:rsidR="003C63B7" w:rsidRPr="00EE6ED9" w:rsidRDefault="003C63B7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C63B7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3C63B7" w:rsidRPr="005A785E" w:rsidRDefault="003C63B7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2AA2EDF2" w:rsidR="003C63B7" w:rsidRPr="00EE6ED9" w:rsidRDefault="003C63B7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9F5A37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9F5A37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C63B7" w:rsidRPr="00FC6CF0" w:rsidRDefault="003C63B7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4709BE" w14:textId="77777777" w:rsidR="00D272E4" w:rsidRDefault="00D272E4">
      <w:r>
        <w:separator/>
      </w:r>
    </w:p>
  </w:footnote>
  <w:footnote w:type="continuationSeparator" w:id="0">
    <w:p w14:paraId="6F37BA67" w14:textId="77777777" w:rsidR="00D272E4" w:rsidRDefault="00D272E4">
      <w:r>
        <w:continuationSeparator/>
      </w:r>
    </w:p>
  </w:footnote>
  <w:footnote w:type="continuationNotice" w:id="1">
    <w:p w14:paraId="65A4F4F2" w14:textId="77777777" w:rsidR="00D272E4" w:rsidRDefault="00D272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C63B7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3C63B7" w:rsidRPr="00A04B00" w:rsidRDefault="003C63B7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3C63B7" w:rsidRPr="00A04B00" w:rsidRDefault="003C63B7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3C63B7" w:rsidRPr="00A04B00" w:rsidRDefault="003C63B7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C63B7" w:rsidRPr="00C0552D" w:rsidRDefault="003C63B7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106, SI-1000 Ljubljana</w:t>
          </w:r>
        </w:p>
        <w:p w14:paraId="7D7BEA67" w14:textId="77777777" w:rsidR="003C63B7" w:rsidRPr="00C0552D" w:rsidRDefault="003C63B7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C63B7" w:rsidRPr="00A1445A" w:rsidRDefault="003C63B7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2" name="Slika 2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3C63B7" w:rsidRDefault="003C63B7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C63B7" w:rsidRPr="00A1445A" w:rsidRDefault="003C63B7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C63B7" w:rsidRDefault="003C63B7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3C63B7" w:rsidRPr="00A1445A" w:rsidRDefault="003C63B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C63B7" w:rsidRPr="00FC6CF0" w:rsidRDefault="003C63B7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B6C2D"/>
    <w:multiLevelType w:val="hybridMultilevel"/>
    <w:tmpl w:val="14CE82DA"/>
    <w:lvl w:ilvl="0" w:tplc="1772B4B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54E18"/>
    <w:multiLevelType w:val="hybridMultilevel"/>
    <w:tmpl w:val="F51838D0"/>
    <w:lvl w:ilvl="0" w:tplc="605049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09F60BF"/>
    <w:multiLevelType w:val="hybridMultilevel"/>
    <w:tmpl w:val="757EE496"/>
    <w:lvl w:ilvl="0" w:tplc="0CB84244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E50454"/>
    <w:multiLevelType w:val="hybridMultilevel"/>
    <w:tmpl w:val="313C175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F4F12"/>
    <w:multiLevelType w:val="hybridMultilevel"/>
    <w:tmpl w:val="6DF27F16"/>
    <w:lvl w:ilvl="0" w:tplc="CC66DADA">
      <w:start w:val="4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C711E1F"/>
    <w:multiLevelType w:val="hybridMultilevel"/>
    <w:tmpl w:val="8958760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7D7108"/>
    <w:multiLevelType w:val="hybridMultilevel"/>
    <w:tmpl w:val="F01CF29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7CF1B1C"/>
    <w:multiLevelType w:val="hybridMultilevel"/>
    <w:tmpl w:val="72FE16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DC4DCD"/>
    <w:multiLevelType w:val="hybridMultilevel"/>
    <w:tmpl w:val="CA06BCDC"/>
    <w:lvl w:ilvl="0" w:tplc="8E5E51C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color w:val="auto"/>
        <w:sz w:val="22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69D5944"/>
    <w:multiLevelType w:val="hybridMultilevel"/>
    <w:tmpl w:val="5FE6753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17E3960"/>
    <w:multiLevelType w:val="hybridMultilevel"/>
    <w:tmpl w:val="DFECDA26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C47CF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A4D2D70"/>
    <w:multiLevelType w:val="hybridMultilevel"/>
    <w:tmpl w:val="98986F96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83681926">
    <w:abstractNumId w:val="7"/>
  </w:num>
  <w:num w:numId="2" w16cid:durableId="490487157">
    <w:abstractNumId w:val="0"/>
  </w:num>
  <w:num w:numId="3" w16cid:durableId="211819221">
    <w:abstractNumId w:val="13"/>
  </w:num>
  <w:num w:numId="4" w16cid:durableId="43332308">
    <w:abstractNumId w:val="8"/>
  </w:num>
  <w:num w:numId="5" w16cid:durableId="1983777367">
    <w:abstractNumId w:val="14"/>
  </w:num>
  <w:num w:numId="6" w16cid:durableId="1980916094">
    <w:abstractNumId w:val="6"/>
  </w:num>
  <w:num w:numId="7" w16cid:durableId="430511681">
    <w:abstractNumId w:val="9"/>
  </w:num>
  <w:num w:numId="8" w16cid:durableId="21438879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64136644">
    <w:abstractNumId w:val="1"/>
  </w:num>
  <w:num w:numId="10" w16cid:durableId="1358700932">
    <w:abstractNumId w:val="15"/>
  </w:num>
  <w:num w:numId="11" w16cid:durableId="1548103991">
    <w:abstractNumId w:val="10"/>
  </w:num>
  <w:num w:numId="12" w16cid:durableId="1953587896">
    <w:abstractNumId w:val="16"/>
  </w:num>
  <w:num w:numId="13" w16cid:durableId="1822233365">
    <w:abstractNumId w:val="17"/>
  </w:num>
  <w:num w:numId="14" w16cid:durableId="2142454620">
    <w:abstractNumId w:val="2"/>
  </w:num>
  <w:num w:numId="15" w16cid:durableId="252323332">
    <w:abstractNumId w:val="4"/>
  </w:num>
  <w:num w:numId="16" w16cid:durableId="1527910157">
    <w:abstractNumId w:val="12"/>
  </w:num>
  <w:num w:numId="17" w16cid:durableId="587537575">
    <w:abstractNumId w:val="3"/>
  </w:num>
  <w:num w:numId="18" w16cid:durableId="174668857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07569"/>
    <w:rsid w:val="00013B00"/>
    <w:rsid w:val="00013DF9"/>
    <w:rsid w:val="00013E00"/>
    <w:rsid w:val="00015B5A"/>
    <w:rsid w:val="00016BAB"/>
    <w:rsid w:val="00020FD6"/>
    <w:rsid w:val="00021680"/>
    <w:rsid w:val="0002767D"/>
    <w:rsid w:val="000300C2"/>
    <w:rsid w:val="00036A6D"/>
    <w:rsid w:val="000412BC"/>
    <w:rsid w:val="00041EB9"/>
    <w:rsid w:val="0004202F"/>
    <w:rsid w:val="00042D0E"/>
    <w:rsid w:val="00046CE2"/>
    <w:rsid w:val="00047AFC"/>
    <w:rsid w:val="0005065F"/>
    <w:rsid w:val="0005153D"/>
    <w:rsid w:val="000576FB"/>
    <w:rsid w:val="00095695"/>
    <w:rsid w:val="00096243"/>
    <w:rsid w:val="00096BE4"/>
    <w:rsid w:val="00097F61"/>
    <w:rsid w:val="000B43BE"/>
    <w:rsid w:val="000C1838"/>
    <w:rsid w:val="000C23A5"/>
    <w:rsid w:val="000C4583"/>
    <w:rsid w:val="000D40BA"/>
    <w:rsid w:val="000D76C2"/>
    <w:rsid w:val="000E1875"/>
    <w:rsid w:val="000E41E1"/>
    <w:rsid w:val="000E7050"/>
    <w:rsid w:val="00101B68"/>
    <w:rsid w:val="0010290E"/>
    <w:rsid w:val="001043EA"/>
    <w:rsid w:val="00105206"/>
    <w:rsid w:val="001062F6"/>
    <w:rsid w:val="00107412"/>
    <w:rsid w:val="001131D7"/>
    <w:rsid w:val="00114401"/>
    <w:rsid w:val="0012533E"/>
    <w:rsid w:val="001314C1"/>
    <w:rsid w:val="0013305B"/>
    <w:rsid w:val="001352C1"/>
    <w:rsid w:val="0014021F"/>
    <w:rsid w:val="00145ECC"/>
    <w:rsid w:val="00166414"/>
    <w:rsid w:val="0017047E"/>
    <w:rsid w:val="0017266F"/>
    <w:rsid w:val="0017296F"/>
    <w:rsid w:val="00174BFE"/>
    <w:rsid w:val="00175788"/>
    <w:rsid w:val="001820F9"/>
    <w:rsid w:val="00183318"/>
    <w:rsid w:val="001A192F"/>
    <w:rsid w:val="001A2FF0"/>
    <w:rsid w:val="001A7BD0"/>
    <w:rsid w:val="001B6FB2"/>
    <w:rsid w:val="001D16E0"/>
    <w:rsid w:val="001D694D"/>
    <w:rsid w:val="001F6F0F"/>
    <w:rsid w:val="00200576"/>
    <w:rsid w:val="0020233B"/>
    <w:rsid w:val="00211374"/>
    <w:rsid w:val="0021594F"/>
    <w:rsid w:val="00227FB0"/>
    <w:rsid w:val="00231CFA"/>
    <w:rsid w:val="002340BD"/>
    <w:rsid w:val="00235E41"/>
    <w:rsid w:val="002413BB"/>
    <w:rsid w:val="00241698"/>
    <w:rsid w:val="00251D3F"/>
    <w:rsid w:val="002618E0"/>
    <w:rsid w:val="002711AE"/>
    <w:rsid w:val="00273761"/>
    <w:rsid w:val="00277706"/>
    <w:rsid w:val="002803FA"/>
    <w:rsid w:val="002827A3"/>
    <w:rsid w:val="00283EE6"/>
    <w:rsid w:val="00285B81"/>
    <w:rsid w:val="00290CB8"/>
    <w:rsid w:val="002943B2"/>
    <w:rsid w:val="002A5DC6"/>
    <w:rsid w:val="002A6A46"/>
    <w:rsid w:val="002B28E0"/>
    <w:rsid w:val="002C64E4"/>
    <w:rsid w:val="002D6A3C"/>
    <w:rsid w:val="002D6C9B"/>
    <w:rsid w:val="002D78BC"/>
    <w:rsid w:val="002E1329"/>
    <w:rsid w:val="002E2FD3"/>
    <w:rsid w:val="002E36D0"/>
    <w:rsid w:val="002E519C"/>
    <w:rsid w:val="002E6B63"/>
    <w:rsid w:val="002F0041"/>
    <w:rsid w:val="002F469C"/>
    <w:rsid w:val="002F68A9"/>
    <w:rsid w:val="002F78DD"/>
    <w:rsid w:val="00301033"/>
    <w:rsid w:val="00303758"/>
    <w:rsid w:val="00303960"/>
    <w:rsid w:val="00315EE6"/>
    <w:rsid w:val="00325D8B"/>
    <w:rsid w:val="00326834"/>
    <w:rsid w:val="00346224"/>
    <w:rsid w:val="0035043A"/>
    <w:rsid w:val="00352AB7"/>
    <w:rsid w:val="00353357"/>
    <w:rsid w:val="00367250"/>
    <w:rsid w:val="00370866"/>
    <w:rsid w:val="0037231D"/>
    <w:rsid w:val="00373B58"/>
    <w:rsid w:val="00386D76"/>
    <w:rsid w:val="003A39D1"/>
    <w:rsid w:val="003A4375"/>
    <w:rsid w:val="003B36FC"/>
    <w:rsid w:val="003B4978"/>
    <w:rsid w:val="003B5373"/>
    <w:rsid w:val="003C0B6A"/>
    <w:rsid w:val="003C23CC"/>
    <w:rsid w:val="003C485B"/>
    <w:rsid w:val="003C63B7"/>
    <w:rsid w:val="003D1272"/>
    <w:rsid w:val="003D16FE"/>
    <w:rsid w:val="003D1E1E"/>
    <w:rsid w:val="003D4907"/>
    <w:rsid w:val="003E4CFC"/>
    <w:rsid w:val="003E5C55"/>
    <w:rsid w:val="003F0DE7"/>
    <w:rsid w:val="003F4DE6"/>
    <w:rsid w:val="00401FC8"/>
    <w:rsid w:val="00406373"/>
    <w:rsid w:val="00411736"/>
    <w:rsid w:val="00417527"/>
    <w:rsid w:val="00435299"/>
    <w:rsid w:val="0043532D"/>
    <w:rsid w:val="00441B4F"/>
    <w:rsid w:val="00445049"/>
    <w:rsid w:val="0044668A"/>
    <w:rsid w:val="004527D6"/>
    <w:rsid w:val="00455EB9"/>
    <w:rsid w:val="00456072"/>
    <w:rsid w:val="004720C5"/>
    <w:rsid w:val="0047643E"/>
    <w:rsid w:val="004801D0"/>
    <w:rsid w:val="00491213"/>
    <w:rsid w:val="00497AA4"/>
    <w:rsid w:val="004A0508"/>
    <w:rsid w:val="004A172D"/>
    <w:rsid w:val="004A6E60"/>
    <w:rsid w:val="004B065E"/>
    <w:rsid w:val="004C0EC3"/>
    <w:rsid w:val="004C1717"/>
    <w:rsid w:val="004C20A4"/>
    <w:rsid w:val="004D41D4"/>
    <w:rsid w:val="004D6B75"/>
    <w:rsid w:val="004D75F6"/>
    <w:rsid w:val="004E6F42"/>
    <w:rsid w:val="004F12CE"/>
    <w:rsid w:val="004F7C1C"/>
    <w:rsid w:val="0050159B"/>
    <w:rsid w:val="00503120"/>
    <w:rsid w:val="005077EB"/>
    <w:rsid w:val="0051745B"/>
    <w:rsid w:val="005255EB"/>
    <w:rsid w:val="005316C0"/>
    <w:rsid w:val="00537044"/>
    <w:rsid w:val="00537622"/>
    <w:rsid w:val="00546E33"/>
    <w:rsid w:val="00546F34"/>
    <w:rsid w:val="00550916"/>
    <w:rsid w:val="005608A6"/>
    <w:rsid w:val="00565D0C"/>
    <w:rsid w:val="00571E52"/>
    <w:rsid w:val="005724B4"/>
    <w:rsid w:val="00572A53"/>
    <w:rsid w:val="00572C81"/>
    <w:rsid w:val="005748E2"/>
    <w:rsid w:val="005753D9"/>
    <w:rsid w:val="0058399F"/>
    <w:rsid w:val="00597D0E"/>
    <w:rsid w:val="005A0CA7"/>
    <w:rsid w:val="005A455E"/>
    <w:rsid w:val="005A4ABF"/>
    <w:rsid w:val="005A785E"/>
    <w:rsid w:val="005B253B"/>
    <w:rsid w:val="005B3910"/>
    <w:rsid w:val="005C3894"/>
    <w:rsid w:val="005C4880"/>
    <w:rsid w:val="005C4C41"/>
    <w:rsid w:val="005C71B5"/>
    <w:rsid w:val="005C7E8F"/>
    <w:rsid w:val="005D45C0"/>
    <w:rsid w:val="005D6611"/>
    <w:rsid w:val="005D7037"/>
    <w:rsid w:val="005D7E01"/>
    <w:rsid w:val="005E6DE3"/>
    <w:rsid w:val="005F1763"/>
    <w:rsid w:val="005F18A6"/>
    <w:rsid w:val="005F751D"/>
    <w:rsid w:val="005F7D5A"/>
    <w:rsid w:val="006110C9"/>
    <w:rsid w:val="0061133D"/>
    <w:rsid w:val="00612663"/>
    <w:rsid w:val="006144B1"/>
    <w:rsid w:val="006163B7"/>
    <w:rsid w:val="00624AA1"/>
    <w:rsid w:val="006315C1"/>
    <w:rsid w:val="006348E6"/>
    <w:rsid w:val="00645CEF"/>
    <w:rsid w:val="00646D32"/>
    <w:rsid w:val="0065152F"/>
    <w:rsid w:val="00662D8F"/>
    <w:rsid w:val="0066332D"/>
    <w:rsid w:val="00670A28"/>
    <w:rsid w:val="00670D1D"/>
    <w:rsid w:val="006960C2"/>
    <w:rsid w:val="00697B71"/>
    <w:rsid w:val="006B5182"/>
    <w:rsid w:val="006D2FF5"/>
    <w:rsid w:val="006D3873"/>
    <w:rsid w:val="006D59F7"/>
    <w:rsid w:val="006E377F"/>
    <w:rsid w:val="006F3C72"/>
    <w:rsid w:val="006F44F5"/>
    <w:rsid w:val="006F481E"/>
    <w:rsid w:val="006F758E"/>
    <w:rsid w:val="007033C0"/>
    <w:rsid w:val="0073055A"/>
    <w:rsid w:val="007345D8"/>
    <w:rsid w:val="00734F36"/>
    <w:rsid w:val="007374BD"/>
    <w:rsid w:val="00741DF3"/>
    <w:rsid w:val="00743912"/>
    <w:rsid w:val="00744B63"/>
    <w:rsid w:val="007632FE"/>
    <w:rsid w:val="00766AC9"/>
    <w:rsid w:val="00767A5A"/>
    <w:rsid w:val="00780396"/>
    <w:rsid w:val="0078319E"/>
    <w:rsid w:val="00783525"/>
    <w:rsid w:val="007A108F"/>
    <w:rsid w:val="007A7ACF"/>
    <w:rsid w:val="007C1B38"/>
    <w:rsid w:val="007D2764"/>
    <w:rsid w:val="007D302C"/>
    <w:rsid w:val="007D3330"/>
    <w:rsid w:val="007D4174"/>
    <w:rsid w:val="007E0866"/>
    <w:rsid w:val="007E31E3"/>
    <w:rsid w:val="007E40CC"/>
    <w:rsid w:val="007F3757"/>
    <w:rsid w:val="007F4AC2"/>
    <w:rsid w:val="007F512B"/>
    <w:rsid w:val="008155E7"/>
    <w:rsid w:val="00817BEC"/>
    <w:rsid w:val="00824D1D"/>
    <w:rsid w:val="00825784"/>
    <w:rsid w:val="00827C09"/>
    <w:rsid w:val="0083015D"/>
    <w:rsid w:val="008317DD"/>
    <w:rsid w:val="00832B4F"/>
    <w:rsid w:val="00833AC6"/>
    <w:rsid w:val="00843739"/>
    <w:rsid w:val="00843B36"/>
    <w:rsid w:val="00847017"/>
    <w:rsid w:val="00847A0D"/>
    <w:rsid w:val="00860740"/>
    <w:rsid w:val="00871F1D"/>
    <w:rsid w:val="00877B6F"/>
    <w:rsid w:val="00882006"/>
    <w:rsid w:val="00885E0B"/>
    <w:rsid w:val="00895F3B"/>
    <w:rsid w:val="008A757F"/>
    <w:rsid w:val="008B3672"/>
    <w:rsid w:val="008B3D3B"/>
    <w:rsid w:val="008B4927"/>
    <w:rsid w:val="008C2AC2"/>
    <w:rsid w:val="008D6DCE"/>
    <w:rsid w:val="008E0DB9"/>
    <w:rsid w:val="008E64FA"/>
    <w:rsid w:val="008F27DD"/>
    <w:rsid w:val="008F3E2F"/>
    <w:rsid w:val="00903009"/>
    <w:rsid w:val="00910682"/>
    <w:rsid w:val="00913CF8"/>
    <w:rsid w:val="00945B2B"/>
    <w:rsid w:val="00946104"/>
    <w:rsid w:val="009513FB"/>
    <w:rsid w:val="009514DD"/>
    <w:rsid w:val="0095198A"/>
    <w:rsid w:val="00953938"/>
    <w:rsid w:val="00960CD3"/>
    <w:rsid w:val="00961176"/>
    <w:rsid w:val="00965BB4"/>
    <w:rsid w:val="00980089"/>
    <w:rsid w:val="009864F2"/>
    <w:rsid w:val="009A46DA"/>
    <w:rsid w:val="009B0FC7"/>
    <w:rsid w:val="009B70DE"/>
    <w:rsid w:val="009B7404"/>
    <w:rsid w:val="009B7B28"/>
    <w:rsid w:val="009C29C7"/>
    <w:rsid w:val="009C5AA6"/>
    <w:rsid w:val="009C6284"/>
    <w:rsid w:val="009D132C"/>
    <w:rsid w:val="009D21DD"/>
    <w:rsid w:val="009D40B0"/>
    <w:rsid w:val="009D6C16"/>
    <w:rsid w:val="009D7FC7"/>
    <w:rsid w:val="009E053F"/>
    <w:rsid w:val="009F0952"/>
    <w:rsid w:val="009F5A37"/>
    <w:rsid w:val="009F7784"/>
    <w:rsid w:val="00A018BA"/>
    <w:rsid w:val="00A04B00"/>
    <w:rsid w:val="00A1445A"/>
    <w:rsid w:val="00A16F84"/>
    <w:rsid w:val="00A20A60"/>
    <w:rsid w:val="00A22650"/>
    <w:rsid w:val="00A2587B"/>
    <w:rsid w:val="00A3063E"/>
    <w:rsid w:val="00A33BE0"/>
    <w:rsid w:val="00A44675"/>
    <w:rsid w:val="00A515E0"/>
    <w:rsid w:val="00A51CE5"/>
    <w:rsid w:val="00A57325"/>
    <w:rsid w:val="00A71067"/>
    <w:rsid w:val="00A75802"/>
    <w:rsid w:val="00A83E62"/>
    <w:rsid w:val="00A857AE"/>
    <w:rsid w:val="00A92149"/>
    <w:rsid w:val="00AA2F1C"/>
    <w:rsid w:val="00AA42C0"/>
    <w:rsid w:val="00AB03D1"/>
    <w:rsid w:val="00AB1522"/>
    <w:rsid w:val="00AB3346"/>
    <w:rsid w:val="00AB4674"/>
    <w:rsid w:val="00AC1CA0"/>
    <w:rsid w:val="00AC28EF"/>
    <w:rsid w:val="00AC7136"/>
    <w:rsid w:val="00AC72E5"/>
    <w:rsid w:val="00AD23DF"/>
    <w:rsid w:val="00AD3618"/>
    <w:rsid w:val="00AD44B4"/>
    <w:rsid w:val="00AF0AD6"/>
    <w:rsid w:val="00AF3538"/>
    <w:rsid w:val="00AF6EBB"/>
    <w:rsid w:val="00AF74D2"/>
    <w:rsid w:val="00B021F9"/>
    <w:rsid w:val="00B16F2C"/>
    <w:rsid w:val="00B20079"/>
    <w:rsid w:val="00B200E4"/>
    <w:rsid w:val="00B26132"/>
    <w:rsid w:val="00B2757C"/>
    <w:rsid w:val="00B32A8A"/>
    <w:rsid w:val="00B34D84"/>
    <w:rsid w:val="00B4256F"/>
    <w:rsid w:val="00B42D27"/>
    <w:rsid w:val="00B439E6"/>
    <w:rsid w:val="00B44423"/>
    <w:rsid w:val="00B45F78"/>
    <w:rsid w:val="00B501F6"/>
    <w:rsid w:val="00B522E3"/>
    <w:rsid w:val="00B528B4"/>
    <w:rsid w:val="00B52BF2"/>
    <w:rsid w:val="00B5369B"/>
    <w:rsid w:val="00B538F5"/>
    <w:rsid w:val="00B63C98"/>
    <w:rsid w:val="00B661E3"/>
    <w:rsid w:val="00B71BD6"/>
    <w:rsid w:val="00B86392"/>
    <w:rsid w:val="00B9309E"/>
    <w:rsid w:val="00B930C3"/>
    <w:rsid w:val="00BA095D"/>
    <w:rsid w:val="00BA1D36"/>
    <w:rsid w:val="00BA2C4A"/>
    <w:rsid w:val="00BA6862"/>
    <w:rsid w:val="00BB02FC"/>
    <w:rsid w:val="00BB3939"/>
    <w:rsid w:val="00BB3EE4"/>
    <w:rsid w:val="00BC00ED"/>
    <w:rsid w:val="00BC2412"/>
    <w:rsid w:val="00BC29DD"/>
    <w:rsid w:val="00BD22D7"/>
    <w:rsid w:val="00BD2FD8"/>
    <w:rsid w:val="00BD4AEF"/>
    <w:rsid w:val="00BD6562"/>
    <w:rsid w:val="00BE655C"/>
    <w:rsid w:val="00BE6A76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3564F"/>
    <w:rsid w:val="00C468BF"/>
    <w:rsid w:val="00C46FDA"/>
    <w:rsid w:val="00C565DD"/>
    <w:rsid w:val="00C64A95"/>
    <w:rsid w:val="00C73D4E"/>
    <w:rsid w:val="00C82B34"/>
    <w:rsid w:val="00C92279"/>
    <w:rsid w:val="00C9531D"/>
    <w:rsid w:val="00C97729"/>
    <w:rsid w:val="00CA01D8"/>
    <w:rsid w:val="00CA126B"/>
    <w:rsid w:val="00CA591B"/>
    <w:rsid w:val="00CA5ECB"/>
    <w:rsid w:val="00CB008E"/>
    <w:rsid w:val="00CB0D95"/>
    <w:rsid w:val="00CB1560"/>
    <w:rsid w:val="00CC24D6"/>
    <w:rsid w:val="00CD61B2"/>
    <w:rsid w:val="00CD7808"/>
    <w:rsid w:val="00CF12FC"/>
    <w:rsid w:val="00CF6D57"/>
    <w:rsid w:val="00D05C1E"/>
    <w:rsid w:val="00D06278"/>
    <w:rsid w:val="00D1401B"/>
    <w:rsid w:val="00D20439"/>
    <w:rsid w:val="00D2343D"/>
    <w:rsid w:val="00D272E4"/>
    <w:rsid w:val="00D278D4"/>
    <w:rsid w:val="00D30E51"/>
    <w:rsid w:val="00D3511F"/>
    <w:rsid w:val="00D41F63"/>
    <w:rsid w:val="00D51861"/>
    <w:rsid w:val="00D53EC0"/>
    <w:rsid w:val="00D579F3"/>
    <w:rsid w:val="00D60E34"/>
    <w:rsid w:val="00D66401"/>
    <w:rsid w:val="00D707B4"/>
    <w:rsid w:val="00D7309B"/>
    <w:rsid w:val="00D75341"/>
    <w:rsid w:val="00D775D7"/>
    <w:rsid w:val="00D77C8B"/>
    <w:rsid w:val="00D81EE8"/>
    <w:rsid w:val="00D8275B"/>
    <w:rsid w:val="00D83E17"/>
    <w:rsid w:val="00D84490"/>
    <w:rsid w:val="00D92C6A"/>
    <w:rsid w:val="00D97344"/>
    <w:rsid w:val="00DA0B86"/>
    <w:rsid w:val="00DB3E61"/>
    <w:rsid w:val="00DB5A10"/>
    <w:rsid w:val="00DE3336"/>
    <w:rsid w:val="00DF116B"/>
    <w:rsid w:val="00DF3D50"/>
    <w:rsid w:val="00E029F3"/>
    <w:rsid w:val="00E02C2C"/>
    <w:rsid w:val="00E0340C"/>
    <w:rsid w:val="00E06E70"/>
    <w:rsid w:val="00E114BC"/>
    <w:rsid w:val="00E16A4C"/>
    <w:rsid w:val="00E171B8"/>
    <w:rsid w:val="00E239B0"/>
    <w:rsid w:val="00E303FD"/>
    <w:rsid w:val="00E32855"/>
    <w:rsid w:val="00E3300C"/>
    <w:rsid w:val="00E404FE"/>
    <w:rsid w:val="00E416FC"/>
    <w:rsid w:val="00E43C3D"/>
    <w:rsid w:val="00E4656E"/>
    <w:rsid w:val="00E550C0"/>
    <w:rsid w:val="00E61921"/>
    <w:rsid w:val="00E676C3"/>
    <w:rsid w:val="00E719D0"/>
    <w:rsid w:val="00E749F2"/>
    <w:rsid w:val="00E814F7"/>
    <w:rsid w:val="00E932C8"/>
    <w:rsid w:val="00E95B73"/>
    <w:rsid w:val="00E9600A"/>
    <w:rsid w:val="00EA1337"/>
    <w:rsid w:val="00EA5FFD"/>
    <w:rsid w:val="00EA631C"/>
    <w:rsid w:val="00EA7B9C"/>
    <w:rsid w:val="00EB0DA9"/>
    <w:rsid w:val="00EB354C"/>
    <w:rsid w:val="00EC5991"/>
    <w:rsid w:val="00EC757B"/>
    <w:rsid w:val="00EE4DD9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5E4A"/>
    <w:rsid w:val="00F267C9"/>
    <w:rsid w:val="00F27435"/>
    <w:rsid w:val="00F41606"/>
    <w:rsid w:val="00F41ADE"/>
    <w:rsid w:val="00F42EA0"/>
    <w:rsid w:val="00F4713A"/>
    <w:rsid w:val="00F47817"/>
    <w:rsid w:val="00F51F53"/>
    <w:rsid w:val="00F52A52"/>
    <w:rsid w:val="00F547C2"/>
    <w:rsid w:val="00F554FA"/>
    <w:rsid w:val="00F60526"/>
    <w:rsid w:val="00F63B84"/>
    <w:rsid w:val="00F65355"/>
    <w:rsid w:val="00F70A9F"/>
    <w:rsid w:val="00F70BB8"/>
    <w:rsid w:val="00F71C13"/>
    <w:rsid w:val="00F7244A"/>
    <w:rsid w:val="00F758D0"/>
    <w:rsid w:val="00F92D1D"/>
    <w:rsid w:val="00F94B26"/>
    <w:rsid w:val="00FA340B"/>
    <w:rsid w:val="00FA3767"/>
    <w:rsid w:val="00FA493D"/>
    <w:rsid w:val="00FB128A"/>
    <w:rsid w:val="00FB174F"/>
    <w:rsid w:val="00FB4D34"/>
    <w:rsid w:val="00FC4EB7"/>
    <w:rsid w:val="00FC6CF0"/>
    <w:rsid w:val="00FD6770"/>
    <w:rsid w:val="00FD78FA"/>
    <w:rsid w:val="00FE34E9"/>
    <w:rsid w:val="00FE3A35"/>
    <w:rsid w:val="00FE6A48"/>
    <w:rsid w:val="00FE7368"/>
    <w:rsid w:val="00FF07FD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  <w:style w:type="paragraph" w:customStyle="1" w:styleId="doc-ti">
    <w:name w:val="doc-ti"/>
    <w:basedOn w:val="Navaden"/>
    <w:rsid w:val="005A455E"/>
    <w:pPr>
      <w:spacing w:before="100" w:beforeAutospacing="1" w:after="100" w:afterAutospacing="1"/>
    </w:pPr>
  </w:style>
  <w:style w:type="paragraph" w:styleId="Telobesedila-zamik">
    <w:name w:val="Body Text Indent"/>
    <w:basedOn w:val="Navaden"/>
    <w:link w:val="Telobesedila-zamikZnak"/>
    <w:rsid w:val="002D78BC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2D78B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8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br.s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c5f5d4-aadc-499c-975b-051170a396f7">
      <Terms xmlns="http://schemas.microsoft.com/office/infopath/2007/PartnerControls"/>
    </lcf76f155ced4ddcb4097134ff3c332f>
    <TaxCatchAll xmlns="6a4cc071-bd85-44c5-acc7-68a9b922d49c" xsi:nil="true"/>
    <_Flow_SignoffStatus xmlns="68c5f5d4-aadc-499c-975b-051170a396f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A17F72AB307646B7648EAB05D9E9FD" ma:contentTypeVersion="21" ma:contentTypeDescription="Ustvari nov dokument." ma:contentTypeScope="" ma:versionID="83ad8b1a2a8ac8303ec1b54b4741d257">
  <xsd:schema xmlns:xsd="http://www.w3.org/2001/XMLSchema" xmlns:xs="http://www.w3.org/2001/XMLSchema" xmlns:p="http://schemas.microsoft.com/office/2006/metadata/properties" xmlns:ns2="68c5f5d4-aadc-499c-975b-051170a396f7" xmlns:ns3="6a4cc071-bd85-44c5-acc7-68a9b922d49c" targetNamespace="http://schemas.microsoft.com/office/2006/metadata/properties" ma:root="true" ma:fieldsID="19dd9258ed9c5e08bcd6d9a7fc0a7f1b" ns2:_="" ns3:_="">
    <xsd:import namespace="68c5f5d4-aadc-499c-975b-051170a396f7"/>
    <xsd:import namespace="6a4cc071-bd85-44c5-acc7-68a9b922d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c5f5d4-aadc-499c-975b-051170a396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hidden="true" ma:internalName="MediaServiceAutoTags" ma:readOnly="true">
      <xsd:simpleType>
        <xsd:restriction base="dms:Text"/>
      </xsd:simpleType>
    </xsd:element>
    <xsd:element name="MediaServiceOCR" ma:index="12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hidden="true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Oznake slike" ma:readOnly="false" ma:fieldId="{5cf76f15-5ced-4ddc-b409-7134ff3c332f}" ma:taxonomyMulti="true" ma:sspId="6ccf7515-db5e-47e5-bbc3-dd1401441b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tanje odjave" ma:internalName="Stanje_x0020_odjav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cc071-bd85-44c5-acc7-68a9b922d49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hidden="true" ma:list="UserInfo" ma:SearchPeopleOnly="false" ma:internalName="SharedWithUsers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hidden="true" ma:internalName="SharedWithDetails" ma:readOnly="true">
      <xsd:simpleType>
        <xsd:restriction base="dms:Note"/>
      </xsd:simpleType>
    </xsd:element>
    <xsd:element name="TaxCatchAll" ma:index="23" nillable="true" ma:displayName="Taxonomy Catch All Column" ma:hidden="true" ma:list="{35fb674a-0e72-415c-8b0f-6bfe9a0de3c3}" ma:internalName="TaxCatchAll" ma:showField="CatchAllData" ma:web="6a4cc071-bd85-44c5-acc7-68a9b922d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Vrsta vsebin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39FF8D-6AC8-4274-8616-158011624C37}">
  <ds:schemaRefs>
    <ds:schemaRef ds:uri="http://schemas.microsoft.com/office/2006/metadata/properties"/>
    <ds:schemaRef ds:uri="http://schemas.microsoft.com/office/infopath/2007/PartnerControls"/>
    <ds:schemaRef ds:uri="68c5f5d4-aadc-499c-975b-051170a396f7"/>
    <ds:schemaRef ds:uri="6a4cc071-bd85-44c5-acc7-68a9b922d49c"/>
  </ds:schemaRefs>
</ds:datastoreItem>
</file>

<file path=customXml/itemProps2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6688B9-9FA0-4123-90DF-610CCC18FAC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20797A-A041-4934-915B-8CC83EE9B4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c5f5d4-aadc-499c-975b-051170a396f7"/>
    <ds:schemaRef ds:uri="6a4cc071-bd85-44c5-acc7-68a9b922d4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</Template>
  <TotalTime>119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1181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Tamara Farkaš Menih</cp:lastModifiedBy>
  <cp:revision>22</cp:revision>
  <cp:lastPrinted>2023-09-13T08:56:00Z</cp:lastPrinted>
  <dcterms:created xsi:type="dcterms:W3CDTF">2021-02-12T09:17:00Z</dcterms:created>
  <dcterms:modified xsi:type="dcterms:W3CDTF">2025-07-11T08:45:00Z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0x0101006DA17F72AB307646B7648EAB05D9E9FD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  <property fmtid="{D5CDD505-2E9C-101B-9397-08002B2CF9AE}" pid="5" name="Order">
    <vt:r8>100</vt:r8>
  </property>
  <property fmtid="{D5CDD505-2E9C-101B-9397-08002B2CF9AE}" pid="6" name="MediaServiceImageTags">
    <vt:lpwstr/>
  </property>
</Properties>
</file>